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1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09DF92" w14:textId="77777777" w:rsidTr="00D74AE1">
        <w:trPr>
          <w:trHeight w:hRule="exact" w:val="2948"/>
        </w:trPr>
        <w:tc>
          <w:tcPr>
            <w:tcW w:w="11185" w:type="dxa"/>
            <w:vAlign w:val="center"/>
          </w:tcPr>
          <w:p w14:paraId="2CE241F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8D2D661" w14:textId="77777777" w:rsidR="008972C3" w:rsidRDefault="008972C3" w:rsidP="003274DB"/>
    <w:p w14:paraId="0B772846" w14:textId="77777777" w:rsidR="00D74AE1" w:rsidRDefault="00D74AE1" w:rsidP="003274DB"/>
    <w:p w14:paraId="7550C185" w14:textId="77777777" w:rsidR="0093492E" w:rsidRDefault="0026038D" w:rsidP="0026038D">
      <w:pPr>
        <w:pStyle w:val="Documentnumber"/>
      </w:pPr>
      <w:r>
        <w:t>1</w:t>
      </w:r>
      <w:r w:rsidR="00914330" w:rsidRPr="00914330">
        <w:rPr>
          <w:highlight w:val="yellow"/>
        </w:rPr>
        <w:t>???</w:t>
      </w:r>
    </w:p>
    <w:p w14:paraId="361CFF15" w14:textId="77777777" w:rsidR="0026038D" w:rsidRDefault="0026038D" w:rsidP="003274DB"/>
    <w:p w14:paraId="11729489" w14:textId="7ECE976F" w:rsidR="00776004" w:rsidRPr="00ED4450" w:rsidRDefault="001D45C6" w:rsidP="006218E8">
      <w:pPr>
        <w:pStyle w:val="Documentname"/>
      </w:pPr>
      <w:r>
        <w:rPr>
          <w:bCs/>
        </w:rPr>
        <w:t>Resilient PNT</w:t>
      </w:r>
    </w:p>
    <w:p w14:paraId="73B8FF51" w14:textId="77777777" w:rsidR="00CF49CC" w:rsidRDefault="00CF49CC" w:rsidP="00D74AE1"/>
    <w:p w14:paraId="1B27C56F" w14:textId="77777777" w:rsidR="004E0BBB" w:rsidRDefault="004E0BBB" w:rsidP="00D74AE1"/>
    <w:p w14:paraId="5FCDE24D" w14:textId="77777777" w:rsidR="004E0BBB" w:rsidRDefault="004E0BBB" w:rsidP="00D74AE1"/>
    <w:p w14:paraId="786F9FE7" w14:textId="77777777" w:rsidR="004E0BBB" w:rsidRDefault="004E0BBB" w:rsidP="00D74AE1"/>
    <w:p w14:paraId="6D564B63" w14:textId="77777777" w:rsidR="004E0BBB" w:rsidRDefault="004E0BBB" w:rsidP="00D74AE1"/>
    <w:p w14:paraId="22971984" w14:textId="77777777" w:rsidR="004E0BBB" w:rsidRDefault="004E0BBB" w:rsidP="00D74AE1"/>
    <w:p w14:paraId="19BA9CDF" w14:textId="77777777" w:rsidR="004E0BBB" w:rsidRDefault="004E0BBB" w:rsidP="00D74AE1"/>
    <w:p w14:paraId="2720C82B" w14:textId="77777777" w:rsidR="004E0BBB" w:rsidRDefault="004E0BBB" w:rsidP="00D74AE1"/>
    <w:p w14:paraId="2FABD318" w14:textId="77777777" w:rsidR="004E0BBB" w:rsidRDefault="004E0BBB" w:rsidP="00D74AE1"/>
    <w:p w14:paraId="6DCDFF68" w14:textId="77777777" w:rsidR="004E0BBB" w:rsidRDefault="004E0BBB" w:rsidP="00D74AE1"/>
    <w:p w14:paraId="12CC21C2" w14:textId="77777777" w:rsidR="004E0BBB" w:rsidRDefault="004E0BBB" w:rsidP="00D74AE1"/>
    <w:p w14:paraId="3C37D563" w14:textId="77777777" w:rsidR="004E0BBB" w:rsidRDefault="004E0BBB" w:rsidP="00D74AE1"/>
    <w:p w14:paraId="4501FC80" w14:textId="77777777" w:rsidR="004E0BBB" w:rsidRDefault="004E0BBB" w:rsidP="00D74AE1"/>
    <w:p w14:paraId="7840838D" w14:textId="77777777" w:rsidR="004E0BBB" w:rsidRDefault="004E0BBB" w:rsidP="00D74AE1"/>
    <w:p w14:paraId="5E03BC3F" w14:textId="77777777" w:rsidR="004E0BBB" w:rsidRDefault="004E0BBB" w:rsidP="00D74AE1"/>
    <w:p w14:paraId="505998D3" w14:textId="77777777" w:rsidR="004E0BBB" w:rsidRDefault="004E0BBB" w:rsidP="00D74AE1"/>
    <w:p w14:paraId="1848ABA0" w14:textId="77777777" w:rsidR="004E0BBB" w:rsidRDefault="004E0BBB" w:rsidP="00D74AE1"/>
    <w:p w14:paraId="36ECCBDA" w14:textId="77777777" w:rsidR="00734BC6" w:rsidRDefault="00734BC6" w:rsidP="00D74AE1"/>
    <w:p w14:paraId="355542E9" w14:textId="77777777" w:rsidR="004E0BBB" w:rsidRDefault="004E0BBB" w:rsidP="00D74AE1"/>
    <w:p w14:paraId="22F4C0E2" w14:textId="77777777" w:rsidR="004E0BBB" w:rsidRDefault="004E0BBB" w:rsidP="00D74AE1"/>
    <w:p w14:paraId="22986895" w14:textId="77777777" w:rsidR="004E0BBB" w:rsidRDefault="004E0BBB" w:rsidP="00D74AE1"/>
    <w:p w14:paraId="4BF0E4BC" w14:textId="77777777" w:rsidR="004E0BBB" w:rsidRDefault="004E0BBB" w:rsidP="00D74AE1"/>
    <w:p w14:paraId="7383DA82" w14:textId="77777777" w:rsidR="004E0BBB" w:rsidRDefault="004E0BBB" w:rsidP="00D74AE1"/>
    <w:p w14:paraId="2462A1BE" w14:textId="77777777" w:rsidR="004E0BBB" w:rsidRDefault="004E0BBB" w:rsidP="00D74AE1"/>
    <w:p w14:paraId="76E3BAE1" w14:textId="77777777" w:rsidR="004E0BBB" w:rsidRDefault="004E0BBB" w:rsidP="00D74AE1"/>
    <w:p w14:paraId="1985472C" w14:textId="77777777" w:rsidR="004E0BBB" w:rsidRDefault="004E0BBB" w:rsidP="00D74AE1"/>
    <w:p w14:paraId="29081929"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36B9F9E2"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17B43197"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76DF2334"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4032A35" w14:textId="77777777" w:rsidTr="005E4659">
        <w:tc>
          <w:tcPr>
            <w:tcW w:w="1908" w:type="dxa"/>
          </w:tcPr>
          <w:p w14:paraId="69566851" w14:textId="77777777" w:rsidR="00914E26" w:rsidRPr="00460028" w:rsidRDefault="00914E26" w:rsidP="00414698">
            <w:pPr>
              <w:pStyle w:val="Tableheading"/>
            </w:pPr>
            <w:r w:rsidRPr="00460028">
              <w:t>Date</w:t>
            </w:r>
          </w:p>
        </w:tc>
        <w:tc>
          <w:tcPr>
            <w:tcW w:w="3576" w:type="dxa"/>
          </w:tcPr>
          <w:p w14:paraId="32ECD0F4" w14:textId="77777777" w:rsidR="00914E26" w:rsidRPr="00460028" w:rsidRDefault="00914E26" w:rsidP="00414698">
            <w:pPr>
              <w:pStyle w:val="Tableheading"/>
            </w:pPr>
            <w:r w:rsidRPr="00460028">
              <w:t>Page / Section Revised</w:t>
            </w:r>
          </w:p>
        </w:tc>
        <w:tc>
          <w:tcPr>
            <w:tcW w:w="5001" w:type="dxa"/>
          </w:tcPr>
          <w:p w14:paraId="4218FF33" w14:textId="77777777" w:rsidR="00914E26" w:rsidRPr="00460028" w:rsidRDefault="00914E26" w:rsidP="00414698">
            <w:pPr>
              <w:pStyle w:val="Tableheading"/>
            </w:pPr>
            <w:r w:rsidRPr="00460028">
              <w:t>Requirement for Revision</w:t>
            </w:r>
          </w:p>
        </w:tc>
      </w:tr>
      <w:tr w:rsidR="005E4659" w:rsidRPr="00460028" w14:paraId="3232A3FC" w14:textId="77777777" w:rsidTr="005E4659">
        <w:trPr>
          <w:trHeight w:val="851"/>
        </w:trPr>
        <w:tc>
          <w:tcPr>
            <w:tcW w:w="1908" w:type="dxa"/>
            <w:vAlign w:val="center"/>
          </w:tcPr>
          <w:p w14:paraId="18771590" w14:textId="77777777" w:rsidR="00914E26" w:rsidRPr="00C27E08" w:rsidRDefault="006218E8" w:rsidP="00914E26">
            <w:pPr>
              <w:pStyle w:val="Tabletext"/>
            </w:pPr>
            <w:r>
              <w:t>month/year approved by Council</w:t>
            </w:r>
          </w:p>
        </w:tc>
        <w:tc>
          <w:tcPr>
            <w:tcW w:w="3576" w:type="dxa"/>
            <w:vAlign w:val="center"/>
          </w:tcPr>
          <w:p w14:paraId="2B82F4C7" w14:textId="77777777" w:rsidR="00914E26" w:rsidRPr="00C27E08" w:rsidRDefault="006218E8" w:rsidP="00914E26">
            <w:pPr>
              <w:pStyle w:val="Tabletext"/>
            </w:pPr>
            <w:r>
              <w:t>aaaaa</w:t>
            </w:r>
          </w:p>
        </w:tc>
        <w:tc>
          <w:tcPr>
            <w:tcW w:w="5001" w:type="dxa"/>
            <w:vAlign w:val="center"/>
          </w:tcPr>
          <w:p w14:paraId="59F54A5C" w14:textId="77777777" w:rsidR="00914E26" w:rsidRPr="00460028" w:rsidRDefault="006218E8" w:rsidP="00914E26">
            <w:pPr>
              <w:pStyle w:val="Tabletext"/>
            </w:pPr>
            <w:r>
              <w:t>aaaaaa</w:t>
            </w:r>
          </w:p>
        </w:tc>
      </w:tr>
      <w:tr w:rsidR="005E4659" w:rsidRPr="00460028" w14:paraId="1EA9FCB0" w14:textId="77777777" w:rsidTr="005E4659">
        <w:trPr>
          <w:trHeight w:val="851"/>
        </w:trPr>
        <w:tc>
          <w:tcPr>
            <w:tcW w:w="1908" w:type="dxa"/>
            <w:vAlign w:val="center"/>
          </w:tcPr>
          <w:p w14:paraId="5BC9B7FD" w14:textId="77777777" w:rsidR="00914E26" w:rsidRPr="00460028" w:rsidRDefault="00914E26" w:rsidP="00914E26">
            <w:pPr>
              <w:pStyle w:val="Tabletext"/>
            </w:pPr>
          </w:p>
        </w:tc>
        <w:tc>
          <w:tcPr>
            <w:tcW w:w="3576" w:type="dxa"/>
            <w:vAlign w:val="center"/>
          </w:tcPr>
          <w:p w14:paraId="64A43CA6" w14:textId="77777777" w:rsidR="00914E26" w:rsidRPr="00460028" w:rsidRDefault="00914E26" w:rsidP="00914E26">
            <w:pPr>
              <w:pStyle w:val="Tabletext"/>
            </w:pPr>
          </w:p>
        </w:tc>
        <w:tc>
          <w:tcPr>
            <w:tcW w:w="5001" w:type="dxa"/>
            <w:vAlign w:val="center"/>
          </w:tcPr>
          <w:p w14:paraId="0BB7A10C" w14:textId="77777777" w:rsidR="00914E26" w:rsidRPr="00460028" w:rsidRDefault="00914E26" w:rsidP="00914E26">
            <w:pPr>
              <w:pStyle w:val="Tabletext"/>
            </w:pPr>
          </w:p>
        </w:tc>
      </w:tr>
      <w:tr w:rsidR="005E4659" w:rsidRPr="00460028" w14:paraId="1657048B" w14:textId="77777777" w:rsidTr="005E4659">
        <w:trPr>
          <w:trHeight w:val="851"/>
        </w:trPr>
        <w:tc>
          <w:tcPr>
            <w:tcW w:w="1908" w:type="dxa"/>
            <w:vAlign w:val="center"/>
          </w:tcPr>
          <w:p w14:paraId="7A4FAFAB" w14:textId="77777777" w:rsidR="00914E26" w:rsidRPr="00460028" w:rsidRDefault="00914E26" w:rsidP="00914E26">
            <w:pPr>
              <w:pStyle w:val="Tabletext"/>
            </w:pPr>
          </w:p>
        </w:tc>
        <w:tc>
          <w:tcPr>
            <w:tcW w:w="3576" w:type="dxa"/>
            <w:vAlign w:val="center"/>
          </w:tcPr>
          <w:p w14:paraId="5E133B1D" w14:textId="77777777" w:rsidR="00914E26" w:rsidRPr="00460028" w:rsidRDefault="00914E26" w:rsidP="00914E26">
            <w:pPr>
              <w:pStyle w:val="Tabletext"/>
            </w:pPr>
          </w:p>
        </w:tc>
        <w:tc>
          <w:tcPr>
            <w:tcW w:w="5001" w:type="dxa"/>
            <w:vAlign w:val="center"/>
          </w:tcPr>
          <w:p w14:paraId="22CFBB74" w14:textId="77777777" w:rsidR="00914E26" w:rsidRPr="00460028" w:rsidRDefault="00914E26" w:rsidP="00914E26">
            <w:pPr>
              <w:pStyle w:val="Tabletext"/>
            </w:pPr>
          </w:p>
        </w:tc>
      </w:tr>
      <w:tr w:rsidR="005E4659" w:rsidRPr="00460028" w14:paraId="0C59CE53" w14:textId="77777777" w:rsidTr="005E4659">
        <w:trPr>
          <w:trHeight w:val="851"/>
        </w:trPr>
        <w:tc>
          <w:tcPr>
            <w:tcW w:w="1908" w:type="dxa"/>
            <w:vAlign w:val="center"/>
          </w:tcPr>
          <w:p w14:paraId="23561334" w14:textId="77777777" w:rsidR="00914E26" w:rsidRPr="00460028" w:rsidRDefault="00914E26" w:rsidP="00914E26">
            <w:pPr>
              <w:pStyle w:val="Tabletext"/>
            </w:pPr>
          </w:p>
        </w:tc>
        <w:tc>
          <w:tcPr>
            <w:tcW w:w="3576" w:type="dxa"/>
            <w:vAlign w:val="center"/>
          </w:tcPr>
          <w:p w14:paraId="382B690A" w14:textId="77777777" w:rsidR="00914E26" w:rsidRPr="00460028" w:rsidRDefault="00914E26" w:rsidP="00914E26">
            <w:pPr>
              <w:pStyle w:val="Tabletext"/>
            </w:pPr>
          </w:p>
        </w:tc>
        <w:tc>
          <w:tcPr>
            <w:tcW w:w="5001" w:type="dxa"/>
            <w:vAlign w:val="center"/>
          </w:tcPr>
          <w:p w14:paraId="7469727B" w14:textId="77777777" w:rsidR="00914E26" w:rsidRPr="00460028" w:rsidRDefault="00914E26" w:rsidP="00914E26">
            <w:pPr>
              <w:pStyle w:val="Tabletext"/>
            </w:pPr>
          </w:p>
        </w:tc>
      </w:tr>
      <w:tr w:rsidR="005E4659" w:rsidRPr="00460028" w14:paraId="11D97625" w14:textId="77777777" w:rsidTr="005E4659">
        <w:trPr>
          <w:trHeight w:val="851"/>
        </w:trPr>
        <w:tc>
          <w:tcPr>
            <w:tcW w:w="1908" w:type="dxa"/>
            <w:vAlign w:val="center"/>
          </w:tcPr>
          <w:p w14:paraId="6C4D0085" w14:textId="77777777" w:rsidR="00914E26" w:rsidRPr="00460028" w:rsidRDefault="00914E26" w:rsidP="00914E26">
            <w:pPr>
              <w:pStyle w:val="Tabletext"/>
            </w:pPr>
          </w:p>
        </w:tc>
        <w:tc>
          <w:tcPr>
            <w:tcW w:w="3576" w:type="dxa"/>
            <w:vAlign w:val="center"/>
          </w:tcPr>
          <w:p w14:paraId="6119DB43" w14:textId="77777777" w:rsidR="00914E26" w:rsidRPr="00460028" w:rsidRDefault="00914E26" w:rsidP="00914E26">
            <w:pPr>
              <w:pStyle w:val="Tabletext"/>
            </w:pPr>
          </w:p>
        </w:tc>
        <w:tc>
          <w:tcPr>
            <w:tcW w:w="5001" w:type="dxa"/>
            <w:vAlign w:val="center"/>
          </w:tcPr>
          <w:p w14:paraId="37FD7760" w14:textId="77777777" w:rsidR="00914E26" w:rsidRPr="00460028" w:rsidRDefault="00914E26" w:rsidP="00914E26">
            <w:pPr>
              <w:pStyle w:val="Tabletext"/>
            </w:pPr>
          </w:p>
        </w:tc>
      </w:tr>
      <w:tr w:rsidR="005E4659" w:rsidRPr="00460028" w14:paraId="2138015A" w14:textId="77777777" w:rsidTr="005E4659">
        <w:trPr>
          <w:trHeight w:val="851"/>
        </w:trPr>
        <w:tc>
          <w:tcPr>
            <w:tcW w:w="1908" w:type="dxa"/>
            <w:vAlign w:val="center"/>
          </w:tcPr>
          <w:p w14:paraId="5E961BDE" w14:textId="77777777" w:rsidR="00914E26" w:rsidRPr="00460028" w:rsidRDefault="00914E26" w:rsidP="00914E26">
            <w:pPr>
              <w:pStyle w:val="Tabletext"/>
            </w:pPr>
          </w:p>
        </w:tc>
        <w:tc>
          <w:tcPr>
            <w:tcW w:w="3576" w:type="dxa"/>
            <w:vAlign w:val="center"/>
          </w:tcPr>
          <w:p w14:paraId="3FB7F6DB" w14:textId="77777777" w:rsidR="00914E26" w:rsidRPr="00460028" w:rsidRDefault="00914E26" w:rsidP="00914E26">
            <w:pPr>
              <w:pStyle w:val="Tabletext"/>
            </w:pPr>
          </w:p>
        </w:tc>
        <w:tc>
          <w:tcPr>
            <w:tcW w:w="5001" w:type="dxa"/>
            <w:vAlign w:val="center"/>
          </w:tcPr>
          <w:p w14:paraId="0F85F5EB" w14:textId="77777777" w:rsidR="00914E26" w:rsidRPr="00460028" w:rsidRDefault="00914E26" w:rsidP="00914E26">
            <w:pPr>
              <w:pStyle w:val="Tabletext"/>
            </w:pPr>
          </w:p>
        </w:tc>
      </w:tr>
      <w:tr w:rsidR="005E4659" w:rsidRPr="00460028" w14:paraId="6CD19CC2" w14:textId="77777777" w:rsidTr="005E4659">
        <w:trPr>
          <w:trHeight w:val="851"/>
        </w:trPr>
        <w:tc>
          <w:tcPr>
            <w:tcW w:w="1908" w:type="dxa"/>
            <w:vAlign w:val="center"/>
          </w:tcPr>
          <w:p w14:paraId="7C98B062" w14:textId="77777777" w:rsidR="00914E26" w:rsidRPr="00460028" w:rsidRDefault="00914E26" w:rsidP="00914E26">
            <w:pPr>
              <w:pStyle w:val="Tabletext"/>
            </w:pPr>
          </w:p>
        </w:tc>
        <w:tc>
          <w:tcPr>
            <w:tcW w:w="3576" w:type="dxa"/>
            <w:vAlign w:val="center"/>
          </w:tcPr>
          <w:p w14:paraId="08B3A5E0" w14:textId="77777777" w:rsidR="00914E26" w:rsidRPr="00460028" w:rsidRDefault="00914E26" w:rsidP="00914E26">
            <w:pPr>
              <w:pStyle w:val="Tabletext"/>
            </w:pPr>
          </w:p>
        </w:tc>
        <w:tc>
          <w:tcPr>
            <w:tcW w:w="5001" w:type="dxa"/>
            <w:vAlign w:val="center"/>
          </w:tcPr>
          <w:p w14:paraId="6EEF4908" w14:textId="77777777" w:rsidR="00914E26" w:rsidRPr="00460028" w:rsidRDefault="00914E26" w:rsidP="00914E26">
            <w:pPr>
              <w:pStyle w:val="Tabletext"/>
            </w:pPr>
          </w:p>
        </w:tc>
      </w:tr>
    </w:tbl>
    <w:p w14:paraId="4077AB33" w14:textId="77777777" w:rsidR="00914E26" w:rsidRDefault="00914E26" w:rsidP="00D74AE1"/>
    <w:p w14:paraId="49EF8C95"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4EBF37" w14:textId="45F20596" w:rsidR="00B466E6"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466E6">
        <w:t>1</w:t>
      </w:r>
      <w:r w:rsidR="00B466E6">
        <w:rPr>
          <w:rFonts w:eastAsiaTheme="minorEastAsia"/>
          <w:b w:val="0"/>
          <w:color w:val="auto"/>
          <w:lang w:eastAsia="en-GB"/>
        </w:rPr>
        <w:tab/>
      </w:r>
      <w:r w:rsidR="00B466E6">
        <w:t>INTRODUCTION</w:t>
      </w:r>
      <w:r w:rsidR="00B466E6">
        <w:tab/>
      </w:r>
      <w:r w:rsidR="00B466E6">
        <w:fldChar w:fldCharType="begin"/>
      </w:r>
      <w:r w:rsidR="00B466E6">
        <w:instrText xml:space="preserve"> PAGEREF _Toc53068576 \h </w:instrText>
      </w:r>
      <w:r w:rsidR="00B466E6">
        <w:fldChar w:fldCharType="separate"/>
      </w:r>
      <w:r w:rsidR="00B466E6">
        <w:t>7</w:t>
      </w:r>
      <w:r w:rsidR="00B466E6">
        <w:fldChar w:fldCharType="end"/>
      </w:r>
    </w:p>
    <w:p w14:paraId="430A7008" w14:textId="4AC4AF16" w:rsidR="00B466E6" w:rsidRDefault="00B466E6">
      <w:pPr>
        <w:pStyle w:val="TOC2"/>
        <w:rPr>
          <w:rFonts w:eastAsiaTheme="minorEastAsia"/>
          <w:color w:val="auto"/>
          <w:lang w:eastAsia="en-GB"/>
        </w:rPr>
      </w:pPr>
      <w:r>
        <w:t>1.1</w:t>
      </w:r>
      <w:r>
        <w:rPr>
          <w:rFonts w:eastAsiaTheme="minorEastAsia"/>
          <w:color w:val="auto"/>
          <w:lang w:eastAsia="en-GB"/>
        </w:rPr>
        <w:tab/>
      </w:r>
      <w:r>
        <w:t>Why is Resilient PNT needed</w:t>
      </w:r>
      <w:r>
        <w:tab/>
      </w:r>
      <w:r>
        <w:fldChar w:fldCharType="begin"/>
      </w:r>
      <w:r>
        <w:instrText xml:space="preserve"> PAGEREF _Toc53068577 \h </w:instrText>
      </w:r>
      <w:r>
        <w:fldChar w:fldCharType="separate"/>
      </w:r>
      <w:r>
        <w:t>7</w:t>
      </w:r>
      <w:r>
        <w:fldChar w:fldCharType="end"/>
      </w:r>
    </w:p>
    <w:p w14:paraId="0278AE97" w14:textId="0CA50EED" w:rsidR="00B466E6" w:rsidRDefault="00B466E6">
      <w:pPr>
        <w:pStyle w:val="TOC2"/>
        <w:rPr>
          <w:rFonts w:eastAsiaTheme="minorEastAsia"/>
          <w:color w:val="auto"/>
          <w:lang w:eastAsia="en-GB"/>
        </w:rPr>
      </w:pPr>
      <w:r>
        <w:t>1.2</w:t>
      </w:r>
      <w:r>
        <w:rPr>
          <w:rFonts w:eastAsiaTheme="minorEastAsia"/>
          <w:color w:val="auto"/>
          <w:lang w:eastAsia="en-GB"/>
        </w:rPr>
        <w:tab/>
      </w:r>
      <w:r>
        <w:t>E-Navigation statement on resilience</w:t>
      </w:r>
      <w:r>
        <w:tab/>
      </w:r>
      <w:r>
        <w:fldChar w:fldCharType="begin"/>
      </w:r>
      <w:r>
        <w:instrText xml:space="preserve"> PAGEREF _Toc53068578 \h </w:instrText>
      </w:r>
      <w:r>
        <w:fldChar w:fldCharType="separate"/>
      </w:r>
      <w:r>
        <w:t>7</w:t>
      </w:r>
      <w:r>
        <w:fldChar w:fldCharType="end"/>
      </w:r>
    </w:p>
    <w:p w14:paraId="6ACE7580" w14:textId="2422FFC1" w:rsidR="00B466E6" w:rsidRDefault="00B466E6">
      <w:pPr>
        <w:pStyle w:val="TOC1"/>
        <w:rPr>
          <w:rFonts w:eastAsiaTheme="minorEastAsia"/>
          <w:b w:val="0"/>
          <w:color w:val="auto"/>
          <w:lang w:eastAsia="en-GB"/>
        </w:rPr>
      </w:pPr>
      <w:r>
        <w:t>2</w:t>
      </w:r>
      <w:r>
        <w:rPr>
          <w:rFonts w:eastAsiaTheme="minorEastAsia"/>
          <w:b w:val="0"/>
          <w:color w:val="auto"/>
          <w:lang w:eastAsia="en-GB"/>
        </w:rPr>
        <w:tab/>
      </w:r>
      <w:r>
        <w:t>Sources of vulnerabitilies</w:t>
      </w:r>
      <w:r>
        <w:tab/>
      </w:r>
      <w:r>
        <w:fldChar w:fldCharType="begin"/>
      </w:r>
      <w:r>
        <w:instrText xml:space="preserve"> PAGEREF _Toc53068579 \h </w:instrText>
      </w:r>
      <w:r>
        <w:fldChar w:fldCharType="separate"/>
      </w:r>
      <w:r>
        <w:t>7</w:t>
      </w:r>
      <w:r>
        <w:fldChar w:fldCharType="end"/>
      </w:r>
    </w:p>
    <w:p w14:paraId="0D7E9482" w14:textId="45587CA7" w:rsidR="00B466E6" w:rsidRDefault="00B466E6">
      <w:pPr>
        <w:pStyle w:val="TOC2"/>
        <w:rPr>
          <w:rFonts w:eastAsiaTheme="minorEastAsia"/>
          <w:color w:val="auto"/>
          <w:lang w:eastAsia="en-GB"/>
        </w:rPr>
      </w:pPr>
      <w:r>
        <w:t>2.1</w:t>
      </w:r>
      <w:r>
        <w:rPr>
          <w:rFonts w:eastAsiaTheme="minorEastAsia"/>
          <w:color w:val="auto"/>
          <w:lang w:eastAsia="en-GB"/>
        </w:rPr>
        <w:tab/>
      </w:r>
      <w:r>
        <w:t>real-life examples of jamming</w:t>
      </w:r>
      <w:r>
        <w:tab/>
      </w:r>
      <w:r>
        <w:fldChar w:fldCharType="begin"/>
      </w:r>
      <w:r>
        <w:instrText xml:space="preserve"> PAGEREF _Toc53068580 \h </w:instrText>
      </w:r>
      <w:r>
        <w:fldChar w:fldCharType="separate"/>
      </w:r>
      <w:r>
        <w:t>8</w:t>
      </w:r>
      <w:r>
        <w:fldChar w:fldCharType="end"/>
      </w:r>
    </w:p>
    <w:p w14:paraId="4C140416" w14:textId="4487F90F" w:rsidR="00B466E6" w:rsidRDefault="00B466E6">
      <w:pPr>
        <w:pStyle w:val="TOC2"/>
        <w:rPr>
          <w:rFonts w:eastAsiaTheme="minorEastAsia"/>
          <w:color w:val="auto"/>
          <w:lang w:eastAsia="en-GB"/>
        </w:rPr>
      </w:pPr>
      <w:r>
        <w:t>2.2</w:t>
      </w:r>
      <w:r>
        <w:rPr>
          <w:rFonts w:eastAsiaTheme="minorEastAsia"/>
          <w:color w:val="auto"/>
          <w:lang w:eastAsia="en-GB"/>
        </w:rPr>
        <w:tab/>
      </w:r>
      <w:r>
        <w:t>real-life examples of spoofing</w:t>
      </w:r>
      <w:r>
        <w:tab/>
      </w:r>
      <w:r>
        <w:fldChar w:fldCharType="begin"/>
      </w:r>
      <w:r>
        <w:instrText xml:space="preserve"> PAGEREF _Toc53068581 \h </w:instrText>
      </w:r>
      <w:r>
        <w:fldChar w:fldCharType="separate"/>
      </w:r>
      <w:r>
        <w:t>8</w:t>
      </w:r>
      <w:r>
        <w:fldChar w:fldCharType="end"/>
      </w:r>
    </w:p>
    <w:p w14:paraId="36ED970F" w14:textId="5A6F91FF" w:rsidR="00B466E6" w:rsidRDefault="00B466E6">
      <w:pPr>
        <w:pStyle w:val="TOC2"/>
        <w:rPr>
          <w:rFonts w:eastAsiaTheme="minorEastAsia"/>
          <w:color w:val="auto"/>
          <w:lang w:eastAsia="en-GB"/>
        </w:rPr>
      </w:pPr>
      <w:r>
        <w:t>2.3</w:t>
      </w:r>
      <w:r>
        <w:rPr>
          <w:rFonts w:eastAsiaTheme="minorEastAsia"/>
          <w:color w:val="auto"/>
          <w:lang w:eastAsia="en-GB"/>
        </w:rPr>
        <w:tab/>
      </w:r>
      <w:r>
        <w:t>Constellation failures</w:t>
      </w:r>
      <w:r>
        <w:tab/>
      </w:r>
      <w:r>
        <w:fldChar w:fldCharType="begin"/>
      </w:r>
      <w:r>
        <w:instrText xml:space="preserve"> PAGEREF _Toc53068582 \h </w:instrText>
      </w:r>
      <w:r>
        <w:fldChar w:fldCharType="separate"/>
      </w:r>
      <w:r>
        <w:t>8</w:t>
      </w:r>
      <w:r>
        <w:fldChar w:fldCharType="end"/>
      </w:r>
    </w:p>
    <w:p w14:paraId="53C8F6D6" w14:textId="4285D5B2" w:rsidR="00B466E6" w:rsidRDefault="00B466E6">
      <w:pPr>
        <w:pStyle w:val="TOC2"/>
        <w:rPr>
          <w:rFonts w:eastAsiaTheme="minorEastAsia"/>
          <w:color w:val="auto"/>
          <w:lang w:eastAsia="en-GB"/>
        </w:rPr>
      </w:pPr>
      <w:r>
        <w:t>2.4</w:t>
      </w:r>
      <w:r>
        <w:rPr>
          <w:rFonts w:eastAsiaTheme="minorEastAsia"/>
          <w:color w:val="auto"/>
          <w:lang w:eastAsia="en-GB"/>
        </w:rPr>
        <w:tab/>
      </w:r>
      <w:r>
        <w:t>Space weather effects</w:t>
      </w:r>
      <w:r>
        <w:tab/>
      </w:r>
      <w:r>
        <w:fldChar w:fldCharType="begin"/>
      </w:r>
      <w:r>
        <w:instrText xml:space="preserve"> PAGEREF _Toc53068583 \h </w:instrText>
      </w:r>
      <w:r>
        <w:fldChar w:fldCharType="separate"/>
      </w:r>
      <w:r>
        <w:t>8</w:t>
      </w:r>
      <w:r>
        <w:fldChar w:fldCharType="end"/>
      </w:r>
    </w:p>
    <w:p w14:paraId="5FB24828" w14:textId="1F8DAB45" w:rsidR="00B466E6" w:rsidRDefault="00B466E6">
      <w:pPr>
        <w:pStyle w:val="TOC2"/>
        <w:rPr>
          <w:rFonts w:eastAsiaTheme="minorEastAsia"/>
          <w:color w:val="auto"/>
          <w:lang w:eastAsia="en-GB"/>
        </w:rPr>
      </w:pPr>
      <w:r>
        <w:t>2.5</w:t>
      </w:r>
      <w:r>
        <w:rPr>
          <w:rFonts w:eastAsiaTheme="minorEastAsia"/>
          <w:color w:val="auto"/>
          <w:lang w:eastAsia="en-GB"/>
        </w:rPr>
        <w:tab/>
      </w:r>
      <w:r>
        <w:t>cyber security</w:t>
      </w:r>
      <w:r>
        <w:tab/>
      </w:r>
      <w:r>
        <w:fldChar w:fldCharType="begin"/>
      </w:r>
      <w:r>
        <w:instrText xml:space="preserve"> PAGEREF _Toc53068584 \h </w:instrText>
      </w:r>
      <w:r>
        <w:fldChar w:fldCharType="separate"/>
      </w:r>
      <w:r>
        <w:t>8</w:t>
      </w:r>
      <w:r>
        <w:fldChar w:fldCharType="end"/>
      </w:r>
    </w:p>
    <w:p w14:paraId="55870D42" w14:textId="37930683" w:rsidR="00B466E6" w:rsidRDefault="00B466E6">
      <w:pPr>
        <w:pStyle w:val="TOC1"/>
        <w:rPr>
          <w:rFonts w:eastAsiaTheme="minorEastAsia"/>
          <w:b w:val="0"/>
          <w:color w:val="auto"/>
          <w:lang w:eastAsia="en-GB"/>
        </w:rPr>
      </w:pPr>
      <w:r>
        <w:t>3</w:t>
      </w:r>
      <w:r>
        <w:rPr>
          <w:rFonts w:eastAsiaTheme="minorEastAsia"/>
          <w:b w:val="0"/>
          <w:color w:val="auto"/>
          <w:lang w:eastAsia="en-GB"/>
        </w:rPr>
        <w:tab/>
      </w:r>
      <w:r>
        <w:t>Potential impact of the vulnerabilities on AtoN operations and a vessel's ability to navigate safely</w:t>
      </w:r>
      <w:r>
        <w:tab/>
      </w:r>
      <w:r>
        <w:fldChar w:fldCharType="begin"/>
      </w:r>
      <w:r>
        <w:instrText xml:space="preserve"> PAGEREF _Toc53068585 \h </w:instrText>
      </w:r>
      <w:r>
        <w:fldChar w:fldCharType="separate"/>
      </w:r>
      <w:r>
        <w:t>8</w:t>
      </w:r>
      <w:r>
        <w:fldChar w:fldCharType="end"/>
      </w:r>
    </w:p>
    <w:p w14:paraId="391477F1" w14:textId="6676DBB1" w:rsidR="00B466E6" w:rsidRDefault="00B466E6">
      <w:pPr>
        <w:pStyle w:val="TOC2"/>
        <w:rPr>
          <w:rFonts w:eastAsiaTheme="minorEastAsia"/>
          <w:color w:val="auto"/>
          <w:lang w:eastAsia="en-GB"/>
        </w:rPr>
      </w:pPr>
      <w:r>
        <w:t>3.1</w:t>
      </w:r>
      <w:r>
        <w:rPr>
          <w:rFonts w:eastAsiaTheme="minorEastAsia"/>
          <w:color w:val="auto"/>
          <w:lang w:eastAsia="en-GB"/>
        </w:rPr>
        <w:tab/>
      </w:r>
      <w:r>
        <w:t>Effect on maritime AtoN</w:t>
      </w:r>
      <w:r>
        <w:tab/>
      </w:r>
      <w:r>
        <w:fldChar w:fldCharType="begin"/>
      </w:r>
      <w:r>
        <w:instrText xml:space="preserve"> PAGEREF _Toc53068586 \h </w:instrText>
      </w:r>
      <w:r>
        <w:fldChar w:fldCharType="separate"/>
      </w:r>
      <w:r>
        <w:t>8</w:t>
      </w:r>
      <w:r>
        <w:fldChar w:fldCharType="end"/>
      </w:r>
    </w:p>
    <w:p w14:paraId="614A1FA8" w14:textId="6E9EBA4D" w:rsidR="00B466E6" w:rsidRDefault="00B466E6">
      <w:pPr>
        <w:pStyle w:val="TOC2"/>
        <w:rPr>
          <w:rFonts w:eastAsiaTheme="minorEastAsia"/>
          <w:color w:val="auto"/>
          <w:lang w:eastAsia="en-GB"/>
        </w:rPr>
      </w:pPr>
      <w:r>
        <w:t>3.2</w:t>
      </w:r>
      <w:r>
        <w:rPr>
          <w:rFonts w:eastAsiaTheme="minorEastAsia"/>
          <w:color w:val="auto"/>
          <w:lang w:eastAsia="en-GB"/>
        </w:rPr>
        <w:tab/>
      </w:r>
      <w:r>
        <w:t>Effect on shipborne equipment</w:t>
      </w:r>
      <w:r>
        <w:tab/>
      </w:r>
      <w:r>
        <w:fldChar w:fldCharType="begin"/>
      </w:r>
      <w:r>
        <w:instrText xml:space="preserve"> PAGEREF _Toc53068587 \h </w:instrText>
      </w:r>
      <w:r>
        <w:fldChar w:fldCharType="separate"/>
      </w:r>
      <w:r>
        <w:t>8</w:t>
      </w:r>
      <w:r>
        <w:fldChar w:fldCharType="end"/>
      </w:r>
    </w:p>
    <w:p w14:paraId="73AD5854" w14:textId="50B40F92" w:rsidR="00B466E6" w:rsidRDefault="00B466E6">
      <w:pPr>
        <w:pStyle w:val="TOC2"/>
        <w:rPr>
          <w:rFonts w:eastAsiaTheme="minorEastAsia"/>
          <w:color w:val="auto"/>
          <w:lang w:eastAsia="en-GB"/>
        </w:rPr>
      </w:pPr>
      <w:r>
        <w:t>3.3</w:t>
      </w:r>
      <w:r>
        <w:rPr>
          <w:rFonts w:eastAsiaTheme="minorEastAsia"/>
          <w:color w:val="auto"/>
          <w:lang w:eastAsia="en-GB"/>
        </w:rPr>
        <w:tab/>
      </w:r>
      <w:r>
        <w:t>Effect on future systems</w:t>
      </w:r>
      <w:r>
        <w:tab/>
      </w:r>
      <w:r>
        <w:fldChar w:fldCharType="begin"/>
      </w:r>
      <w:r>
        <w:instrText xml:space="preserve"> PAGEREF _Toc53068588 \h </w:instrText>
      </w:r>
      <w:r>
        <w:fldChar w:fldCharType="separate"/>
      </w:r>
      <w:r>
        <w:t>8</w:t>
      </w:r>
      <w:r>
        <w:fldChar w:fldCharType="end"/>
      </w:r>
    </w:p>
    <w:p w14:paraId="5C2288B9" w14:textId="170AD705" w:rsidR="00B466E6" w:rsidRDefault="00B466E6">
      <w:pPr>
        <w:pStyle w:val="TOC1"/>
        <w:rPr>
          <w:rFonts w:eastAsiaTheme="minorEastAsia"/>
          <w:b w:val="0"/>
          <w:color w:val="auto"/>
          <w:lang w:eastAsia="en-GB"/>
        </w:rPr>
      </w:pPr>
      <w:r>
        <w:t>4</w:t>
      </w:r>
      <w:r>
        <w:rPr>
          <w:rFonts w:eastAsiaTheme="minorEastAsia"/>
          <w:b w:val="0"/>
          <w:color w:val="auto"/>
          <w:lang w:eastAsia="en-GB"/>
        </w:rPr>
        <w:tab/>
      </w:r>
      <w:r>
        <w:t>Potential Detection Options</w:t>
      </w:r>
      <w:r>
        <w:tab/>
      </w:r>
      <w:r>
        <w:fldChar w:fldCharType="begin"/>
      </w:r>
      <w:r>
        <w:instrText xml:space="preserve"> PAGEREF _Toc53068589 \h </w:instrText>
      </w:r>
      <w:r>
        <w:fldChar w:fldCharType="separate"/>
      </w:r>
      <w:r>
        <w:t>8</w:t>
      </w:r>
      <w:r>
        <w:fldChar w:fldCharType="end"/>
      </w:r>
    </w:p>
    <w:p w14:paraId="33E404F0" w14:textId="11DEF50F" w:rsidR="00B466E6" w:rsidRDefault="00B466E6">
      <w:pPr>
        <w:pStyle w:val="TOC2"/>
        <w:rPr>
          <w:rFonts w:eastAsiaTheme="minorEastAsia"/>
          <w:color w:val="auto"/>
          <w:lang w:eastAsia="en-GB"/>
        </w:rPr>
      </w:pPr>
      <w:r>
        <w:t>4.1</w:t>
      </w:r>
      <w:r>
        <w:rPr>
          <w:rFonts w:eastAsiaTheme="minorEastAsia"/>
          <w:color w:val="auto"/>
          <w:lang w:eastAsia="en-GB"/>
        </w:rPr>
        <w:tab/>
      </w:r>
      <w:r>
        <w:t>GNSS monitoring and integrity systems</w:t>
      </w:r>
      <w:r>
        <w:tab/>
      </w:r>
      <w:r>
        <w:fldChar w:fldCharType="begin"/>
      </w:r>
      <w:r>
        <w:instrText xml:space="preserve"> PAGEREF _Toc53068590 \h </w:instrText>
      </w:r>
      <w:r>
        <w:fldChar w:fldCharType="separate"/>
      </w:r>
      <w:r>
        <w:t>8</w:t>
      </w:r>
      <w:r>
        <w:fldChar w:fldCharType="end"/>
      </w:r>
    </w:p>
    <w:p w14:paraId="4D9E3BF6" w14:textId="02D04768" w:rsidR="00B466E6" w:rsidRDefault="00B466E6">
      <w:pPr>
        <w:pStyle w:val="TOC2"/>
        <w:rPr>
          <w:rFonts w:eastAsiaTheme="minorEastAsia"/>
          <w:color w:val="auto"/>
          <w:lang w:eastAsia="en-GB"/>
        </w:rPr>
      </w:pPr>
      <w:r>
        <w:t>4.2</w:t>
      </w:r>
      <w:r>
        <w:rPr>
          <w:rFonts w:eastAsiaTheme="minorEastAsia"/>
          <w:color w:val="auto"/>
          <w:lang w:eastAsia="en-GB"/>
        </w:rPr>
        <w:tab/>
      </w:r>
      <w:r>
        <w:t>Risk assessment</w:t>
      </w:r>
      <w:r>
        <w:tab/>
      </w:r>
      <w:r>
        <w:fldChar w:fldCharType="begin"/>
      </w:r>
      <w:r>
        <w:instrText xml:space="preserve"> PAGEREF _Toc53068591 \h </w:instrText>
      </w:r>
      <w:r>
        <w:fldChar w:fldCharType="separate"/>
      </w:r>
      <w:r>
        <w:t>9</w:t>
      </w:r>
      <w:r>
        <w:fldChar w:fldCharType="end"/>
      </w:r>
    </w:p>
    <w:p w14:paraId="4A6F1EDD" w14:textId="222EC6D5" w:rsidR="00B466E6" w:rsidRDefault="00B466E6">
      <w:pPr>
        <w:pStyle w:val="TOC2"/>
        <w:rPr>
          <w:rFonts w:eastAsiaTheme="minorEastAsia"/>
          <w:color w:val="auto"/>
          <w:lang w:eastAsia="en-GB"/>
        </w:rPr>
      </w:pPr>
      <w:r>
        <w:t>4.3</w:t>
      </w:r>
      <w:r>
        <w:rPr>
          <w:rFonts w:eastAsiaTheme="minorEastAsia"/>
          <w:color w:val="auto"/>
          <w:lang w:eastAsia="en-GB"/>
        </w:rPr>
        <w:tab/>
      </w:r>
      <w:r>
        <w:t>example risk assessment process</w:t>
      </w:r>
      <w:r>
        <w:tab/>
      </w:r>
      <w:r>
        <w:fldChar w:fldCharType="begin"/>
      </w:r>
      <w:r>
        <w:instrText xml:space="preserve"> PAGEREF _Toc53068592 \h </w:instrText>
      </w:r>
      <w:r>
        <w:fldChar w:fldCharType="separate"/>
      </w:r>
      <w:r>
        <w:t>9</w:t>
      </w:r>
      <w:r>
        <w:fldChar w:fldCharType="end"/>
      </w:r>
    </w:p>
    <w:p w14:paraId="23FFDD9A" w14:textId="4679CB07" w:rsidR="00B466E6" w:rsidRDefault="00B466E6">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Identification of primary assets</w:t>
      </w:r>
      <w:r>
        <w:rPr>
          <w:noProof/>
        </w:rPr>
        <w:tab/>
      </w:r>
      <w:r>
        <w:rPr>
          <w:noProof/>
        </w:rPr>
        <w:fldChar w:fldCharType="begin"/>
      </w:r>
      <w:r>
        <w:rPr>
          <w:noProof/>
        </w:rPr>
        <w:instrText xml:space="preserve"> PAGEREF _Toc53068593 \h </w:instrText>
      </w:r>
      <w:r>
        <w:rPr>
          <w:noProof/>
        </w:rPr>
      </w:r>
      <w:r>
        <w:rPr>
          <w:noProof/>
        </w:rPr>
        <w:fldChar w:fldCharType="separate"/>
      </w:r>
      <w:r>
        <w:rPr>
          <w:noProof/>
        </w:rPr>
        <w:t>9</w:t>
      </w:r>
      <w:r>
        <w:rPr>
          <w:noProof/>
        </w:rPr>
        <w:fldChar w:fldCharType="end"/>
      </w:r>
    </w:p>
    <w:p w14:paraId="29E52434" w14:textId="1008AF6C" w:rsidR="00B466E6" w:rsidRDefault="00B466E6">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Dependent systems</w:t>
      </w:r>
      <w:r>
        <w:rPr>
          <w:noProof/>
        </w:rPr>
        <w:tab/>
      </w:r>
      <w:r>
        <w:rPr>
          <w:noProof/>
        </w:rPr>
        <w:fldChar w:fldCharType="begin"/>
      </w:r>
      <w:r>
        <w:rPr>
          <w:noProof/>
        </w:rPr>
        <w:instrText xml:space="preserve"> PAGEREF _Toc53068594 \h </w:instrText>
      </w:r>
      <w:r>
        <w:rPr>
          <w:noProof/>
        </w:rPr>
      </w:r>
      <w:r>
        <w:rPr>
          <w:noProof/>
        </w:rPr>
        <w:fldChar w:fldCharType="separate"/>
      </w:r>
      <w:r>
        <w:rPr>
          <w:noProof/>
        </w:rPr>
        <w:t>9</w:t>
      </w:r>
      <w:r>
        <w:rPr>
          <w:noProof/>
        </w:rPr>
        <w:fldChar w:fldCharType="end"/>
      </w:r>
    </w:p>
    <w:p w14:paraId="56AAAEC3" w14:textId="42FA3AC8" w:rsidR="00B466E6" w:rsidRDefault="00B466E6">
      <w:pPr>
        <w:pStyle w:val="TOC3"/>
        <w:tabs>
          <w:tab w:val="left" w:pos="1134"/>
          <w:tab w:val="right" w:leader="dot" w:pos="10195"/>
        </w:tabs>
        <w:rPr>
          <w:rFonts w:eastAsiaTheme="minorEastAsia"/>
          <w:noProof/>
          <w:sz w:val="22"/>
          <w:lang w:eastAsia="en-GB"/>
        </w:rPr>
      </w:pPr>
      <w:r>
        <w:rPr>
          <w:noProof/>
        </w:rPr>
        <w:t>4.3.3</w:t>
      </w:r>
      <w:r>
        <w:rPr>
          <w:rFonts w:eastAsiaTheme="minorEastAsia"/>
          <w:noProof/>
          <w:sz w:val="22"/>
          <w:lang w:eastAsia="en-GB"/>
        </w:rPr>
        <w:tab/>
      </w:r>
      <w:r>
        <w:rPr>
          <w:noProof/>
        </w:rPr>
        <w:t>Classification of risk</w:t>
      </w:r>
      <w:r>
        <w:rPr>
          <w:noProof/>
        </w:rPr>
        <w:tab/>
      </w:r>
      <w:r>
        <w:rPr>
          <w:noProof/>
        </w:rPr>
        <w:fldChar w:fldCharType="begin"/>
      </w:r>
      <w:r>
        <w:rPr>
          <w:noProof/>
        </w:rPr>
        <w:instrText xml:space="preserve"> PAGEREF _Toc53068595 \h </w:instrText>
      </w:r>
      <w:r>
        <w:rPr>
          <w:noProof/>
        </w:rPr>
      </w:r>
      <w:r>
        <w:rPr>
          <w:noProof/>
        </w:rPr>
        <w:fldChar w:fldCharType="separate"/>
      </w:r>
      <w:r>
        <w:rPr>
          <w:noProof/>
        </w:rPr>
        <w:t>9</w:t>
      </w:r>
      <w:r>
        <w:rPr>
          <w:noProof/>
        </w:rPr>
        <w:fldChar w:fldCharType="end"/>
      </w:r>
    </w:p>
    <w:p w14:paraId="6CFF60CE" w14:textId="6B977E8B" w:rsidR="00B466E6" w:rsidRDefault="00B466E6">
      <w:pPr>
        <w:pStyle w:val="TOC3"/>
        <w:tabs>
          <w:tab w:val="left" w:pos="1134"/>
          <w:tab w:val="right" w:leader="dot" w:pos="10195"/>
        </w:tabs>
        <w:rPr>
          <w:rFonts w:eastAsiaTheme="minorEastAsia"/>
          <w:noProof/>
          <w:sz w:val="22"/>
          <w:lang w:eastAsia="en-GB"/>
        </w:rPr>
      </w:pPr>
      <w:r>
        <w:rPr>
          <w:noProof/>
        </w:rPr>
        <w:t>4.3.4</w:t>
      </w:r>
      <w:r>
        <w:rPr>
          <w:rFonts w:eastAsiaTheme="minorEastAsia"/>
          <w:noProof/>
          <w:sz w:val="22"/>
          <w:lang w:eastAsia="en-GB"/>
        </w:rPr>
        <w:tab/>
      </w:r>
      <w:r>
        <w:rPr>
          <w:noProof/>
        </w:rPr>
        <w:t>Area affected</w:t>
      </w:r>
      <w:r>
        <w:rPr>
          <w:noProof/>
        </w:rPr>
        <w:tab/>
      </w:r>
      <w:r>
        <w:rPr>
          <w:noProof/>
        </w:rPr>
        <w:fldChar w:fldCharType="begin"/>
      </w:r>
      <w:r>
        <w:rPr>
          <w:noProof/>
        </w:rPr>
        <w:instrText xml:space="preserve"> PAGEREF _Toc53068596 \h </w:instrText>
      </w:r>
      <w:r>
        <w:rPr>
          <w:noProof/>
        </w:rPr>
      </w:r>
      <w:r>
        <w:rPr>
          <w:noProof/>
        </w:rPr>
        <w:fldChar w:fldCharType="separate"/>
      </w:r>
      <w:r>
        <w:rPr>
          <w:noProof/>
        </w:rPr>
        <w:t>9</w:t>
      </w:r>
      <w:r>
        <w:rPr>
          <w:noProof/>
        </w:rPr>
        <w:fldChar w:fldCharType="end"/>
      </w:r>
    </w:p>
    <w:p w14:paraId="1C31A33E" w14:textId="305FDBC8" w:rsidR="00B466E6" w:rsidRDefault="00B466E6">
      <w:pPr>
        <w:pStyle w:val="TOC3"/>
        <w:tabs>
          <w:tab w:val="left" w:pos="1134"/>
          <w:tab w:val="right" w:leader="dot" w:pos="10195"/>
        </w:tabs>
        <w:rPr>
          <w:rFonts w:eastAsiaTheme="minorEastAsia"/>
          <w:noProof/>
          <w:sz w:val="22"/>
          <w:lang w:eastAsia="en-GB"/>
        </w:rPr>
      </w:pPr>
      <w:r>
        <w:rPr>
          <w:noProof/>
        </w:rPr>
        <w:t>4.3.5</w:t>
      </w:r>
      <w:r>
        <w:rPr>
          <w:rFonts w:eastAsiaTheme="minorEastAsia"/>
          <w:noProof/>
          <w:sz w:val="22"/>
          <w:lang w:eastAsia="en-GB"/>
        </w:rPr>
        <w:tab/>
      </w:r>
      <w:r>
        <w:rPr>
          <w:noProof/>
        </w:rPr>
        <w:t>Duration of event</w:t>
      </w:r>
      <w:r>
        <w:rPr>
          <w:noProof/>
        </w:rPr>
        <w:tab/>
      </w:r>
      <w:r>
        <w:rPr>
          <w:noProof/>
        </w:rPr>
        <w:fldChar w:fldCharType="begin"/>
      </w:r>
      <w:r>
        <w:rPr>
          <w:noProof/>
        </w:rPr>
        <w:instrText xml:space="preserve"> PAGEREF _Toc53068597 \h </w:instrText>
      </w:r>
      <w:r>
        <w:rPr>
          <w:noProof/>
        </w:rPr>
      </w:r>
      <w:r>
        <w:rPr>
          <w:noProof/>
        </w:rPr>
        <w:fldChar w:fldCharType="separate"/>
      </w:r>
      <w:r>
        <w:rPr>
          <w:noProof/>
        </w:rPr>
        <w:t>9</w:t>
      </w:r>
      <w:r>
        <w:rPr>
          <w:noProof/>
        </w:rPr>
        <w:fldChar w:fldCharType="end"/>
      </w:r>
    </w:p>
    <w:p w14:paraId="37504449" w14:textId="2D6DA70F" w:rsidR="00B466E6" w:rsidRDefault="00B466E6">
      <w:pPr>
        <w:pStyle w:val="TOC3"/>
        <w:tabs>
          <w:tab w:val="left" w:pos="1134"/>
          <w:tab w:val="right" w:leader="dot" w:pos="10195"/>
        </w:tabs>
        <w:rPr>
          <w:rFonts w:eastAsiaTheme="minorEastAsia"/>
          <w:noProof/>
          <w:sz w:val="22"/>
          <w:lang w:eastAsia="en-GB"/>
        </w:rPr>
      </w:pPr>
      <w:r>
        <w:rPr>
          <w:noProof/>
        </w:rPr>
        <w:t>4.3.6</w:t>
      </w:r>
      <w:r>
        <w:rPr>
          <w:rFonts w:eastAsiaTheme="minorEastAsia"/>
          <w:noProof/>
          <w:sz w:val="22"/>
          <w:lang w:eastAsia="en-GB"/>
        </w:rPr>
        <w:tab/>
      </w:r>
      <w:r>
        <w:rPr>
          <w:noProof/>
        </w:rPr>
        <w:t>Probability of event</w:t>
      </w:r>
      <w:r>
        <w:rPr>
          <w:noProof/>
        </w:rPr>
        <w:tab/>
      </w:r>
      <w:r>
        <w:rPr>
          <w:noProof/>
        </w:rPr>
        <w:fldChar w:fldCharType="begin"/>
      </w:r>
      <w:r>
        <w:rPr>
          <w:noProof/>
        </w:rPr>
        <w:instrText xml:space="preserve"> PAGEREF _Toc53068598 \h </w:instrText>
      </w:r>
      <w:r>
        <w:rPr>
          <w:noProof/>
        </w:rPr>
      </w:r>
      <w:r>
        <w:rPr>
          <w:noProof/>
        </w:rPr>
        <w:fldChar w:fldCharType="separate"/>
      </w:r>
      <w:r>
        <w:rPr>
          <w:noProof/>
        </w:rPr>
        <w:t>10</w:t>
      </w:r>
      <w:r>
        <w:rPr>
          <w:noProof/>
        </w:rPr>
        <w:fldChar w:fldCharType="end"/>
      </w:r>
    </w:p>
    <w:p w14:paraId="1D58784B" w14:textId="0E128E2A" w:rsidR="00B466E6" w:rsidRDefault="00B466E6">
      <w:pPr>
        <w:pStyle w:val="TOC3"/>
        <w:tabs>
          <w:tab w:val="left" w:pos="1134"/>
          <w:tab w:val="right" w:leader="dot" w:pos="10195"/>
        </w:tabs>
        <w:rPr>
          <w:rFonts w:eastAsiaTheme="minorEastAsia"/>
          <w:noProof/>
          <w:sz w:val="22"/>
          <w:lang w:eastAsia="en-GB"/>
        </w:rPr>
      </w:pPr>
      <w:r>
        <w:rPr>
          <w:noProof/>
        </w:rPr>
        <w:t>4.3.7</w:t>
      </w:r>
      <w:r>
        <w:rPr>
          <w:rFonts w:eastAsiaTheme="minorEastAsia"/>
          <w:noProof/>
          <w:sz w:val="22"/>
          <w:lang w:eastAsia="en-GB"/>
        </w:rPr>
        <w:tab/>
      </w:r>
      <w:r>
        <w:rPr>
          <w:noProof/>
        </w:rPr>
        <w:t>Impact of event</w:t>
      </w:r>
      <w:r>
        <w:rPr>
          <w:noProof/>
        </w:rPr>
        <w:tab/>
      </w:r>
      <w:r>
        <w:rPr>
          <w:noProof/>
        </w:rPr>
        <w:fldChar w:fldCharType="begin"/>
      </w:r>
      <w:r>
        <w:rPr>
          <w:noProof/>
        </w:rPr>
        <w:instrText xml:space="preserve"> PAGEREF _Toc53068599 \h </w:instrText>
      </w:r>
      <w:r>
        <w:rPr>
          <w:noProof/>
        </w:rPr>
      </w:r>
      <w:r>
        <w:rPr>
          <w:noProof/>
        </w:rPr>
        <w:fldChar w:fldCharType="separate"/>
      </w:r>
      <w:r>
        <w:rPr>
          <w:noProof/>
        </w:rPr>
        <w:t>10</w:t>
      </w:r>
      <w:r>
        <w:rPr>
          <w:noProof/>
        </w:rPr>
        <w:fldChar w:fldCharType="end"/>
      </w:r>
    </w:p>
    <w:p w14:paraId="660B8B91" w14:textId="040C1173" w:rsidR="00B466E6" w:rsidRDefault="00B466E6">
      <w:pPr>
        <w:pStyle w:val="TOC3"/>
        <w:tabs>
          <w:tab w:val="left" w:pos="1134"/>
          <w:tab w:val="right" w:leader="dot" w:pos="10195"/>
        </w:tabs>
        <w:rPr>
          <w:rFonts w:eastAsiaTheme="minorEastAsia"/>
          <w:noProof/>
          <w:sz w:val="22"/>
          <w:lang w:eastAsia="en-GB"/>
        </w:rPr>
      </w:pPr>
      <w:r>
        <w:rPr>
          <w:noProof/>
        </w:rPr>
        <w:t>4.3.8</w:t>
      </w:r>
      <w:r>
        <w:rPr>
          <w:rFonts w:eastAsiaTheme="minorEastAsia"/>
          <w:noProof/>
          <w:sz w:val="22"/>
          <w:lang w:eastAsia="en-GB"/>
        </w:rPr>
        <w:tab/>
      </w:r>
      <w:r>
        <w:rPr>
          <w:noProof/>
        </w:rPr>
        <w:t>Severity of event (based on probability and impact)</w:t>
      </w:r>
      <w:r>
        <w:rPr>
          <w:noProof/>
        </w:rPr>
        <w:tab/>
      </w:r>
      <w:r>
        <w:rPr>
          <w:noProof/>
        </w:rPr>
        <w:fldChar w:fldCharType="begin"/>
      </w:r>
      <w:r>
        <w:rPr>
          <w:noProof/>
        </w:rPr>
        <w:instrText xml:space="preserve"> PAGEREF _Toc53068600 \h </w:instrText>
      </w:r>
      <w:r>
        <w:rPr>
          <w:noProof/>
        </w:rPr>
      </w:r>
      <w:r>
        <w:rPr>
          <w:noProof/>
        </w:rPr>
        <w:fldChar w:fldCharType="separate"/>
      </w:r>
      <w:r>
        <w:rPr>
          <w:noProof/>
        </w:rPr>
        <w:t>10</w:t>
      </w:r>
      <w:r>
        <w:rPr>
          <w:noProof/>
        </w:rPr>
        <w:fldChar w:fldCharType="end"/>
      </w:r>
    </w:p>
    <w:p w14:paraId="63F62DF6" w14:textId="1A63FA0B" w:rsidR="00B466E6" w:rsidRDefault="00B466E6">
      <w:pPr>
        <w:pStyle w:val="TOC2"/>
        <w:rPr>
          <w:rFonts w:eastAsiaTheme="minorEastAsia"/>
          <w:color w:val="auto"/>
          <w:lang w:eastAsia="en-GB"/>
        </w:rPr>
      </w:pPr>
      <w:r>
        <w:t>4.4</w:t>
      </w:r>
      <w:r>
        <w:rPr>
          <w:rFonts w:eastAsiaTheme="minorEastAsia"/>
          <w:color w:val="auto"/>
          <w:lang w:eastAsia="en-GB"/>
        </w:rPr>
        <w:tab/>
      </w:r>
      <w:r>
        <w:t>Alerting</w:t>
      </w:r>
      <w:r>
        <w:tab/>
      </w:r>
      <w:r>
        <w:fldChar w:fldCharType="begin"/>
      </w:r>
      <w:r>
        <w:instrText xml:space="preserve"> PAGEREF _Toc53068601 \h </w:instrText>
      </w:r>
      <w:r>
        <w:fldChar w:fldCharType="separate"/>
      </w:r>
      <w:r>
        <w:t>10</w:t>
      </w:r>
      <w:r>
        <w:fldChar w:fldCharType="end"/>
      </w:r>
    </w:p>
    <w:p w14:paraId="764E32F8" w14:textId="11456476" w:rsidR="00B466E6" w:rsidRDefault="00B466E6">
      <w:pPr>
        <w:pStyle w:val="TOC2"/>
        <w:rPr>
          <w:rFonts w:eastAsiaTheme="minorEastAsia"/>
          <w:color w:val="auto"/>
          <w:lang w:eastAsia="en-GB"/>
        </w:rPr>
      </w:pPr>
      <w:r>
        <w:t>4.5</w:t>
      </w:r>
      <w:r>
        <w:rPr>
          <w:rFonts w:eastAsiaTheme="minorEastAsia"/>
          <w:color w:val="auto"/>
          <w:lang w:eastAsia="en-GB"/>
        </w:rPr>
        <w:tab/>
      </w:r>
      <w:r>
        <w:t>Potential Alerting options</w:t>
      </w:r>
      <w:r>
        <w:tab/>
      </w:r>
      <w:r>
        <w:fldChar w:fldCharType="begin"/>
      </w:r>
      <w:r>
        <w:instrText xml:space="preserve"> PAGEREF _Toc53068602 \h </w:instrText>
      </w:r>
      <w:r>
        <w:fldChar w:fldCharType="separate"/>
      </w:r>
      <w:r>
        <w:t>10</w:t>
      </w:r>
      <w:r>
        <w:fldChar w:fldCharType="end"/>
      </w:r>
    </w:p>
    <w:p w14:paraId="310656EB" w14:textId="5AAC75CE" w:rsidR="00B466E6" w:rsidRDefault="00B466E6">
      <w:pPr>
        <w:pStyle w:val="TOC1"/>
        <w:rPr>
          <w:rFonts w:eastAsiaTheme="minorEastAsia"/>
          <w:b w:val="0"/>
          <w:color w:val="auto"/>
          <w:lang w:eastAsia="en-GB"/>
        </w:rPr>
      </w:pPr>
      <w:r>
        <w:t>5</w:t>
      </w:r>
      <w:r>
        <w:rPr>
          <w:rFonts w:eastAsiaTheme="minorEastAsia"/>
          <w:b w:val="0"/>
          <w:color w:val="auto"/>
          <w:lang w:eastAsia="en-GB"/>
        </w:rPr>
        <w:tab/>
      </w:r>
      <w:r>
        <w:t>Mitigation</w:t>
      </w:r>
      <w:r>
        <w:tab/>
      </w:r>
      <w:r>
        <w:fldChar w:fldCharType="begin"/>
      </w:r>
      <w:r>
        <w:instrText xml:space="preserve"> PAGEREF _Toc53068603 \h </w:instrText>
      </w:r>
      <w:r>
        <w:fldChar w:fldCharType="separate"/>
      </w:r>
      <w:r>
        <w:t>10</w:t>
      </w:r>
      <w:r>
        <w:fldChar w:fldCharType="end"/>
      </w:r>
    </w:p>
    <w:p w14:paraId="5B4154E7" w14:textId="0998DEE6" w:rsidR="00B466E6" w:rsidRDefault="00B466E6">
      <w:pPr>
        <w:pStyle w:val="TOC2"/>
        <w:rPr>
          <w:rFonts w:eastAsiaTheme="minorEastAsia"/>
          <w:color w:val="auto"/>
          <w:lang w:eastAsia="en-GB"/>
        </w:rPr>
      </w:pPr>
      <w:r>
        <w:t>5.1</w:t>
      </w:r>
      <w:r>
        <w:rPr>
          <w:rFonts w:eastAsiaTheme="minorEastAsia"/>
          <w:color w:val="auto"/>
          <w:lang w:eastAsia="en-GB"/>
        </w:rPr>
        <w:tab/>
      </w:r>
      <w:r>
        <w:t>fail safe design</w:t>
      </w:r>
      <w:r>
        <w:tab/>
      </w:r>
      <w:r>
        <w:fldChar w:fldCharType="begin"/>
      </w:r>
      <w:r>
        <w:instrText xml:space="preserve"> PAGEREF _Toc53068604 \h </w:instrText>
      </w:r>
      <w:r>
        <w:fldChar w:fldCharType="separate"/>
      </w:r>
      <w:r>
        <w:t>11</w:t>
      </w:r>
      <w:r>
        <w:fldChar w:fldCharType="end"/>
      </w:r>
    </w:p>
    <w:p w14:paraId="74631275" w14:textId="5551E7F6" w:rsidR="00B466E6" w:rsidRDefault="00B466E6">
      <w:pPr>
        <w:pStyle w:val="TOC2"/>
        <w:rPr>
          <w:rFonts w:eastAsiaTheme="minorEastAsia"/>
          <w:color w:val="auto"/>
          <w:lang w:eastAsia="en-GB"/>
        </w:rPr>
      </w:pPr>
      <w:r>
        <w:t>5.2</w:t>
      </w:r>
      <w:r>
        <w:rPr>
          <w:rFonts w:eastAsiaTheme="minorEastAsia"/>
          <w:color w:val="auto"/>
          <w:lang w:eastAsia="en-GB"/>
        </w:rPr>
        <w:tab/>
      </w:r>
      <w:r>
        <w:t>use of multiple PNT options</w:t>
      </w:r>
      <w:r>
        <w:tab/>
      </w:r>
      <w:r>
        <w:fldChar w:fldCharType="begin"/>
      </w:r>
      <w:r>
        <w:instrText xml:space="preserve"> PAGEREF _Toc53068605 \h </w:instrText>
      </w:r>
      <w:r>
        <w:fldChar w:fldCharType="separate"/>
      </w:r>
      <w:r>
        <w:t>11</w:t>
      </w:r>
      <w:r>
        <w:fldChar w:fldCharType="end"/>
      </w:r>
    </w:p>
    <w:p w14:paraId="17C80BF7" w14:textId="63F1EBBA" w:rsidR="00B466E6" w:rsidRDefault="00B466E6">
      <w:pPr>
        <w:pStyle w:val="TOC2"/>
        <w:rPr>
          <w:rFonts w:eastAsiaTheme="minorEastAsia"/>
          <w:color w:val="auto"/>
          <w:lang w:eastAsia="en-GB"/>
        </w:rPr>
      </w:pPr>
      <w:r>
        <w:t>5.3</w:t>
      </w:r>
      <w:r>
        <w:rPr>
          <w:rFonts w:eastAsiaTheme="minorEastAsia"/>
          <w:color w:val="auto"/>
          <w:lang w:eastAsia="en-GB"/>
        </w:rPr>
        <w:tab/>
      </w:r>
      <w:r>
        <w:t>updates to receivers and antennas</w:t>
      </w:r>
      <w:r>
        <w:tab/>
      </w:r>
      <w:r>
        <w:fldChar w:fldCharType="begin"/>
      </w:r>
      <w:r>
        <w:instrText xml:space="preserve"> PAGEREF _Toc53068606 \h </w:instrText>
      </w:r>
      <w:r>
        <w:fldChar w:fldCharType="separate"/>
      </w:r>
      <w:r>
        <w:t>11</w:t>
      </w:r>
      <w:r>
        <w:fldChar w:fldCharType="end"/>
      </w:r>
    </w:p>
    <w:p w14:paraId="707FC723" w14:textId="6D2FBFBE" w:rsidR="00B466E6" w:rsidRDefault="00B466E6">
      <w:pPr>
        <w:pStyle w:val="TOC1"/>
        <w:rPr>
          <w:rFonts w:eastAsiaTheme="minorEastAsia"/>
          <w:b w:val="0"/>
          <w:color w:val="auto"/>
          <w:lang w:eastAsia="en-GB"/>
        </w:rPr>
      </w:pPr>
      <w:r>
        <w:t>6</w:t>
      </w:r>
      <w:r>
        <w:rPr>
          <w:rFonts w:eastAsiaTheme="minorEastAsia"/>
          <w:b w:val="0"/>
          <w:color w:val="auto"/>
          <w:lang w:eastAsia="en-GB"/>
        </w:rPr>
        <w:tab/>
      </w:r>
      <w:r>
        <w:t>Potential Mitigation options</w:t>
      </w:r>
      <w:r>
        <w:tab/>
      </w:r>
      <w:r>
        <w:fldChar w:fldCharType="begin"/>
      </w:r>
      <w:r>
        <w:instrText xml:space="preserve"> PAGEREF _Toc53068607 \h </w:instrText>
      </w:r>
      <w:r>
        <w:fldChar w:fldCharType="separate"/>
      </w:r>
      <w:r>
        <w:t>11</w:t>
      </w:r>
      <w:r>
        <w:fldChar w:fldCharType="end"/>
      </w:r>
    </w:p>
    <w:p w14:paraId="710783B2" w14:textId="3A3B0C59" w:rsidR="00B466E6" w:rsidRDefault="00B466E6">
      <w:pPr>
        <w:pStyle w:val="TOC2"/>
        <w:rPr>
          <w:rFonts w:eastAsiaTheme="minorEastAsia"/>
          <w:color w:val="auto"/>
          <w:lang w:eastAsia="en-GB"/>
        </w:rPr>
      </w:pPr>
      <w:r>
        <w:t>6.1</w:t>
      </w:r>
      <w:r>
        <w:rPr>
          <w:rFonts w:eastAsiaTheme="minorEastAsia"/>
          <w:color w:val="auto"/>
          <w:lang w:eastAsia="en-GB"/>
        </w:rPr>
        <w:tab/>
      </w:r>
      <w:r>
        <w:t>Platform based sensors</w:t>
      </w:r>
      <w:r>
        <w:tab/>
      </w:r>
      <w:r>
        <w:fldChar w:fldCharType="begin"/>
      </w:r>
      <w:r>
        <w:instrText xml:space="preserve"> PAGEREF _Toc53068608 \h </w:instrText>
      </w:r>
      <w:r>
        <w:fldChar w:fldCharType="separate"/>
      </w:r>
      <w:r>
        <w:t>11</w:t>
      </w:r>
      <w:r>
        <w:fldChar w:fldCharType="end"/>
      </w:r>
    </w:p>
    <w:p w14:paraId="485438C7" w14:textId="7C0FAEB3" w:rsidR="00B466E6" w:rsidRDefault="00B466E6">
      <w:pPr>
        <w:pStyle w:val="TOC2"/>
        <w:rPr>
          <w:rFonts w:eastAsiaTheme="minorEastAsia"/>
          <w:color w:val="auto"/>
          <w:lang w:eastAsia="en-GB"/>
        </w:rPr>
      </w:pPr>
      <w:r>
        <w:t>6.2</w:t>
      </w:r>
      <w:r>
        <w:rPr>
          <w:rFonts w:eastAsiaTheme="minorEastAsia"/>
          <w:color w:val="auto"/>
          <w:lang w:eastAsia="en-GB"/>
        </w:rPr>
        <w:tab/>
      </w:r>
      <w:r>
        <w:t>GNSS</w:t>
      </w:r>
      <w:r>
        <w:tab/>
      </w:r>
      <w:r>
        <w:fldChar w:fldCharType="begin"/>
      </w:r>
      <w:r>
        <w:instrText xml:space="preserve"> PAGEREF _Toc53068609 \h </w:instrText>
      </w:r>
      <w:r>
        <w:fldChar w:fldCharType="separate"/>
      </w:r>
      <w:r>
        <w:t>11</w:t>
      </w:r>
      <w:r>
        <w:fldChar w:fldCharType="end"/>
      </w:r>
    </w:p>
    <w:p w14:paraId="62130089" w14:textId="0370F24B" w:rsidR="00B466E6" w:rsidRDefault="00B466E6">
      <w:pPr>
        <w:pStyle w:val="TOC2"/>
        <w:rPr>
          <w:rFonts w:eastAsiaTheme="minorEastAsia"/>
          <w:color w:val="auto"/>
          <w:lang w:eastAsia="en-GB"/>
        </w:rPr>
      </w:pPr>
      <w:r>
        <w:t>6.3</w:t>
      </w:r>
      <w:r>
        <w:rPr>
          <w:rFonts w:eastAsiaTheme="minorEastAsia"/>
          <w:color w:val="auto"/>
          <w:lang w:eastAsia="en-GB"/>
        </w:rPr>
        <w:tab/>
      </w:r>
      <w:r>
        <w:t>Augmentation</w:t>
      </w:r>
      <w:r>
        <w:tab/>
      </w:r>
      <w:r>
        <w:fldChar w:fldCharType="begin"/>
      </w:r>
      <w:r>
        <w:instrText xml:space="preserve"> PAGEREF _Toc53068610 \h </w:instrText>
      </w:r>
      <w:r>
        <w:fldChar w:fldCharType="separate"/>
      </w:r>
      <w:r>
        <w:t>11</w:t>
      </w:r>
      <w:r>
        <w:fldChar w:fldCharType="end"/>
      </w:r>
    </w:p>
    <w:p w14:paraId="0E08643C" w14:textId="79004B1D" w:rsidR="00B466E6" w:rsidRDefault="00B466E6">
      <w:pPr>
        <w:pStyle w:val="TOC2"/>
        <w:rPr>
          <w:rFonts w:eastAsiaTheme="minorEastAsia"/>
          <w:color w:val="auto"/>
          <w:lang w:eastAsia="en-GB"/>
        </w:rPr>
      </w:pPr>
      <w:r>
        <w:t>6.4</w:t>
      </w:r>
      <w:r>
        <w:rPr>
          <w:rFonts w:eastAsiaTheme="minorEastAsia"/>
          <w:color w:val="auto"/>
          <w:lang w:eastAsia="en-GB"/>
        </w:rPr>
        <w:tab/>
      </w:r>
      <w:r>
        <w:t>Terrestrial systems</w:t>
      </w:r>
      <w:r>
        <w:tab/>
      </w:r>
      <w:r>
        <w:fldChar w:fldCharType="begin"/>
      </w:r>
      <w:r>
        <w:instrText xml:space="preserve"> PAGEREF _Toc53068611 \h </w:instrText>
      </w:r>
      <w:r>
        <w:fldChar w:fldCharType="separate"/>
      </w:r>
      <w:r>
        <w:t>11</w:t>
      </w:r>
      <w:r>
        <w:fldChar w:fldCharType="end"/>
      </w:r>
    </w:p>
    <w:p w14:paraId="72FA0AD1" w14:textId="068F7A1E" w:rsidR="00B466E6" w:rsidRDefault="00B466E6">
      <w:pPr>
        <w:pStyle w:val="TOC2"/>
        <w:rPr>
          <w:rFonts w:eastAsiaTheme="minorEastAsia"/>
          <w:color w:val="auto"/>
          <w:lang w:eastAsia="en-GB"/>
        </w:rPr>
      </w:pPr>
      <w:r>
        <w:lastRenderedPageBreak/>
        <w:t>6.5</w:t>
      </w:r>
      <w:r>
        <w:rPr>
          <w:rFonts w:eastAsiaTheme="minorEastAsia"/>
          <w:color w:val="auto"/>
          <w:lang w:eastAsia="en-GB"/>
        </w:rPr>
        <w:tab/>
      </w:r>
      <w:r>
        <w:t>vISUAL aTOnS</w:t>
      </w:r>
      <w:r>
        <w:tab/>
      </w:r>
      <w:r>
        <w:fldChar w:fldCharType="begin"/>
      </w:r>
      <w:r>
        <w:instrText xml:space="preserve"> PAGEREF _Toc53068612 \h </w:instrText>
      </w:r>
      <w:r>
        <w:fldChar w:fldCharType="separate"/>
      </w:r>
      <w:r>
        <w:t>11</w:t>
      </w:r>
      <w:r>
        <w:fldChar w:fldCharType="end"/>
      </w:r>
    </w:p>
    <w:p w14:paraId="7D7DD687" w14:textId="59349FC6" w:rsidR="00B466E6" w:rsidRDefault="00B466E6">
      <w:pPr>
        <w:pStyle w:val="TOC2"/>
        <w:rPr>
          <w:rFonts w:eastAsiaTheme="minorEastAsia"/>
          <w:color w:val="auto"/>
          <w:lang w:eastAsia="en-GB"/>
        </w:rPr>
      </w:pPr>
      <w:r>
        <w:t>6.6</w:t>
      </w:r>
      <w:r>
        <w:rPr>
          <w:rFonts w:eastAsiaTheme="minorEastAsia"/>
          <w:color w:val="auto"/>
          <w:lang w:eastAsia="en-GB"/>
        </w:rPr>
        <w:tab/>
      </w:r>
      <w:r>
        <w:t>External support</w:t>
      </w:r>
      <w:r>
        <w:tab/>
      </w:r>
      <w:r>
        <w:fldChar w:fldCharType="begin"/>
      </w:r>
      <w:r>
        <w:instrText xml:space="preserve"> PAGEREF _Toc53068613 \h </w:instrText>
      </w:r>
      <w:r>
        <w:fldChar w:fldCharType="separate"/>
      </w:r>
      <w:r>
        <w:t>11</w:t>
      </w:r>
      <w:r>
        <w:fldChar w:fldCharType="end"/>
      </w:r>
    </w:p>
    <w:p w14:paraId="5F9BFABE" w14:textId="1AEFE52B" w:rsidR="00B466E6" w:rsidRDefault="00B466E6">
      <w:pPr>
        <w:pStyle w:val="TOC2"/>
        <w:rPr>
          <w:rFonts w:eastAsiaTheme="minorEastAsia"/>
          <w:color w:val="auto"/>
          <w:lang w:eastAsia="en-GB"/>
        </w:rPr>
      </w:pPr>
      <w:r>
        <w:t>6.7</w:t>
      </w:r>
      <w:r>
        <w:rPr>
          <w:rFonts w:eastAsiaTheme="minorEastAsia"/>
          <w:color w:val="auto"/>
          <w:lang w:eastAsia="en-GB"/>
        </w:rPr>
        <w:tab/>
      </w:r>
      <w:r>
        <w:t>cyber security</w:t>
      </w:r>
      <w:r>
        <w:tab/>
      </w:r>
      <w:r>
        <w:fldChar w:fldCharType="begin"/>
      </w:r>
      <w:r>
        <w:instrText xml:space="preserve"> PAGEREF _Toc53068614 \h </w:instrText>
      </w:r>
      <w:r>
        <w:fldChar w:fldCharType="separate"/>
      </w:r>
      <w:r>
        <w:t>11</w:t>
      </w:r>
      <w:r>
        <w:fldChar w:fldCharType="end"/>
      </w:r>
    </w:p>
    <w:p w14:paraId="7DEF350B" w14:textId="38B38D83" w:rsidR="00B466E6" w:rsidRDefault="00B466E6">
      <w:pPr>
        <w:pStyle w:val="TOC2"/>
        <w:rPr>
          <w:rFonts w:eastAsiaTheme="minorEastAsia"/>
          <w:color w:val="auto"/>
          <w:lang w:eastAsia="en-GB"/>
        </w:rPr>
      </w:pPr>
      <w:r>
        <w:t>6.8</w:t>
      </w:r>
      <w:r>
        <w:rPr>
          <w:rFonts w:eastAsiaTheme="minorEastAsia"/>
          <w:color w:val="auto"/>
          <w:lang w:eastAsia="en-GB"/>
        </w:rPr>
        <w:tab/>
      </w:r>
      <w:r>
        <w:t>Integrity</w:t>
      </w:r>
      <w:r>
        <w:tab/>
      </w:r>
      <w:r>
        <w:fldChar w:fldCharType="begin"/>
      </w:r>
      <w:r>
        <w:instrText xml:space="preserve"> PAGEREF _Toc53068615 \h </w:instrText>
      </w:r>
      <w:r>
        <w:fldChar w:fldCharType="separate"/>
      </w:r>
      <w:r>
        <w:t>12</w:t>
      </w:r>
      <w:r>
        <w:fldChar w:fldCharType="end"/>
      </w:r>
    </w:p>
    <w:p w14:paraId="5CD2E805" w14:textId="79BFE52D" w:rsidR="00B466E6" w:rsidRDefault="00B466E6">
      <w:pPr>
        <w:pStyle w:val="TOC1"/>
        <w:rPr>
          <w:rFonts w:eastAsiaTheme="minorEastAsia"/>
          <w:b w:val="0"/>
          <w:color w:val="auto"/>
          <w:lang w:eastAsia="en-GB"/>
        </w:rPr>
      </w:pPr>
      <w:r>
        <w:t>7</w:t>
      </w:r>
      <w:r>
        <w:rPr>
          <w:rFonts w:eastAsiaTheme="minorEastAsia"/>
          <w:b w:val="0"/>
          <w:color w:val="auto"/>
          <w:lang w:eastAsia="en-GB"/>
        </w:rPr>
        <w:tab/>
      </w:r>
      <w:r>
        <w:t>Implementation</w:t>
      </w:r>
      <w:r>
        <w:tab/>
      </w:r>
      <w:r>
        <w:fldChar w:fldCharType="begin"/>
      </w:r>
      <w:r>
        <w:instrText xml:space="preserve"> PAGEREF _Toc53068616 \h </w:instrText>
      </w:r>
      <w:r>
        <w:fldChar w:fldCharType="separate"/>
      </w:r>
      <w:r>
        <w:t>12</w:t>
      </w:r>
      <w:r>
        <w:fldChar w:fldCharType="end"/>
      </w:r>
    </w:p>
    <w:p w14:paraId="221BFFEE" w14:textId="3255F62D" w:rsidR="00B466E6" w:rsidRDefault="00B466E6">
      <w:pPr>
        <w:pStyle w:val="TOC2"/>
        <w:rPr>
          <w:rFonts w:eastAsiaTheme="minorEastAsia"/>
          <w:color w:val="auto"/>
          <w:lang w:eastAsia="en-GB"/>
        </w:rPr>
      </w:pPr>
      <w:r>
        <w:t>7.1</w:t>
      </w:r>
      <w:r>
        <w:rPr>
          <w:rFonts w:eastAsiaTheme="minorEastAsia"/>
          <w:color w:val="auto"/>
          <w:lang w:eastAsia="en-GB"/>
        </w:rPr>
        <w:tab/>
      </w:r>
      <w:r>
        <w:t>User receiver</w:t>
      </w:r>
      <w:r>
        <w:tab/>
      </w:r>
      <w:r>
        <w:fldChar w:fldCharType="begin"/>
      </w:r>
      <w:r>
        <w:instrText xml:space="preserve"> PAGEREF _Toc53068617 \h </w:instrText>
      </w:r>
      <w:r>
        <w:fldChar w:fldCharType="separate"/>
      </w:r>
      <w:r>
        <w:t>12</w:t>
      </w:r>
      <w:r>
        <w:fldChar w:fldCharType="end"/>
      </w:r>
    </w:p>
    <w:p w14:paraId="27360775" w14:textId="3E06C144" w:rsidR="00B466E6" w:rsidRDefault="00B466E6">
      <w:pPr>
        <w:pStyle w:val="TOC2"/>
        <w:rPr>
          <w:rFonts w:eastAsiaTheme="minorEastAsia"/>
          <w:color w:val="auto"/>
          <w:lang w:eastAsia="en-GB"/>
        </w:rPr>
      </w:pPr>
      <w:r>
        <w:t>7.2</w:t>
      </w:r>
      <w:r>
        <w:rPr>
          <w:rFonts w:eastAsiaTheme="minorEastAsia"/>
          <w:color w:val="auto"/>
          <w:lang w:eastAsia="en-GB"/>
        </w:rPr>
        <w:tab/>
      </w:r>
      <w:r>
        <w:t>MSR &amp;PNT Data Processor</w:t>
      </w:r>
      <w:r>
        <w:tab/>
      </w:r>
      <w:r>
        <w:fldChar w:fldCharType="begin"/>
      </w:r>
      <w:r>
        <w:instrText xml:space="preserve"> PAGEREF _Toc53068618 \h </w:instrText>
      </w:r>
      <w:r>
        <w:fldChar w:fldCharType="separate"/>
      </w:r>
      <w:r>
        <w:t>12</w:t>
      </w:r>
      <w:r>
        <w:fldChar w:fldCharType="end"/>
      </w:r>
    </w:p>
    <w:p w14:paraId="5EC8DD9B" w14:textId="4E19E7B7" w:rsidR="00B466E6" w:rsidRDefault="00B466E6">
      <w:pPr>
        <w:pStyle w:val="TOC2"/>
        <w:rPr>
          <w:rFonts w:eastAsiaTheme="minorEastAsia"/>
          <w:color w:val="auto"/>
          <w:lang w:eastAsia="en-GB"/>
        </w:rPr>
      </w:pPr>
      <w:r>
        <w:t>7.3</w:t>
      </w:r>
      <w:r>
        <w:rPr>
          <w:rFonts w:eastAsiaTheme="minorEastAsia"/>
          <w:color w:val="auto"/>
          <w:lang w:eastAsia="en-GB"/>
        </w:rPr>
        <w:tab/>
      </w:r>
      <w:r>
        <w:t>Plausibility checks</w:t>
      </w:r>
      <w:r>
        <w:tab/>
      </w:r>
      <w:r>
        <w:fldChar w:fldCharType="begin"/>
      </w:r>
      <w:r>
        <w:instrText xml:space="preserve"> PAGEREF _Toc53068619 \h </w:instrText>
      </w:r>
      <w:r>
        <w:fldChar w:fldCharType="separate"/>
      </w:r>
      <w:r>
        <w:t>12</w:t>
      </w:r>
      <w:r>
        <w:fldChar w:fldCharType="end"/>
      </w:r>
    </w:p>
    <w:p w14:paraId="5AEA75CC" w14:textId="13C521BA" w:rsidR="00B466E6" w:rsidRDefault="00B466E6">
      <w:pPr>
        <w:pStyle w:val="TOC2"/>
        <w:rPr>
          <w:rFonts w:eastAsiaTheme="minorEastAsia"/>
          <w:color w:val="auto"/>
          <w:lang w:eastAsia="en-GB"/>
        </w:rPr>
      </w:pPr>
      <w:r>
        <w:t>7.4</w:t>
      </w:r>
      <w:r>
        <w:rPr>
          <w:rFonts w:eastAsiaTheme="minorEastAsia"/>
          <w:color w:val="auto"/>
          <w:lang w:eastAsia="en-GB"/>
        </w:rPr>
        <w:tab/>
      </w:r>
      <w:r>
        <w:t>timing</w:t>
      </w:r>
      <w:r>
        <w:tab/>
      </w:r>
      <w:r>
        <w:fldChar w:fldCharType="begin"/>
      </w:r>
      <w:r>
        <w:instrText xml:space="preserve"> PAGEREF _Toc53068620 \h </w:instrText>
      </w:r>
      <w:r>
        <w:fldChar w:fldCharType="separate"/>
      </w:r>
      <w:r>
        <w:t>12</w:t>
      </w:r>
      <w:r>
        <w:fldChar w:fldCharType="end"/>
      </w:r>
    </w:p>
    <w:p w14:paraId="6FB601ED" w14:textId="3E43C499" w:rsidR="00B466E6" w:rsidRDefault="00B466E6">
      <w:pPr>
        <w:pStyle w:val="TOC2"/>
        <w:rPr>
          <w:rFonts w:eastAsiaTheme="minorEastAsia"/>
          <w:color w:val="auto"/>
          <w:lang w:eastAsia="en-GB"/>
        </w:rPr>
      </w:pPr>
      <w:r>
        <w:t>7.5</w:t>
      </w:r>
      <w:r>
        <w:rPr>
          <w:rFonts w:eastAsiaTheme="minorEastAsia"/>
          <w:color w:val="auto"/>
          <w:lang w:eastAsia="en-GB"/>
        </w:rPr>
        <w:tab/>
      </w:r>
      <w:r>
        <w:t>Integrity monitoring</w:t>
      </w:r>
      <w:r>
        <w:tab/>
      </w:r>
      <w:r>
        <w:fldChar w:fldCharType="begin"/>
      </w:r>
      <w:r>
        <w:instrText xml:space="preserve"> PAGEREF _Toc53068621 \h </w:instrText>
      </w:r>
      <w:r>
        <w:fldChar w:fldCharType="separate"/>
      </w:r>
      <w:r>
        <w:t>12</w:t>
      </w:r>
      <w:r>
        <w:fldChar w:fldCharType="end"/>
      </w:r>
    </w:p>
    <w:p w14:paraId="3474D3BD" w14:textId="4CDF171A" w:rsidR="00B466E6" w:rsidRDefault="00B466E6">
      <w:pPr>
        <w:pStyle w:val="TOC2"/>
        <w:rPr>
          <w:rFonts w:eastAsiaTheme="minorEastAsia"/>
          <w:color w:val="auto"/>
          <w:lang w:eastAsia="en-GB"/>
        </w:rPr>
      </w:pPr>
      <w:r>
        <w:t>7.6</w:t>
      </w:r>
      <w:r>
        <w:rPr>
          <w:rFonts w:eastAsiaTheme="minorEastAsia"/>
          <w:color w:val="auto"/>
          <w:lang w:eastAsia="en-GB"/>
        </w:rPr>
        <w:tab/>
      </w:r>
      <w:r>
        <w:t>Training and monitoring</w:t>
      </w:r>
      <w:r>
        <w:tab/>
      </w:r>
      <w:r>
        <w:fldChar w:fldCharType="begin"/>
      </w:r>
      <w:r>
        <w:instrText xml:space="preserve"> PAGEREF _Toc53068622 \h </w:instrText>
      </w:r>
      <w:r>
        <w:fldChar w:fldCharType="separate"/>
      </w:r>
      <w:r>
        <w:t>12</w:t>
      </w:r>
      <w:r>
        <w:fldChar w:fldCharType="end"/>
      </w:r>
    </w:p>
    <w:p w14:paraId="00EBD035" w14:textId="4CC0F23B" w:rsidR="00B466E6" w:rsidRDefault="00B466E6">
      <w:pPr>
        <w:pStyle w:val="TOC2"/>
        <w:rPr>
          <w:rFonts w:eastAsiaTheme="minorEastAsia"/>
          <w:color w:val="auto"/>
          <w:lang w:eastAsia="en-GB"/>
        </w:rPr>
      </w:pPr>
      <w:r>
        <w:t>7.7</w:t>
      </w:r>
      <w:r>
        <w:rPr>
          <w:rFonts w:eastAsiaTheme="minorEastAsia"/>
          <w:color w:val="auto"/>
          <w:lang w:eastAsia="en-GB"/>
        </w:rPr>
        <w:tab/>
      </w:r>
      <w:r>
        <w:t>Scenarios</w:t>
      </w:r>
      <w:r>
        <w:tab/>
      </w:r>
      <w:r>
        <w:fldChar w:fldCharType="begin"/>
      </w:r>
      <w:r>
        <w:instrText xml:space="preserve"> PAGEREF _Toc53068623 \h </w:instrText>
      </w:r>
      <w:r>
        <w:fldChar w:fldCharType="separate"/>
      </w:r>
      <w:r>
        <w:t>12</w:t>
      </w:r>
      <w:r>
        <w:fldChar w:fldCharType="end"/>
      </w:r>
    </w:p>
    <w:p w14:paraId="719F2CDC" w14:textId="6050C8F0" w:rsidR="00B466E6" w:rsidRDefault="00B466E6">
      <w:pPr>
        <w:pStyle w:val="TOC2"/>
        <w:rPr>
          <w:rFonts w:eastAsiaTheme="minorEastAsia"/>
          <w:color w:val="auto"/>
          <w:lang w:eastAsia="en-GB"/>
        </w:rPr>
      </w:pPr>
      <w:r>
        <w:t>7.8</w:t>
      </w:r>
      <w:r>
        <w:rPr>
          <w:rFonts w:eastAsiaTheme="minorEastAsia"/>
          <w:color w:val="auto"/>
          <w:lang w:eastAsia="en-GB"/>
        </w:rPr>
        <w:tab/>
      </w:r>
      <w:r>
        <w:t>Scenario 1, vessel A, jamming threat</w:t>
      </w:r>
      <w:r>
        <w:tab/>
      </w:r>
      <w:r>
        <w:fldChar w:fldCharType="begin"/>
      </w:r>
      <w:r>
        <w:instrText xml:space="preserve"> PAGEREF _Toc53068624 \h </w:instrText>
      </w:r>
      <w:r>
        <w:fldChar w:fldCharType="separate"/>
      </w:r>
      <w:r>
        <w:t>12</w:t>
      </w:r>
      <w:r>
        <w:fldChar w:fldCharType="end"/>
      </w:r>
    </w:p>
    <w:p w14:paraId="0288E931" w14:textId="242465E1" w:rsidR="00B466E6" w:rsidRDefault="00B466E6">
      <w:pPr>
        <w:pStyle w:val="TOC2"/>
        <w:rPr>
          <w:rFonts w:eastAsiaTheme="minorEastAsia"/>
          <w:color w:val="auto"/>
          <w:lang w:eastAsia="en-GB"/>
        </w:rPr>
      </w:pPr>
      <w:r>
        <w:t>7.9</w:t>
      </w:r>
      <w:r>
        <w:rPr>
          <w:rFonts w:eastAsiaTheme="minorEastAsia"/>
          <w:color w:val="auto"/>
          <w:lang w:eastAsia="en-GB"/>
        </w:rPr>
        <w:tab/>
      </w:r>
      <w:r>
        <w:t>Scenario x, vessel x, threat x</w:t>
      </w:r>
      <w:r>
        <w:tab/>
      </w:r>
      <w:r>
        <w:fldChar w:fldCharType="begin"/>
      </w:r>
      <w:r>
        <w:instrText xml:space="preserve"> PAGEREF _Toc53068625 \h </w:instrText>
      </w:r>
      <w:r>
        <w:fldChar w:fldCharType="separate"/>
      </w:r>
      <w:r>
        <w:t>12</w:t>
      </w:r>
      <w:r>
        <w:fldChar w:fldCharType="end"/>
      </w:r>
    </w:p>
    <w:p w14:paraId="59669FCB" w14:textId="08AEAF88" w:rsidR="00B466E6" w:rsidRDefault="00B466E6">
      <w:pPr>
        <w:pStyle w:val="TOC1"/>
        <w:rPr>
          <w:rFonts w:eastAsiaTheme="minorEastAsia"/>
          <w:b w:val="0"/>
          <w:color w:val="auto"/>
          <w:lang w:eastAsia="en-GB"/>
        </w:rPr>
      </w:pPr>
      <w:r>
        <w:t>8</w:t>
      </w:r>
      <w:r>
        <w:rPr>
          <w:rFonts w:eastAsiaTheme="minorEastAsia"/>
          <w:b w:val="0"/>
          <w:color w:val="auto"/>
          <w:lang w:eastAsia="en-GB"/>
        </w:rPr>
        <w:tab/>
      </w:r>
      <w:r>
        <w:t>DEFINITIONS</w:t>
      </w:r>
      <w:r>
        <w:tab/>
      </w:r>
      <w:r>
        <w:fldChar w:fldCharType="begin"/>
      </w:r>
      <w:r>
        <w:instrText xml:space="preserve"> PAGEREF _Toc53068626 \h </w:instrText>
      </w:r>
      <w:r>
        <w:fldChar w:fldCharType="separate"/>
      </w:r>
      <w:r>
        <w:t>12</w:t>
      </w:r>
      <w:r>
        <w:fldChar w:fldCharType="end"/>
      </w:r>
    </w:p>
    <w:p w14:paraId="510D01EB" w14:textId="0092B053" w:rsidR="00B466E6" w:rsidRDefault="00B466E6">
      <w:pPr>
        <w:pStyle w:val="TOC1"/>
        <w:rPr>
          <w:rFonts w:eastAsiaTheme="minorEastAsia"/>
          <w:b w:val="0"/>
          <w:color w:val="auto"/>
          <w:lang w:eastAsia="en-GB"/>
        </w:rPr>
      </w:pPr>
      <w:r>
        <w:t>9</w:t>
      </w:r>
      <w:r>
        <w:rPr>
          <w:rFonts w:eastAsiaTheme="minorEastAsia"/>
          <w:b w:val="0"/>
          <w:color w:val="auto"/>
          <w:lang w:eastAsia="en-GB"/>
        </w:rPr>
        <w:tab/>
      </w:r>
      <w:r>
        <w:t>ACRONYMS</w:t>
      </w:r>
      <w:r>
        <w:tab/>
      </w:r>
      <w:r>
        <w:fldChar w:fldCharType="begin"/>
      </w:r>
      <w:r>
        <w:instrText xml:space="preserve"> PAGEREF _Toc53068627 \h </w:instrText>
      </w:r>
      <w:r>
        <w:fldChar w:fldCharType="separate"/>
      </w:r>
      <w:r>
        <w:t>13</w:t>
      </w:r>
      <w:r>
        <w:fldChar w:fldCharType="end"/>
      </w:r>
    </w:p>
    <w:p w14:paraId="7B0F76AC" w14:textId="25BE1EBF" w:rsidR="00B466E6" w:rsidRDefault="00B466E6">
      <w:pPr>
        <w:pStyle w:val="TOC1"/>
        <w:rPr>
          <w:rFonts w:eastAsiaTheme="minorEastAsia"/>
          <w:b w:val="0"/>
          <w:color w:val="auto"/>
          <w:lang w:eastAsia="en-GB"/>
        </w:rPr>
      </w:pPr>
      <w:r>
        <w:t>10</w:t>
      </w:r>
      <w:r>
        <w:rPr>
          <w:rFonts w:eastAsiaTheme="minorEastAsia"/>
          <w:b w:val="0"/>
          <w:color w:val="auto"/>
          <w:lang w:eastAsia="en-GB"/>
        </w:rPr>
        <w:tab/>
      </w:r>
      <w:r>
        <w:t>REFERENCES</w:t>
      </w:r>
      <w:r>
        <w:tab/>
      </w:r>
      <w:r>
        <w:fldChar w:fldCharType="begin"/>
      </w:r>
      <w:r>
        <w:instrText xml:space="preserve"> PAGEREF _Toc53068628 \h </w:instrText>
      </w:r>
      <w:r>
        <w:fldChar w:fldCharType="separate"/>
      </w:r>
      <w:r>
        <w:t>13</w:t>
      </w:r>
      <w:r>
        <w:fldChar w:fldCharType="end"/>
      </w:r>
    </w:p>
    <w:p w14:paraId="1B48B0AE" w14:textId="5C955ECC" w:rsidR="00B466E6" w:rsidRDefault="00B466E6">
      <w:pPr>
        <w:pStyle w:val="TOC4"/>
        <w:rPr>
          <w:rFonts w:eastAsiaTheme="minorEastAsia"/>
          <w:b w:val="0"/>
          <w:noProof/>
          <w:color w:val="auto"/>
          <w:lang w:eastAsia="en-GB"/>
        </w:rPr>
      </w:pPr>
      <w:r w:rsidRPr="002B1A5A">
        <w:rPr>
          <w:noProof/>
          <w:u w:color="407EC9"/>
        </w:rPr>
        <w:t>ANNEX A</w:t>
      </w:r>
      <w:r>
        <w:rPr>
          <w:rFonts w:eastAsiaTheme="minorEastAsia"/>
          <w:b w:val="0"/>
          <w:noProof/>
          <w:color w:val="auto"/>
          <w:lang w:eastAsia="en-GB"/>
        </w:rPr>
        <w:tab/>
      </w:r>
      <w:r>
        <w:rPr>
          <w:noProof/>
        </w:rPr>
        <w:t>SUGGESTED MINIMUM MARITIME USER REQUIREMENTS FOR GENERAL NAVIGATION – BACKUP SYSTEM</w:t>
      </w:r>
      <w:r>
        <w:rPr>
          <w:noProof/>
        </w:rPr>
        <w:tab/>
      </w:r>
      <w:r>
        <w:rPr>
          <w:noProof/>
        </w:rPr>
        <w:fldChar w:fldCharType="begin"/>
      </w:r>
      <w:r>
        <w:rPr>
          <w:noProof/>
        </w:rPr>
        <w:instrText xml:space="preserve"> PAGEREF _Toc53068629 \h </w:instrText>
      </w:r>
      <w:r>
        <w:rPr>
          <w:noProof/>
        </w:rPr>
      </w:r>
      <w:r>
        <w:rPr>
          <w:noProof/>
        </w:rPr>
        <w:fldChar w:fldCharType="separate"/>
      </w:r>
      <w:r>
        <w:rPr>
          <w:noProof/>
        </w:rPr>
        <w:t>14</w:t>
      </w:r>
      <w:r>
        <w:rPr>
          <w:noProof/>
        </w:rPr>
        <w:fldChar w:fldCharType="end"/>
      </w:r>
    </w:p>
    <w:p w14:paraId="4EAEB0FE" w14:textId="3A2DFB5C" w:rsidR="00B466E6" w:rsidRDefault="00B466E6">
      <w:pPr>
        <w:pStyle w:val="TOC4"/>
        <w:rPr>
          <w:rFonts w:eastAsiaTheme="minorEastAsia"/>
          <w:b w:val="0"/>
          <w:noProof/>
          <w:color w:val="auto"/>
          <w:lang w:eastAsia="en-GB"/>
        </w:rPr>
      </w:pPr>
      <w:r>
        <w:rPr>
          <w:noProof/>
          <w:lang w:eastAsia="en-GB"/>
        </w:rPr>
        <w:lastRenderedPageBreak/>
        <w:drawing>
          <wp:inline distT="0" distB="0" distL="0" distR="0" wp14:anchorId="36B87DA1" wp14:editId="5EB85457">
            <wp:extent cx="8863330" cy="382206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863330" cy="3822065"/>
                    </a:xfrm>
                    <a:prstGeom prst="rect">
                      <a:avLst/>
                    </a:prstGeom>
                  </pic:spPr>
                </pic:pic>
              </a:graphicData>
            </a:graphic>
          </wp:inline>
        </w:drawing>
      </w:r>
      <w:r>
        <w:rPr>
          <w:noProof/>
        </w:rPr>
        <w:tab/>
      </w:r>
      <w:r>
        <w:rPr>
          <w:noProof/>
        </w:rPr>
        <w:fldChar w:fldCharType="begin"/>
      </w:r>
      <w:r>
        <w:rPr>
          <w:noProof/>
        </w:rPr>
        <w:instrText xml:space="preserve"> PAGEREF _Toc53068630 \h </w:instrText>
      </w:r>
      <w:r>
        <w:rPr>
          <w:noProof/>
        </w:rPr>
      </w:r>
      <w:r>
        <w:rPr>
          <w:noProof/>
        </w:rPr>
        <w:fldChar w:fldCharType="separate"/>
      </w:r>
      <w:r>
        <w:rPr>
          <w:noProof/>
        </w:rPr>
        <w:t>14</w:t>
      </w:r>
      <w:r>
        <w:rPr>
          <w:noProof/>
        </w:rPr>
        <w:fldChar w:fldCharType="end"/>
      </w:r>
    </w:p>
    <w:p w14:paraId="1EC8D971" w14:textId="355163DC" w:rsidR="00B466E6" w:rsidRDefault="00B466E6">
      <w:pPr>
        <w:pStyle w:val="TOC1"/>
        <w:rPr>
          <w:rFonts w:eastAsiaTheme="minorEastAsia"/>
          <w:b w:val="0"/>
          <w:color w:val="auto"/>
          <w:lang w:eastAsia="en-GB"/>
        </w:rPr>
      </w:pPr>
      <w:r>
        <w:t>1 Annex 2: Equipment comparisons (review of equipment and it's strengths and weaknesses)</w:t>
      </w:r>
      <w:r>
        <w:tab/>
      </w:r>
      <w:r>
        <w:fldChar w:fldCharType="begin"/>
      </w:r>
      <w:r>
        <w:instrText xml:space="preserve"> PAGEREF _Toc53068631 \h </w:instrText>
      </w:r>
      <w:r>
        <w:fldChar w:fldCharType="separate"/>
      </w:r>
      <w:r>
        <w:t>15</w:t>
      </w:r>
      <w:r>
        <w:fldChar w:fldCharType="end"/>
      </w:r>
    </w:p>
    <w:p w14:paraId="1A4A7D60" w14:textId="463CCEE2" w:rsidR="00B466E6" w:rsidRDefault="00B466E6">
      <w:pPr>
        <w:pStyle w:val="TOC4"/>
        <w:rPr>
          <w:rFonts w:eastAsiaTheme="minorEastAsia"/>
          <w:b w:val="0"/>
          <w:noProof/>
          <w:color w:val="auto"/>
          <w:lang w:eastAsia="en-GB"/>
        </w:rPr>
      </w:pPr>
      <w:r w:rsidRPr="002B1A5A">
        <w:rPr>
          <w:noProof/>
          <w:u w:color="407EC9"/>
        </w:rPr>
        <w:t>ANNEX B</w:t>
      </w:r>
      <w:r>
        <w:rPr>
          <w:rFonts w:eastAsiaTheme="minorEastAsia"/>
          <w:b w:val="0"/>
          <w:noProof/>
          <w:color w:val="auto"/>
          <w:lang w:eastAsia="en-GB"/>
        </w:rPr>
        <w:tab/>
      </w:r>
      <w:r w:rsidRPr="002B1A5A">
        <w:rPr>
          <w:noProof/>
        </w:rPr>
        <w:t>PERMITTED COLOUR PALETTE</w:t>
      </w:r>
      <w:r>
        <w:rPr>
          <w:noProof/>
        </w:rPr>
        <w:tab/>
      </w:r>
      <w:r>
        <w:rPr>
          <w:noProof/>
        </w:rPr>
        <w:fldChar w:fldCharType="begin"/>
      </w:r>
      <w:r>
        <w:rPr>
          <w:noProof/>
        </w:rPr>
        <w:instrText xml:space="preserve"> PAGEREF _Toc53068632 \h </w:instrText>
      </w:r>
      <w:r>
        <w:rPr>
          <w:noProof/>
        </w:rPr>
      </w:r>
      <w:r>
        <w:rPr>
          <w:noProof/>
        </w:rPr>
        <w:fldChar w:fldCharType="separate"/>
      </w:r>
      <w:r>
        <w:rPr>
          <w:noProof/>
        </w:rPr>
        <w:t>16</w:t>
      </w:r>
      <w:r>
        <w:rPr>
          <w:noProof/>
        </w:rPr>
        <w:fldChar w:fldCharType="end"/>
      </w:r>
    </w:p>
    <w:p w14:paraId="57F80DA6" w14:textId="72649255" w:rsidR="00642025" w:rsidRPr="0093492E" w:rsidRDefault="004A4EC4" w:rsidP="00BA5754">
      <w:pPr>
        <w:rPr>
          <w:noProof/>
        </w:rPr>
      </w:pPr>
      <w:r>
        <w:rPr>
          <w:noProof/>
        </w:rPr>
        <w:fldChar w:fldCharType="end"/>
      </w:r>
    </w:p>
    <w:p w14:paraId="6230795C" w14:textId="77777777" w:rsidR="0078486B" w:rsidRDefault="002F265A" w:rsidP="00C9558A">
      <w:pPr>
        <w:pStyle w:val="ListofFigures"/>
      </w:pPr>
      <w:r>
        <w:t>List of Tables</w:t>
      </w:r>
    </w:p>
    <w:p w14:paraId="78ACB960"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373E3C">
        <w:rPr>
          <w:noProof/>
        </w:rPr>
        <w:t>3</w:t>
      </w:r>
      <w:r w:rsidR="00577542">
        <w:rPr>
          <w:noProof/>
        </w:rPr>
        <w:fldChar w:fldCharType="end"/>
      </w:r>
    </w:p>
    <w:p w14:paraId="15509ADA"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373E3C">
        <w:rPr>
          <w:noProof/>
        </w:rPr>
        <w:t>3</w:t>
      </w:r>
      <w:r>
        <w:rPr>
          <w:noProof/>
        </w:rPr>
        <w:fldChar w:fldCharType="end"/>
      </w:r>
    </w:p>
    <w:p w14:paraId="50516427"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373E3C">
        <w:rPr>
          <w:noProof/>
        </w:rPr>
        <w:t>3</w:t>
      </w:r>
      <w:r>
        <w:rPr>
          <w:noProof/>
        </w:rPr>
        <w:fldChar w:fldCharType="end"/>
      </w:r>
    </w:p>
    <w:p w14:paraId="5D7C068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373E3C">
        <w:rPr>
          <w:noProof/>
        </w:rPr>
        <w:t>3</w:t>
      </w:r>
      <w:r>
        <w:rPr>
          <w:noProof/>
        </w:rPr>
        <w:fldChar w:fldCharType="end"/>
      </w:r>
    </w:p>
    <w:p w14:paraId="7A136B7D" w14:textId="77777777" w:rsidR="00161325" w:rsidRPr="00C91630" w:rsidRDefault="00923B4D" w:rsidP="00BA5754">
      <w:r>
        <w:fldChar w:fldCharType="end"/>
      </w:r>
    </w:p>
    <w:p w14:paraId="560FA3AE" w14:textId="77777777" w:rsidR="00994D97" w:rsidRDefault="00994D97" w:rsidP="00C9558A">
      <w:pPr>
        <w:pStyle w:val="ListofFigures"/>
      </w:pPr>
      <w:r w:rsidRPr="00441393">
        <w:t>List of Figures</w:t>
      </w:r>
    </w:p>
    <w:p w14:paraId="31071B0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373E3C">
        <w:rPr>
          <w:noProof/>
        </w:rPr>
        <w:t>3</w:t>
      </w:r>
      <w:r w:rsidR="00577542">
        <w:rPr>
          <w:noProof/>
        </w:rPr>
        <w:fldChar w:fldCharType="end"/>
      </w:r>
    </w:p>
    <w:p w14:paraId="78A5E7E9"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373E3C">
        <w:rPr>
          <w:noProof/>
        </w:rPr>
        <w:t>3</w:t>
      </w:r>
      <w:r>
        <w:rPr>
          <w:noProof/>
        </w:rPr>
        <w:fldChar w:fldCharType="end"/>
      </w:r>
    </w:p>
    <w:p w14:paraId="0FBED134" w14:textId="77777777" w:rsidR="005E4659" w:rsidRDefault="00923B4D" w:rsidP="00BA5754">
      <w:r>
        <w:fldChar w:fldCharType="end"/>
      </w:r>
    </w:p>
    <w:p w14:paraId="266C7F99" w14:textId="77777777" w:rsidR="005E4659" w:rsidRDefault="00DA17CD" w:rsidP="00C9558A">
      <w:pPr>
        <w:pStyle w:val="ListofFigures"/>
      </w:pPr>
      <w:r>
        <w:t>List of Equations</w:t>
      </w:r>
    </w:p>
    <w:p w14:paraId="2B67E3E7"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373E3C">
        <w:rPr>
          <w:noProof/>
        </w:rPr>
        <w:t>3</w:t>
      </w:r>
      <w:r w:rsidR="00BA5754">
        <w:rPr>
          <w:noProof/>
        </w:rPr>
        <w:fldChar w:fldCharType="end"/>
      </w:r>
    </w:p>
    <w:p w14:paraId="4B9EEE28" w14:textId="77777777" w:rsidR="00BA5754" w:rsidRDefault="00BA5754">
      <w:pPr>
        <w:pStyle w:val="TableofFigures"/>
        <w:rPr>
          <w:rFonts w:eastAsiaTheme="minorEastAsia"/>
          <w:i w:val="0"/>
          <w:noProof/>
          <w:sz w:val="24"/>
          <w:szCs w:val="24"/>
          <w:lang w:val="en-US"/>
        </w:rPr>
      </w:pPr>
      <w:r>
        <w:rPr>
          <w:noProof/>
        </w:rPr>
        <w:lastRenderedPageBreak/>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373E3C">
        <w:rPr>
          <w:noProof/>
        </w:rPr>
        <w:t>3</w:t>
      </w:r>
      <w:r>
        <w:rPr>
          <w:noProof/>
        </w:rPr>
        <w:fldChar w:fldCharType="end"/>
      </w:r>
    </w:p>
    <w:p w14:paraId="2B235B2F" w14:textId="77777777" w:rsidR="00B07717" w:rsidRPr="00161325" w:rsidRDefault="00D638E0" w:rsidP="007D1805">
      <w:pPr>
        <w:pStyle w:val="TableofFigures"/>
      </w:pPr>
      <w:r>
        <w:fldChar w:fldCharType="end"/>
      </w:r>
    </w:p>
    <w:p w14:paraId="066DEE13" w14:textId="77777777" w:rsidR="00790277" w:rsidRPr="0078486B" w:rsidRDefault="00790277" w:rsidP="003274DB">
      <w:pPr>
        <w:rPr>
          <w:lang w:val="fr-FR"/>
        </w:rPr>
        <w:sectPr w:rsidR="00790277" w:rsidRPr="0078486B"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4252F3C4" w14:textId="77777777" w:rsidR="004944C8" w:rsidRDefault="00ED4450" w:rsidP="00DE2814">
      <w:pPr>
        <w:pStyle w:val="Heading1"/>
      </w:pPr>
      <w:bookmarkStart w:id="3" w:name="_Toc53068576"/>
      <w:commentRangeStart w:id="4"/>
      <w:r>
        <w:lastRenderedPageBreak/>
        <w:t>INTRODUCTION</w:t>
      </w:r>
      <w:commentRangeEnd w:id="4"/>
      <w:r w:rsidR="00795637">
        <w:rPr>
          <w:rStyle w:val="CommentReference"/>
          <w:rFonts w:asciiTheme="minorHAnsi" w:eastAsiaTheme="minorHAnsi" w:hAnsiTheme="minorHAnsi" w:cstheme="minorBidi"/>
          <w:b w:val="0"/>
          <w:bCs w:val="0"/>
          <w:caps w:val="0"/>
          <w:color w:val="auto"/>
        </w:rPr>
        <w:commentReference w:id="4"/>
      </w:r>
      <w:bookmarkEnd w:id="3"/>
    </w:p>
    <w:p w14:paraId="035E8E22" w14:textId="77777777" w:rsidR="004944C8" w:rsidRDefault="004944C8" w:rsidP="004944C8">
      <w:pPr>
        <w:pStyle w:val="Heading1separatationline"/>
      </w:pPr>
    </w:p>
    <w:p w14:paraId="4B22C0A7" w14:textId="77777777" w:rsidR="001D45C6" w:rsidRDefault="001D45C6" w:rsidP="001D45C6">
      <w:pPr>
        <w:pStyle w:val="Heading2"/>
      </w:pPr>
      <w:bookmarkStart w:id="5" w:name="_Toc53068577"/>
      <w:r>
        <w:t>Why is Resilient PNT needed</w:t>
      </w:r>
      <w:bookmarkEnd w:id="5"/>
    </w:p>
    <w:p w14:paraId="0F459186" w14:textId="22F371AC" w:rsidR="001D45C6" w:rsidRDefault="001D45C6" w:rsidP="001D45C6">
      <w:pPr>
        <w:pStyle w:val="BodyText"/>
      </w:pPr>
      <w:r>
        <w:t>consider P, N and T.</w:t>
      </w:r>
    </w:p>
    <w:p w14:paraId="705C97E4" w14:textId="77777777" w:rsidR="001D45C6" w:rsidRDefault="001D45C6" w:rsidP="001D45C6"/>
    <w:p w14:paraId="7AEC86C3" w14:textId="77777777" w:rsidR="001D45C6" w:rsidRDefault="001D45C6" w:rsidP="001D45C6">
      <w:pPr>
        <w:pStyle w:val="Heading2"/>
      </w:pPr>
      <w:bookmarkStart w:id="6" w:name="_Toc53068578"/>
      <w:r>
        <w:t>E-Navigation statement on resilience</w:t>
      </w:r>
      <w:bookmarkEnd w:id="6"/>
    </w:p>
    <w:p w14:paraId="577645A9" w14:textId="77777777" w:rsidR="001D45C6" w:rsidRDefault="001D45C6" w:rsidP="001D45C6">
      <w:pPr>
        <w:pStyle w:val="BodyText"/>
      </w:pPr>
      <w:r>
        <w:t>The IMO Strategy for e-Navigation contains a high-level user need for data and system integrity that states:</w:t>
      </w:r>
    </w:p>
    <w:p w14:paraId="6F5B44E6" w14:textId="77777777" w:rsidR="001D45C6" w:rsidRPr="003611CC" w:rsidRDefault="001D45C6" w:rsidP="001D45C6">
      <w:pPr>
        <w:pStyle w:val="BodyText"/>
        <w:rPr>
          <w:i/>
        </w:rPr>
      </w:pPr>
      <w:r w:rsidRPr="003611CC">
        <w:rPr>
          <w:i/>
        </w:rPr>
        <w:t>“e-Navigation systems should be resilient and take into account issues of data validity, plausibility and integrity for the system to be robust, reliable and dependable. Requirements for redundancy, particularly in relation to position fixing systems, should be considered.”</w:t>
      </w:r>
    </w:p>
    <w:p w14:paraId="1B6F29F6" w14:textId="77777777" w:rsidR="001D45C6" w:rsidRPr="003611CC" w:rsidRDefault="001D45C6" w:rsidP="001D45C6">
      <w:pPr>
        <w:pStyle w:val="BodyText"/>
      </w:pPr>
      <w:r w:rsidRPr="003611CC">
        <w:t>In addressing the issue of Position Fixing, it can be defined as accurate and reliable electronic position, navigation and timing signals, with ‘fail-safe’ performance (probably provided through multiple redundancy, e.g. GNSS, differential transmitters, eLoran and defaulting receivers or onboard inertial navigation devices).</w:t>
      </w:r>
    </w:p>
    <w:p w14:paraId="12A98655" w14:textId="77777777" w:rsidR="001D45C6" w:rsidRDefault="001D45C6" w:rsidP="001D45C6">
      <w:pPr>
        <w:pStyle w:val="BodyText"/>
      </w:pPr>
      <w:r>
        <w:t>The increasing reliance on GNSS in all types of position finding and navigation, including position and time inputs to Automatic Identification Systems (AIS), underlines the importance of an objective consideration of possible areas of vulnerability and a consideration of measures to reduce or mitigate such effects. The need for measures to counteract vulnerability has become particularly important with the phasing out of other systems and should be taken into account in the formulation of radio-navigation plans. In the aviation context, [6] indicates that the problem of GNSS vulnerability is manageable by the retention of existing terrestrial systems (VOR/DME, NDBs) as backups. Similar consideration is given here to the maritime environment.</w:t>
      </w:r>
    </w:p>
    <w:p w14:paraId="0C9314B1" w14:textId="77777777" w:rsidR="001D45C6" w:rsidRDefault="001D45C6" w:rsidP="001D45C6">
      <w:pPr>
        <w:pStyle w:val="MMTopic3"/>
        <w:numPr>
          <w:ilvl w:val="0"/>
          <w:numId w:val="0"/>
        </w:numPr>
      </w:pPr>
    </w:p>
    <w:p w14:paraId="018D8B6B" w14:textId="77777777" w:rsidR="001D45C6" w:rsidRDefault="001D45C6" w:rsidP="001B7FEA">
      <w:pPr>
        <w:pStyle w:val="Heading1"/>
      </w:pPr>
      <w:bookmarkStart w:id="7" w:name="_Toc53068579"/>
      <w:r>
        <w:t>Sources of vulnerabitilies</w:t>
      </w:r>
      <w:bookmarkEnd w:id="7"/>
    </w:p>
    <w:p w14:paraId="2E2A356E" w14:textId="77777777" w:rsidR="001D45C6" w:rsidRDefault="001D45C6" w:rsidP="001D45C6"/>
    <w:p w14:paraId="24508139" w14:textId="77777777" w:rsidR="001D45C6" w:rsidRDefault="001D45C6" w:rsidP="001D45C6">
      <w:pPr>
        <w:pStyle w:val="BodyText"/>
      </w:pPr>
      <w:r>
        <w:t>Some failure modes are common to all types of electronic navigation system. The system itself can fail, for example because of deliberate or accidental damage to the ground infrastructure. Given the military nature of present GNSS – GPS &amp; GLONASS, it may be assumed that security levels are high and that standby equipment is provided. Experience with GPS bears this out and system failure can be assumed to be a very rare event. Security measures for Galileo are comparable to those for GPS, with the exception that the satellites are not hardened to resist electro-magnetic pulses from nuclear explosions. Failure of individual GPS satellites is not unusual, although the Mean-Time-To-Repair is less than 48 hours.</w:t>
      </w:r>
    </w:p>
    <w:p w14:paraId="3F7A38E4" w14:textId="77777777" w:rsidR="001D45C6" w:rsidRDefault="001D45C6" w:rsidP="001D45C6">
      <w:pPr>
        <w:pStyle w:val="BodyText"/>
      </w:pPr>
      <w:r>
        <w:t>GNSS is particularly susceptible to accidental or malicious interference due to the extremely low level of the signal at the user receiver. Unintentional sources of interference or interruption in service include ionospheric variability, the effects of solar activity, and also strong signals, harmonics or intermodulation products from powerful transmitters operating in other bands or from sources close to the GNSS receiver. Intentional causes of interference include the radiating of deliberate narrow-band or broad-band jamming signals. The Volpe Report also identifies as a hazard “spoofing” in which a false GNSS signal is radiated with the intention of deceiving the user.</w:t>
      </w:r>
    </w:p>
    <w:p w14:paraId="4EE56878" w14:textId="77777777" w:rsidR="001D45C6" w:rsidRDefault="001D45C6" w:rsidP="001D45C6">
      <w:pPr>
        <w:pStyle w:val="BodyText"/>
      </w:pPr>
      <w:r>
        <w:t>Failure of electronic equipment on board a vessel is also not uncommon, due to power supply failure or to a fault, temporary or permanent, in the receiver or antenna. The measures to counteract these problems are the same as for other onboard systems - the use of standby power supplies (required for SOLAS vessels), and following installation and fault-finding guidelines. Although the IMO carriage requirement is for a single Electronic Position Fixing System, it is quite common for more than one receiver for that system to be fitted to provide redundancy in the event of equipment failure.</w:t>
      </w:r>
    </w:p>
    <w:p w14:paraId="51E59976" w14:textId="77777777" w:rsidR="001D45C6" w:rsidRPr="001D45C6" w:rsidRDefault="001D45C6" w:rsidP="001D45C6">
      <w:pPr>
        <w:pStyle w:val="BodyText"/>
      </w:pPr>
      <w:r w:rsidRPr="001D45C6">
        <w:lastRenderedPageBreak/>
        <w:t>A less commonly observed failure mode is the permanent or temporary disablement of GNSS receiver antennae subjected to high power radar transmissions, owing to microwave damage to, or saturation of, internal components [7].</w:t>
      </w:r>
    </w:p>
    <w:p w14:paraId="703D23D9" w14:textId="77777777" w:rsidR="001D45C6" w:rsidRPr="001D45C6" w:rsidRDefault="001D45C6" w:rsidP="001D45C6">
      <w:pPr>
        <w:pStyle w:val="BodyText"/>
      </w:pPr>
      <w:r w:rsidRPr="001D45C6">
        <w:t>The widespread adoption of GNSS has resulted in a tendency to rely heavily on electronic systems – ‘heads down’ navigation – with a perceived reluctance to use alternative means</w:t>
      </w:r>
    </w:p>
    <w:p w14:paraId="74952FD1" w14:textId="77777777" w:rsidR="001D45C6" w:rsidRDefault="001D45C6" w:rsidP="001B7FEA">
      <w:pPr>
        <w:pStyle w:val="Heading2"/>
      </w:pPr>
      <w:bookmarkStart w:id="8" w:name="_Toc53068580"/>
      <w:r>
        <w:t>real-life examples of jamming</w:t>
      </w:r>
      <w:bookmarkEnd w:id="8"/>
    </w:p>
    <w:p w14:paraId="1A586C06" w14:textId="77777777" w:rsidR="001D45C6" w:rsidRDefault="001D45C6" w:rsidP="001B7FEA">
      <w:pPr>
        <w:pStyle w:val="Heading2"/>
      </w:pPr>
      <w:bookmarkStart w:id="9" w:name="_Toc53068581"/>
      <w:r>
        <w:t>real-life examples of spoofing</w:t>
      </w:r>
      <w:bookmarkEnd w:id="9"/>
    </w:p>
    <w:p w14:paraId="4D34E8D6" w14:textId="77777777" w:rsidR="001D45C6" w:rsidRDefault="001D45C6" w:rsidP="001B7FEA">
      <w:pPr>
        <w:pStyle w:val="Heading2"/>
      </w:pPr>
      <w:bookmarkStart w:id="10" w:name="_Toc53068582"/>
      <w:r>
        <w:t>Constellation failures</w:t>
      </w:r>
      <w:bookmarkEnd w:id="10"/>
    </w:p>
    <w:p w14:paraId="01D53E9A" w14:textId="77777777" w:rsidR="001D45C6" w:rsidRDefault="001D45C6" w:rsidP="001B7FEA">
      <w:pPr>
        <w:pStyle w:val="Heading2"/>
      </w:pPr>
      <w:bookmarkStart w:id="11" w:name="_Toc53068583"/>
      <w:r>
        <w:t>Space weather effects</w:t>
      </w:r>
      <w:bookmarkEnd w:id="11"/>
    </w:p>
    <w:p w14:paraId="6CCF39CA" w14:textId="77777777" w:rsidR="001D45C6" w:rsidRDefault="001D45C6" w:rsidP="001B7FEA">
      <w:pPr>
        <w:pStyle w:val="Heading2"/>
      </w:pPr>
      <w:bookmarkStart w:id="12" w:name="_Toc53068584"/>
      <w:r>
        <w:t>cyber security</w:t>
      </w:r>
      <w:bookmarkEnd w:id="12"/>
    </w:p>
    <w:p w14:paraId="64E8DBCA" w14:textId="77777777" w:rsidR="001D45C6" w:rsidRDefault="001D45C6" w:rsidP="001B7FEA">
      <w:pPr>
        <w:pStyle w:val="BodyText"/>
      </w:pPr>
      <w:r>
        <w:t>(GRAD report on cyber security in AtoNs &amp; also cyber security workshop)</w:t>
      </w:r>
    </w:p>
    <w:p w14:paraId="5444CA65" w14:textId="77777777" w:rsidR="001D45C6" w:rsidRDefault="001D45C6" w:rsidP="001D45C6">
      <w:pPr>
        <w:pStyle w:val="MMTopic3"/>
        <w:numPr>
          <w:ilvl w:val="0"/>
          <w:numId w:val="0"/>
        </w:numPr>
      </w:pPr>
    </w:p>
    <w:p w14:paraId="6E1561C0" w14:textId="3A732F5B" w:rsidR="001D45C6" w:rsidRDefault="001D45C6" w:rsidP="001B7FEA">
      <w:pPr>
        <w:pStyle w:val="Heading1"/>
      </w:pPr>
      <w:bookmarkStart w:id="13" w:name="_Toc53068585"/>
      <w:r>
        <w:t xml:space="preserve">Potential impact of the </w:t>
      </w:r>
      <w:r w:rsidR="001B7FEA">
        <w:t>vulnerabilities</w:t>
      </w:r>
      <w:r>
        <w:t xml:space="preserve"> on AtoN operations and a vessel's ability to navigate safely</w:t>
      </w:r>
      <w:bookmarkEnd w:id="13"/>
    </w:p>
    <w:p w14:paraId="4553F384" w14:textId="77777777" w:rsidR="001D45C6" w:rsidRDefault="001D45C6" w:rsidP="001D45C6">
      <w:pPr>
        <w:pStyle w:val="MMTopic2"/>
        <w:numPr>
          <w:ilvl w:val="0"/>
          <w:numId w:val="0"/>
        </w:numPr>
      </w:pPr>
    </w:p>
    <w:p w14:paraId="40B1F707" w14:textId="77777777" w:rsidR="001D45C6" w:rsidRDefault="001D45C6" w:rsidP="001B7FEA">
      <w:pPr>
        <w:pStyle w:val="Heading2"/>
      </w:pPr>
      <w:bookmarkStart w:id="14" w:name="_Toc53068586"/>
      <w:r>
        <w:t>Effect on maritime AtoN</w:t>
      </w:r>
      <w:bookmarkEnd w:id="14"/>
    </w:p>
    <w:p w14:paraId="065EACDA" w14:textId="77777777" w:rsidR="001D45C6" w:rsidRDefault="001D45C6" w:rsidP="00B85077">
      <w:pPr>
        <w:pStyle w:val="BodyText"/>
        <w:numPr>
          <w:ilvl w:val="0"/>
          <w:numId w:val="36"/>
        </w:numPr>
      </w:pPr>
      <w:r>
        <w:t>Timing of AtoN management</w:t>
      </w:r>
    </w:p>
    <w:p w14:paraId="7919CA7C" w14:textId="77777777" w:rsidR="001D45C6" w:rsidRDefault="001D45C6" w:rsidP="00B85077">
      <w:pPr>
        <w:pStyle w:val="BodyText"/>
        <w:numPr>
          <w:ilvl w:val="0"/>
          <w:numId w:val="36"/>
        </w:numPr>
      </w:pPr>
      <w:r>
        <w:t>AIS timing</w:t>
      </w:r>
    </w:p>
    <w:p w14:paraId="6D79E617" w14:textId="77777777" w:rsidR="001D45C6" w:rsidRDefault="001D45C6" w:rsidP="00B85077">
      <w:pPr>
        <w:pStyle w:val="BodyText"/>
        <w:numPr>
          <w:ilvl w:val="0"/>
          <w:numId w:val="36"/>
        </w:numPr>
      </w:pPr>
      <w:r>
        <w:t>DGPS operations</w:t>
      </w:r>
    </w:p>
    <w:p w14:paraId="787CE1AF" w14:textId="77777777" w:rsidR="001D45C6" w:rsidRDefault="001D45C6" w:rsidP="00B85077">
      <w:pPr>
        <w:pStyle w:val="BodyText"/>
        <w:numPr>
          <w:ilvl w:val="0"/>
          <w:numId w:val="36"/>
        </w:numPr>
      </w:pPr>
      <w:r>
        <w:t>AtoN guard ring monitoring</w:t>
      </w:r>
    </w:p>
    <w:p w14:paraId="69EAF4FA" w14:textId="77777777" w:rsidR="001D45C6" w:rsidRDefault="001D45C6" w:rsidP="00B85077">
      <w:pPr>
        <w:pStyle w:val="BodyText"/>
        <w:numPr>
          <w:ilvl w:val="0"/>
          <w:numId w:val="36"/>
        </w:numPr>
      </w:pPr>
      <w:r>
        <w:t>AIS AtoN position reporting</w:t>
      </w:r>
    </w:p>
    <w:p w14:paraId="75C50524" w14:textId="77777777" w:rsidR="001D45C6" w:rsidRDefault="001D45C6" w:rsidP="00B85077">
      <w:pPr>
        <w:pStyle w:val="BodyText"/>
        <w:numPr>
          <w:ilvl w:val="0"/>
          <w:numId w:val="36"/>
        </w:numPr>
      </w:pPr>
      <w:r>
        <w:t>Synchronised lights</w:t>
      </w:r>
    </w:p>
    <w:p w14:paraId="22632C9E" w14:textId="77777777" w:rsidR="001D45C6" w:rsidRDefault="001D45C6" w:rsidP="001B7FEA">
      <w:pPr>
        <w:pStyle w:val="Heading2"/>
      </w:pPr>
      <w:bookmarkStart w:id="15" w:name="_Toc53068587"/>
      <w:r>
        <w:t>Effect on shipborne equipment</w:t>
      </w:r>
      <w:bookmarkEnd w:id="15"/>
    </w:p>
    <w:p w14:paraId="51B36AA9" w14:textId="77777777" w:rsidR="001D45C6" w:rsidRDefault="001D45C6" w:rsidP="001D45C6">
      <w:pPr>
        <w:pStyle w:val="MMTopic4"/>
      </w:pPr>
      <w:r>
        <w:t>(D)GNSS receivers</w:t>
      </w:r>
    </w:p>
    <w:p w14:paraId="6B0FB740" w14:textId="77777777" w:rsidR="001D45C6" w:rsidRDefault="001D45C6" w:rsidP="001D45C6">
      <w:pPr>
        <w:pStyle w:val="MMTopic4"/>
      </w:pPr>
      <w:r>
        <w:t>ECDIS</w:t>
      </w:r>
    </w:p>
    <w:p w14:paraId="54F5F4A1" w14:textId="77777777" w:rsidR="001D45C6" w:rsidRDefault="001D45C6" w:rsidP="001D45C6">
      <w:pPr>
        <w:pStyle w:val="MMTopic4"/>
      </w:pPr>
      <w:r>
        <w:t>Radar</w:t>
      </w:r>
    </w:p>
    <w:p w14:paraId="7AB6B15B" w14:textId="77777777" w:rsidR="001D45C6" w:rsidRDefault="001D45C6" w:rsidP="001D45C6">
      <w:pPr>
        <w:pStyle w:val="MMTopic4"/>
      </w:pPr>
      <w:r>
        <w:t>Gyro</w:t>
      </w:r>
    </w:p>
    <w:p w14:paraId="4DBEED57" w14:textId="77777777" w:rsidR="001D45C6" w:rsidRDefault="001D45C6" w:rsidP="001D45C6">
      <w:pPr>
        <w:pStyle w:val="MMTopic4"/>
      </w:pPr>
      <w:r>
        <w:t>GMDSS</w:t>
      </w:r>
    </w:p>
    <w:p w14:paraId="30A3F10F" w14:textId="77777777" w:rsidR="001D45C6" w:rsidRDefault="001D45C6" w:rsidP="001D45C6">
      <w:pPr>
        <w:pStyle w:val="MMTopic4"/>
      </w:pPr>
      <w:r>
        <w:t>etc.</w:t>
      </w:r>
    </w:p>
    <w:p w14:paraId="1C6386BF" w14:textId="77777777" w:rsidR="001D45C6" w:rsidRDefault="001D45C6" w:rsidP="001B7FEA">
      <w:pPr>
        <w:pStyle w:val="Heading2"/>
      </w:pPr>
      <w:bookmarkStart w:id="16" w:name="_Toc53068588"/>
      <w:r>
        <w:t>Effect on future systems</w:t>
      </w:r>
      <w:bookmarkEnd w:id="16"/>
    </w:p>
    <w:p w14:paraId="31350D01" w14:textId="77777777" w:rsidR="001D45C6" w:rsidRDefault="001D45C6" w:rsidP="001D45C6">
      <w:pPr>
        <w:pStyle w:val="MMTopic4"/>
      </w:pPr>
      <w:r>
        <w:t>MASS</w:t>
      </w:r>
    </w:p>
    <w:p w14:paraId="5B409B01" w14:textId="77777777" w:rsidR="001D45C6" w:rsidRDefault="001D45C6" w:rsidP="001B7FEA">
      <w:pPr>
        <w:pStyle w:val="Heading1"/>
      </w:pPr>
      <w:bookmarkStart w:id="17" w:name="_Toc53068589"/>
      <w:r>
        <w:t>Potential Detection Options</w:t>
      </w:r>
      <w:bookmarkEnd w:id="17"/>
    </w:p>
    <w:p w14:paraId="588765AE" w14:textId="77777777" w:rsidR="001D45C6" w:rsidRDefault="001D45C6" w:rsidP="001B7FEA">
      <w:pPr>
        <w:pStyle w:val="Heading2"/>
      </w:pPr>
      <w:bookmarkStart w:id="18" w:name="_Toc53068590"/>
      <w:r>
        <w:t>GNSS monitoring and integrity systems</w:t>
      </w:r>
      <w:bookmarkEnd w:id="18"/>
    </w:p>
    <w:p w14:paraId="5D54A8C3" w14:textId="77777777" w:rsidR="001D45C6" w:rsidRDefault="001D45C6" w:rsidP="001D45C6">
      <w:pPr>
        <w:pStyle w:val="BodyText"/>
      </w:pPr>
      <w:r>
        <w:t>&lt;include monitoring and integrity solutions, use of existing receivers to detect amonalies etc).</w:t>
      </w:r>
    </w:p>
    <w:p w14:paraId="13DB37E7" w14:textId="77777777" w:rsidR="001D45C6" w:rsidRDefault="001D45C6" w:rsidP="001D45C6">
      <w:pPr>
        <w:pStyle w:val="BodyText"/>
      </w:pPr>
      <w:r>
        <w:t>Services providers should consider the use of integrity information when conducting their risk assessment. Integrity information can be provided through different means.</w:t>
      </w:r>
    </w:p>
    <w:p w14:paraId="5BFC6472" w14:textId="77777777" w:rsidR="001D45C6" w:rsidRDefault="001D45C6" w:rsidP="001D45C6">
      <w:pPr>
        <w:pStyle w:val="BodyText"/>
      </w:pPr>
      <w:r>
        <w:lastRenderedPageBreak/>
        <w:t>A GNSS failure may be of such a nature that it is instantly perceived by the navigator. However, onboard systems like an Integrated Navigation System or using RAIM, GBAS, or SBAS can provide integrity warnings.</w:t>
      </w:r>
    </w:p>
    <w:p w14:paraId="7CA646D9" w14:textId="77777777" w:rsidR="001D45C6" w:rsidRDefault="001D45C6" w:rsidP="001D45C6">
      <w:pPr>
        <w:pStyle w:val="BodyText"/>
      </w:pPr>
      <w:r>
        <w:t>Service providers who operate IALA-DGPS infrastructure already provide integrity to the mariner. IALA and other relevant organizations have maintained appropriate recommendations for the system [14].</w:t>
      </w:r>
    </w:p>
    <w:p w14:paraId="11F8E015" w14:textId="77777777" w:rsidR="001D45C6" w:rsidRDefault="001D45C6" w:rsidP="001B7FEA">
      <w:pPr>
        <w:pStyle w:val="Heading2"/>
      </w:pPr>
      <w:bookmarkStart w:id="19" w:name="_Toc53068591"/>
      <w:r>
        <w:t>Risk assessment</w:t>
      </w:r>
      <w:bookmarkEnd w:id="19"/>
    </w:p>
    <w:p w14:paraId="13B932D0" w14:textId="77777777" w:rsidR="001D45C6" w:rsidRDefault="001D45C6" w:rsidP="001D45C6">
      <w:pPr>
        <w:pStyle w:val="MMTopic4"/>
      </w:pPr>
      <w:r>
        <w:t>Understanding each system and looking deep into where time comes from.</w:t>
      </w:r>
    </w:p>
    <w:p w14:paraId="55D24195" w14:textId="77777777" w:rsidR="001D45C6" w:rsidRDefault="001D45C6" w:rsidP="001B7FEA">
      <w:pPr>
        <w:pStyle w:val="Heading2"/>
      </w:pPr>
      <w:bookmarkStart w:id="20" w:name="_Toc53068592"/>
      <w:r>
        <w:t>example risk assessment process</w:t>
      </w:r>
      <w:bookmarkEnd w:id="20"/>
    </w:p>
    <w:p w14:paraId="7E2AC725" w14:textId="77777777" w:rsidR="001D45C6" w:rsidRDefault="001D45C6" w:rsidP="001D45C6">
      <w:pPr>
        <w:pStyle w:val="BodyText"/>
      </w:pPr>
      <w:r>
        <w:t>Need to check whether there is an IMO or BIMCO assessments available already?</w:t>
      </w:r>
    </w:p>
    <w:p w14:paraId="4A26C45C" w14:textId="77777777" w:rsidR="001D45C6" w:rsidRDefault="001D45C6" w:rsidP="001B7FEA">
      <w:pPr>
        <w:pStyle w:val="Heading3"/>
      </w:pPr>
      <w:bookmarkStart w:id="21" w:name="_Toc53068593"/>
      <w:r>
        <w:t>Identification of primary assets</w:t>
      </w:r>
      <w:bookmarkEnd w:id="21"/>
    </w:p>
    <w:p w14:paraId="4C47E93E" w14:textId="77777777" w:rsidR="001D45C6" w:rsidRDefault="001D45C6" w:rsidP="00B85077">
      <w:pPr>
        <w:pStyle w:val="BodyText"/>
        <w:numPr>
          <w:ilvl w:val="0"/>
          <w:numId w:val="38"/>
        </w:numPr>
      </w:pPr>
      <w:r>
        <w:t>Capability to compute the vessel's position</w:t>
      </w:r>
    </w:p>
    <w:p w14:paraId="7DCBD7F8" w14:textId="77777777" w:rsidR="001D45C6" w:rsidRDefault="001D45C6" w:rsidP="00B85077">
      <w:pPr>
        <w:pStyle w:val="BodyText"/>
        <w:numPr>
          <w:ilvl w:val="0"/>
          <w:numId w:val="38"/>
        </w:numPr>
      </w:pPr>
      <w:r>
        <w:t>Capability to communicate vessel's position</w:t>
      </w:r>
    </w:p>
    <w:p w14:paraId="10294D3E" w14:textId="77777777" w:rsidR="001D45C6" w:rsidRDefault="001D45C6" w:rsidP="00B85077">
      <w:pPr>
        <w:pStyle w:val="BodyText"/>
        <w:numPr>
          <w:ilvl w:val="0"/>
          <w:numId w:val="38"/>
        </w:numPr>
      </w:pPr>
      <w:r>
        <w:t>capability to know other vessels' positions</w:t>
      </w:r>
    </w:p>
    <w:p w14:paraId="1B84F8A6" w14:textId="77777777" w:rsidR="001D45C6" w:rsidRDefault="001D45C6" w:rsidP="00B85077">
      <w:pPr>
        <w:pStyle w:val="BodyText"/>
        <w:numPr>
          <w:ilvl w:val="0"/>
          <w:numId w:val="38"/>
        </w:numPr>
      </w:pPr>
      <w:r>
        <w:t>capability to navigate with good weather conditions (good vis)</w:t>
      </w:r>
    </w:p>
    <w:p w14:paraId="5743C9D3" w14:textId="77777777" w:rsidR="001D45C6" w:rsidRDefault="001D45C6" w:rsidP="00B85077">
      <w:pPr>
        <w:pStyle w:val="BodyText"/>
        <w:numPr>
          <w:ilvl w:val="0"/>
          <w:numId w:val="38"/>
        </w:numPr>
      </w:pPr>
      <w:r>
        <w:t>capability to navigate with bad weather conditions (poor vis)</w:t>
      </w:r>
    </w:p>
    <w:p w14:paraId="5EA29578" w14:textId="77777777" w:rsidR="001D45C6" w:rsidRDefault="001D45C6" w:rsidP="00B85077">
      <w:pPr>
        <w:pStyle w:val="BodyText"/>
        <w:numPr>
          <w:ilvl w:val="0"/>
          <w:numId w:val="38"/>
        </w:numPr>
      </w:pPr>
      <w:r>
        <w:t>capability to avoid collision with good weather conditions</w:t>
      </w:r>
    </w:p>
    <w:p w14:paraId="1E4CF310" w14:textId="77777777" w:rsidR="001D45C6" w:rsidRDefault="001D45C6" w:rsidP="00B85077">
      <w:pPr>
        <w:pStyle w:val="BodyText"/>
        <w:numPr>
          <w:ilvl w:val="0"/>
          <w:numId w:val="38"/>
        </w:numPr>
      </w:pPr>
      <w:r>
        <w:t>capability to avoid collision with poor weather conditions</w:t>
      </w:r>
    </w:p>
    <w:p w14:paraId="091577D2" w14:textId="77777777" w:rsidR="001D45C6" w:rsidRDefault="001D45C6" w:rsidP="00B85077">
      <w:pPr>
        <w:pStyle w:val="BodyText"/>
        <w:numPr>
          <w:ilvl w:val="0"/>
          <w:numId w:val="38"/>
        </w:numPr>
      </w:pPr>
      <w:r>
        <w:t>capability to arrive at destination on time (good weather)</w:t>
      </w:r>
    </w:p>
    <w:p w14:paraId="17A25FF3" w14:textId="77777777" w:rsidR="001D45C6" w:rsidRDefault="001D45C6" w:rsidP="00B85077">
      <w:pPr>
        <w:pStyle w:val="BodyText"/>
        <w:numPr>
          <w:ilvl w:val="0"/>
          <w:numId w:val="38"/>
        </w:numPr>
      </w:pPr>
      <w:r>
        <w:t>capability to arrive at destination on time (poor weather)</w:t>
      </w:r>
    </w:p>
    <w:p w14:paraId="4B47AAA5" w14:textId="77777777" w:rsidR="001D45C6" w:rsidRDefault="001D45C6" w:rsidP="001B7FEA">
      <w:pPr>
        <w:pStyle w:val="Heading3"/>
      </w:pPr>
      <w:bookmarkStart w:id="22" w:name="_Toc53068594"/>
      <w:r>
        <w:t>Dependent systems</w:t>
      </w:r>
      <w:bookmarkEnd w:id="22"/>
    </w:p>
    <w:p w14:paraId="176A4CB8" w14:textId="77777777" w:rsidR="001D45C6" w:rsidRPr="001B7FEA" w:rsidRDefault="001D45C6" w:rsidP="001B7FEA">
      <w:pPr>
        <w:pStyle w:val="BodyText"/>
      </w:pPr>
      <w:r w:rsidRPr="001B7FEA">
        <w:t>Where the risk assessment concludes that a backup system (i.e. a system ensuring continued operation, but not necessarily with the full functionality of the primary system) is necessary, suggested minimum maritime user requirements (derived from IMO Resolution A.915(22)) for such a system are listed at Appendix 1. It may however be impractical to expect backup systems to achieve some of these standards, such as global coverage in the ocean phase of navigation or metre level accuracy in the port phase. In these cases it might be necessary to navigate the ocean phase by dead-reckoning, or delay port manoeuvres until the primary navigation system is restored. The argument for a backup system may be dependent on the perceived threat to the primary system and the likely duration of primary system outages.</w:t>
      </w:r>
    </w:p>
    <w:p w14:paraId="640DDAFA" w14:textId="77777777" w:rsidR="001D45C6" w:rsidRDefault="001D45C6" w:rsidP="001B7FEA">
      <w:pPr>
        <w:pStyle w:val="Heading3"/>
      </w:pPr>
      <w:bookmarkStart w:id="23" w:name="_Toc53068595"/>
      <w:r>
        <w:t>Classification of risk</w:t>
      </w:r>
      <w:bookmarkEnd w:id="23"/>
    </w:p>
    <w:p w14:paraId="02968224" w14:textId="77777777" w:rsidR="001D45C6" w:rsidRDefault="001D45C6" w:rsidP="00B85077">
      <w:pPr>
        <w:pStyle w:val="BodyText"/>
        <w:numPr>
          <w:ilvl w:val="0"/>
          <w:numId w:val="39"/>
        </w:numPr>
      </w:pPr>
      <w:r>
        <w:t>GNSS outages (planned or unplanned)</w:t>
      </w:r>
    </w:p>
    <w:p w14:paraId="630B3FF8" w14:textId="77777777" w:rsidR="001D45C6" w:rsidRDefault="001D45C6" w:rsidP="00B85077">
      <w:pPr>
        <w:pStyle w:val="BodyText"/>
        <w:numPr>
          <w:ilvl w:val="0"/>
          <w:numId w:val="39"/>
        </w:numPr>
      </w:pPr>
      <w:r>
        <w:t>DGNSS outages (planned or unplanned)</w:t>
      </w:r>
    </w:p>
    <w:p w14:paraId="41A20355" w14:textId="77777777" w:rsidR="001D45C6" w:rsidRDefault="001D45C6" w:rsidP="00B85077">
      <w:pPr>
        <w:pStyle w:val="BodyText"/>
        <w:numPr>
          <w:ilvl w:val="0"/>
          <w:numId w:val="39"/>
        </w:numPr>
      </w:pPr>
      <w:r>
        <w:t>Interferences (unintentional)</w:t>
      </w:r>
    </w:p>
    <w:p w14:paraId="7F66B67B" w14:textId="77777777" w:rsidR="001D45C6" w:rsidRDefault="001D45C6" w:rsidP="00B85077">
      <w:pPr>
        <w:pStyle w:val="BodyText"/>
        <w:numPr>
          <w:ilvl w:val="0"/>
          <w:numId w:val="39"/>
        </w:numPr>
      </w:pPr>
      <w:r>
        <w:t>Attacks (spoofing, jamming)</w:t>
      </w:r>
    </w:p>
    <w:p w14:paraId="22738E63" w14:textId="77777777" w:rsidR="001D45C6" w:rsidRDefault="001D45C6" w:rsidP="00B85077">
      <w:pPr>
        <w:pStyle w:val="BodyText"/>
        <w:numPr>
          <w:ilvl w:val="0"/>
          <w:numId w:val="39"/>
        </w:numPr>
      </w:pPr>
      <w:r>
        <w:t>others</w:t>
      </w:r>
    </w:p>
    <w:p w14:paraId="462A2FA0" w14:textId="77777777" w:rsidR="001D45C6" w:rsidRDefault="001D45C6" w:rsidP="001B7FEA">
      <w:pPr>
        <w:pStyle w:val="Heading3"/>
      </w:pPr>
      <w:bookmarkStart w:id="24" w:name="_Toc53068596"/>
      <w:r>
        <w:t>Area affected</w:t>
      </w:r>
      <w:bookmarkEnd w:id="24"/>
    </w:p>
    <w:p w14:paraId="5B71E7C9" w14:textId="77777777" w:rsidR="001D45C6" w:rsidRDefault="001D45C6" w:rsidP="001D45C6">
      <w:pPr>
        <w:pStyle w:val="BodyText"/>
      </w:pPr>
      <w:r>
        <w:t>Phase of navigation: Ocean, Coastal, Port (or other restricted waters)</w:t>
      </w:r>
    </w:p>
    <w:p w14:paraId="3BD601FB" w14:textId="77777777" w:rsidR="001D45C6" w:rsidRDefault="001D45C6" w:rsidP="001D45C6">
      <w:pPr>
        <w:pStyle w:val="BodyText"/>
      </w:pPr>
      <w:r>
        <w:t>Local (&lt;50nm), Regional (&gt;50nm), Global</w:t>
      </w:r>
    </w:p>
    <w:p w14:paraId="1C16CC9B" w14:textId="77777777" w:rsidR="001D45C6" w:rsidRDefault="001D45C6" w:rsidP="001B7FEA">
      <w:pPr>
        <w:pStyle w:val="Heading3"/>
      </w:pPr>
      <w:bookmarkStart w:id="25" w:name="_Toc53068597"/>
      <w:r>
        <w:t>Duration of event</w:t>
      </w:r>
      <w:bookmarkEnd w:id="25"/>
    </w:p>
    <w:p w14:paraId="31B428A8" w14:textId="77777777" w:rsidR="001D45C6" w:rsidRDefault="001D45C6" w:rsidP="001D45C6">
      <w:pPr>
        <w:pStyle w:val="BodyText"/>
      </w:pPr>
      <w:r>
        <w:t>Order of magnitude: Minutes, Hours, Days, Months</w:t>
      </w:r>
    </w:p>
    <w:p w14:paraId="67888068" w14:textId="77777777" w:rsidR="001D45C6" w:rsidRDefault="001D45C6" w:rsidP="001B7FEA">
      <w:pPr>
        <w:pStyle w:val="Heading3"/>
      </w:pPr>
      <w:bookmarkStart w:id="26" w:name="_Toc53068598"/>
      <w:r>
        <w:lastRenderedPageBreak/>
        <w:t>Probability of event</w:t>
      </w:r>
      <w:bookmarkEnd w:id="26"/>
    </w:p>
    <w:p w14:paraId="7AB30BA4" w14:textId="77777777" w:rsidR="001D45C6" w:rsidRDefault="001D45C6" w:rsidP="00B85077">
      <w:pPr>
        <w:pStyle w:val="BodyText"/>
        <w:numPr>
          <w:ilvl w:val="0"/>
          <w:numId w:val="40"/>
        </w:numPr>
      </w:pPr>
      <w:r>
        <w:t>Very low (e.g. none in 20 years)</w:t>
      </w:r>
    </w:p>
    <w:p w14:paraId="41D28811" w14:textId="77777777" w:rsidR="001D45C6" w:rsidRDefault="001D45C6" w:rsidP="00B85077">
      <w:pPr>
        <w:pStyle w:val="BodyText"/>
        <w:numPr>
          <w:ilvl w:val="0"/>
          <w:numId w:val="40"/>
        </w:numPr>
      </w:pPr>
      <w:r>
        <w:t>Low</w:t>
      </w:r>
    </w:p>
    <w:p w14:paraId="44BAC6D2" w14:textId="77777777" w:rsidR="001D45C6" w:rsidRDefault="001D45C6" w:rsidP="00B85077">
      <w:pPr>
        <w:pStyle w:val="BodyText"/>
        <w:numPr>
          <w:ilvl w:val="0"/>
          <w:numId w:val="40"/>
        </w:numPr>
      </w:pPr>
      <w:r>
        <w:t>Moderate</w:t>
      </w:r>
    </w:p>
    <w:p w14:paraId="4C6A4D8A" w14:textId="77777777" w:rsidR="001D45C6" w:rsidRDefault="001D45C6" w:rsidP="00B85077">
      <w:pPr>
        <w:pStyle w:val="BodyText"/>
        <w:numPr>
          <w:ilvl w:val="0"/>
          <w:numId w:val="40"/>
        </w:numPr>
      </w:pPr>
      <w:r>
        <w:t>High</w:t>
      </w:r>
    </w:p>
    <w:p w14:paraId="252D8C83" w14:textId="77777777" w:rsidR="001D45C6" w:rsidRDefault="001D45C6" w:rsidP="00B85077">
      <w:pPr>
        <w:pStyle w:val="BodyText"/>
        <w:numPr>
          <w:ilvl w:val="0"/>
          <w:numId w:val="40"/>
        </w:numPr>
      </w:pPr>
      <w:r>
        <w:t>Very High (e.g. everyday)</w:t>
      </w:r>
    </w:p>
    <w:p w14:paraId="5F744E36" w14:textId="77777777" w:rsidR="001D45C6" w:rsidRDefault="001D45C6" w:rsidP="001B7FEA">
      <w:pPr>
        <w:pStyle w:val="Heading3"/>
      </w:pPr>
      <w:bookmarkStart w:id="27" w:name="_Toc53068599"/>
      <w:r>
        <w:t>Impact of event</w:t>
      </w:r>
      <w:bookmarkEnd w:id="27"/>
    </w:p>
    <w:p w14:paraId="0BE9588B" w14:textId="77777777" w:rsidR="001D45C6" w:rsidRDefault="001D45C6" w:rsidP="00B85077">
      <w:pPr>
        <w:pStyle w:val="BodyText"/>
        <w:numPr>
          <w:ilvl w:val="0"/>
          <w:numId w:val="41"/>
        </w:numPr>
      </w:pPr>
      <w:r>
        <w:t>Very low: minor delay</w:t>
      </w:r>
    </w:p>
    <w:p w14:paraId="11F687B1" w14:textId="77777777" w:rsidR="001D45C6" w:rsidRDefault="001D45C6" w:rsidP="00B85077">
      <w:pPr>
        <w:pStyle w:val="BodyText"/>
        <w:numPr>
          <w:ilvl w:val="0"/>
          <w:numId w:val="41"/>
        </w:numPr>
      </w:pPr>
      <w:r>
        <w:t>Low: Delay without economic impact</w:t>
      </w:r>
    </w:p>
    <w:p w14:paraId="39C057CF" w14:textId="77777777" w:rsidR="001D45C6" w:rsidRDefault="001D45C6" w:rsidP="00B85077">
      <w:pPr>
        <w:pStyle w:val="BodyText"/>
        <w:numPr>
          <w:ilvl w:val="0"/>
          <w:numId w:val="41"/>
        </w:numPr>
      </w:pPr>
      <w:r>
        <w:t>Moderate: Important delay with economic impact</w:t>
      </w:r>
    </w:p>
    <w:p w14:paraId="22F5771E" w14:textId="77777777" w:rsidR="001D45C6" w:rsidRDefault="001D45C6" w:rsidP="00B85077">
      <w:pPr>
        <w:pStyle w:val="BodyText"/>
        <w:numPr>
          <w:ilvl w:val="0"/>
          <w:numId w:val="41"/>
        </w:numPr>
      </w:pPr>
      <w:r>
        <w:t>High: Accident without deaths</w:t>
      </w:r>
    </w:p>
    <w:p w14:paraId="3DE78859" w14:textId="77777777" w:rsidR="001D45C6" w:rsidRDefault="001D45C6" w:rsidP="00B85077">
      <w:pPr>
        <w:pStyle w:val="BodyText"/>
        <w:numPr>
          <w:ilvl w:val="0"/>
          <w:numId w:val="41"/>
        </w:numPr>
      </w:pPr>
      <w:r>
        <w:t>Very high: Accident with deaths</w:t>
      </w:r>
    </w:p>
    <w:p w14:paraId="76669EFD" w14:textId="58D8FC3D" w:rsidR="001D45C6" w:rsidRDefault="001D45C6" w:rsidP="001B7FEA">
      <w:pPr>
        <w:pStyle w:val="Heading3"/>
      </w:pPr>
      <w:bookmarkStart w:id="28" w:name="_Toc53068600"/>
      <w:r>
        <w:t>Severity of event (based on probability and impact)</w:t>
      </w:r>
      <w:bookmarkEnd w:id="28"/>
    </w:p>
    <w:p w14:paraId="0097B4C0" w14:textId="77777777" w:rsidR="001B7FEA" w:rsidRDefault="001B7FEA" w:rsidP="001B7FEA">
      <w:pPr>
        <w:pStyle w:val="Heading2"/>
      </w:pPr>
      <w:bookmarkStart w:id="29" w:name="_Toc53068601"/>
      <w:r>
        <w:t>Alerting</w:t>
      </w:r>
      <w:bookmarkEnd w:id="29"/>
    </w:p>
    <w:p w14:paraId="56FDC76C" w14:textId="77777777" w:rsidR="001B7FEA" w:rsidRDefault="001B7FEA" w:rsidP="00B85077">
      <w:pPr>
        <w:pStyle w:val="BodyText"/>
        <w:numPr>
          <w:ilvl w:val="0"/>
          <w:numId w:val="37"/>
        </w:numPr>
      </w:pPr>
      <w:r>
        <w:t>Raising awareness of the issues in general</w:t>
      </w:r>
    </w:p>
    <w:p w14:paraId="60D85160" w14:textId="77777777" w:rsidR="001B7FEA" w:rsidRDefault="001B7FEA" w:rsidP="00B85077">
      <w:pPr>
        <w:pStyle w:val="BodyText"/>
        <w:numPr>
          <w:ilvl w:val="0"/>
          <w:numId w:val="37"/>
        </w:numPr>
      </w:pPr>
      <w:r>
        <w:t>active monitoring and alarms</w:t>
      </w:r>
    </w:p>
    <w:p w14:paraId="65B6BEB1" w14:textId="77777777" w:rsidR="001B7FEA" w:rsidRDefault="001B7FEA" w:rsidP="00B85077">
      <w:pPr>
        <w:pStyle w:val="BodyText"/>
        <w:numPr>
          <w:ilvl w:val="0"/>
          <w:numId w:val="37"/>
        </w:numPr>
      </w:pPr>
      <w:r>
        <w:t>Recognising interference/jamming/spoofing and reporting of incidents</w:t>
      </w:r>
    </w:p>
    <w:p w14:paraId="2EBE7EF1" w14:textId="77777777" w:rsidR="001B7FEA" w:rsidRDefault="001B7FEA" w:rsidP="00B85077">
      <w:pPr>
        <w:pStyle w:val="BodyText"/>
        <w:numPr>
          <w:ilvl w:val="0"/>
          <w:numId w:val="37"/>
        </w:numPr>
      </w:pPr>
      <w:r>
        <w:t xml:space="preserve">e-Navigation communications </w:t>
      </w:r>
    </w:p>
    <w:p w14:paraId="5D18B9F1" w14:textId="77777777" w:rsidR="001B7FEA" w:rsidRDefault="001B7FEA" w:rsidP="00B85077">
      <w:pPr>
        <w:pStyle w:val="BodyText"/>
        <w:numPr>
          <w:ilvl w:val="0"/>
          <w:numId w:val="37"/>
        </w:numPr>
      </w:pPr>
      <w:r>
        <w:t>NtoM and Notices to shipping</w:t>
      </w:r>
    </w:p>
    <w:p w14:paraId="1751879B" w14:textId="77777777" w:rsidR="001B7FEA" w:rsidRPr="001B7FEA" w:rsidRDefault="001B7FEA" w:rsidP="001B7FEA">
      <w:pPr>
        <w:pStyle w:val="BodyText"/>
      </w:pPr>
    </w:p>
    <w:p w14:paraId="59EE35E3" w14:textId="6D4B0B82" w:rsidR="001D45C6" w:rsidRDefault="001D45C6" w:rsidP="001B7FEA">
      <w:pPr>
        <w:pStyle w:val="Heading2"/>
      </w:pPr>
      <w:bookmarkStart w:id="30" w:name="_Toc53068602"/>
      <w:r>
        <w:t>Potential Alerting options</w:t>
      </w:r>
      <w:bookmarkEnd w:id="30"/>
    </w:p>
    <w:p w14:paraId="2296278C" w14:textId="77777777" w:rsidR="001D45C6" w:rsidRDefault="001D45C6" w:rsidP="00B85077">
      <w:pPr>
        <w:pStyle w:val="BodyText"/>
        <w:numPr>
          <w:ilvl w:val="0"/>
          <w:numId w:val="42"/>
        </w:numPr>
      </w:pPr>
      <w:r>
        <w:t>Training</w:t>
      </w:r>
    </w:p>
    <w:p w14:paraId="7577F6C7" w14:textId="77777777" w:rsidR="001D45C6" w:rsidRDefault="001D45C6" w:rsidP="00B85077">
      <w:pPr>
        <w:pStyle w:val="BodyText"/>
        <w:numPr>
          <w:ilvl w:val="0"/>
          <w:numId w:val="42"/>
        </w:numPr>
      </w:pPr>
      <w:r>
        <w:t>GNSS interference monitoring systems</w:t>
      </w:r>
    </w:p>
    <w:p w14:paraId="16433718" w14:textId="77777777" w:rsidR="001D45C6" w:rsidRDefault="001D45C6" w:rsidP="00B85077">
      <w:pPr>
        <w:pStyle w:val="BodyText"/>
        <w:numPr>
          <w:ilvl w:val="0"/>
          <w:numId w:val="42"/>
        </w:numPr>
      </w:pPr>
      <w:r>
        <w:t>Reporting lines</w:t>
      </w:r>
    </w:p>
    <w:p w14:paraId="2BA53E81" w14:textId="464FCDF3" w:rsidR="001D45C6" w:rsidRDefault="001D45C6" w:rsidP="00B85077">
      <w:pPr>
        <w:pStyle w:val="BodyText"/>
        <w:numPr>
          <w:ilvl w:val="0"/>
          <w:numId w:val="42"/>
        </w:numPr>
      </w:pPr>
      <w:r>
        <w:t>Other PNT systems</w:t>
      </w:r>
    </w:p>
    <w:p w14:paraId="62A28118" w14:textId="77777777" w:rsidR="001B7FEA" w:rsidRDefault="001B7FEA" w:rsidP="001B7FEA">
      <w:pPr>
        <w:pStyle w:val="Heading1"/>
      </w:pPr>
      <w:bookmarkStart w:id="31" w:name="_Toc53068603"/>
      <w:r>
        <w:t>Mitigation</w:t>
      </w:r>
      <w:bookmarkEnd w:id="31"/>
    </w:p>
    <w:p w14:paraId="0F3F6F8E" w14:textId="77777777" w:rsidR="001B7FEA" w:rsidRDefault="001B7FEA" w:rsidP="001B7FEA">
      <w:pPr>
        <w:pStyle w:val="BodyText"/>
      </w:pPr>
      <w:r>
        <w:t>This subjective risk analysis helps to identify the threats that should be addressed by the user, particularly those with high probability, high consequences and low mitigation cost. The use of GNSS receiver equipment compliant with the latest performance standards will significantly reduce susceptibility to interference.</w:t>
      </w:r>
    </w:p>
    <w:p w14:paraId="0FA75B67" w14:textId="77777777" w:rsidR="001B7FEA" w:rsidRDefault="001B7FEA" w:rsidP="001B7FEA">
      <w:pPr>
        <w:pStyle w:val="BodyText"/>
      </w:pPr>
      <w:r>
        <w:t>Awareness of the problem and changes in the design of future systems such as greater radiated power, increased receiver sophistication and added operating frequencies can serve to mitigate the impact of some of the threats to some degree. However, system vulnerability, particularly to deliberate attack, cannot be fully eliminated. This message was clear and repeated several times in the Volpe Report. Modification of the present systems can reduce the effect of natural and inadvertent sources of noise and interference. Calculated attempts to jam or otherwise deny the user community the positioning and timing services of GNSS will be far more difficult to anticipate and combat. Therefore maintenance and development of adequate alternative systems is essential.</w:t>
      </w:r>
    </w:p>
    <w:p w14:paraId="226A3677" w14:textId="77777777" w:rsidR="001B7FEA" w:rsidRDefault="001B7FEA" w:rsidP="001B7FEA">
      <w:pPr>
        <w:pStyle w:val="BodyText"/>
      </w:pPr>
      <w:r>
        <w:t xml:space="preserve">Through using an integrated PNT approach as part of the INS, it may be possible to indicate to the mariner the level of performance available (i.e. accuracy, integrity, continuity etc). Should the primary and redundant means </w:t>
      </w:r>
      <w:r>
        <w:lastRenderedPageBreak/>
        <w:t>of PNT become unavailable, the system could then indicate whether the primary or back-up requirements can be achieved, or not.</w:t>
      </w:r>
    </w:p>
    <w:p w14:paraId="5FB847F9" w14:textId="77777777" w:rsidR="001B7FEA" w:rsidRDefault="001B7FEA" w:rsidP="001B7FEA">
      <w:pPr>
        <w:pStyle w:val="Heading2"/>
      </w:pPr>
      <w:bookmarkStart w:id="32" w:name="_Toc53068604"/>
      <w:r>
        <w:t>fail safe design</w:t>
      </w:r>
      <w:bookmarkEnd w:id="32"/>
    </w:p>
    <w:p w14:paraId="3BAE0601" w14:textId="77777777" w:rsidR="001B7FEA" w:rsidRDefault="001B7FEA" w:rsidP="001B7FEA">
      <w:pPr>
        <w:pStyle w:val="Heading2"/>
      </w:pPr>
      <w:bookmarkStart w:id="33" w:name="_Toc53068605"/>
      <w:r>
        <w:t>use of multiple PNT options</w:t>
      </w:r>
      <w:bookmarkEnd w:id="33"/>
    </w:p>
    <w:p w14:paraId="1E293972" w14:textId="77777777" w:rsidR="001B7FEA" w:rsidRDefault="001B7FEA" w:rsidP="001B7FEA">
      <w:pPr>
        <w:pStyle w:val="Heading2"/>
      </w:pPr>
      <w:bookmarkStart w:id="34" w:name="_Toc53068606"/>
      <w:r>
        <w:t>updates to receivers and antennas</w:t>
      </w:r>
      <w:bookmarkEnd w:id="34"/>
    </w:p>
    <w:p w14:paraId="2E8D7F2A" w14:textId="77777777" w:rsidR="001B7FEA" w:rsidRDefault="001B7FEA" w:rsidP="00B85077">
      <w:pPr>
        <w:pStyle w:val="BodyText"/>
        <w:numPr>
          <w:ilvl w:val="0"/>
          <w:numId w:val="43"/>
        </w:numPr>
      </w:pPr>
      <w:r>
        <w:t>hardening options</w:t>
      </w:r>
    </w:p>
    <w:p w14:paraId="0554434E" w14:textId="77777777" w:rsidR="001B7FEA" w:rsidRDefault="001B7FEA" w:rsidP="00B85077">
      <w:pPr>
        <w:pStyle w:val="BodyText"/>
        <w:numPr>
          <w:ilvl w:val="0"/>
          <w:numId w:val="43"/>
        </w:numPr>
      </w:pPr>
      <w:r>
        <w:t>plausibility checks</w:t>
      </w:r>
    </w:p>
    <w:p w14:paraId="7E9CCC40" w14:textId="77777777" w:rsidR="001B7FEA" w:rsidRDefault="001B7FEA" w:rsidP="001B7FEA">
      <w:pPr>
        <w:pStyle w:val="MMTopic2"/>
        <w:numPr>
          <w:ilvl w:val="0"/>
          <w:numId w:val="0"/>
        </w:numPr>
      </w:pPr>
    </w:p>
    <w:p w14:paraId="7D5BA9D6" w14:textId="171568AA" w:rsidR="001D45C6" w:rsidRDefault="001D45C6" w:rsidP="001B7FEA">
      <w:pPr>
        <w:pStyle w:val="Heading1"/>
      </w:pPr>
      <w:bookmarkStart w:id="35" w:name="_Toc53068607"/>
      <w:r>
        <w:t>Potential Mitigation options</w:t>
      </w:r>
      <w:bookmarkEnd w:id="35"/>
    </w:p>
    <w:p w14:paraId="57A85821" w14:textId="77777777" w:rsidR="001D45C6" w:rsidRDefault="001D45C6" w:rsidP="00B85077">
      <w:pPr>
        <w:pStyle w:val="Heading2"/>
      </w:pPr>
      <w:bookmarkStart w:id="36" w:name="_Toc53068608"/>
      <w:r>
        <w:t>Platform based sensors</w:t>
      </w:r>
      <w:bookmarkEnd w:id="36"/>
    </w:p>
    <w:p w14:paraId="7049D595" w14:textId="77777777" w:rsidR="001D45C6" w:rsidRDefault="001D45C6" w:rsidP="00B85077">
      <w:pPr>
        <w:pStyle w:val="BodyText"/>
        <w:numPr>
          <w:ilvl w:val="0"/>
          <w:numId w:val="44"/>
        </w:numPr>
      </w:pPr>
      <w:r>
        <w:t>Inertial</w:t>
      </w:r>
    </w:p>
    <w:p w14:paraId="5B93AF09" w14:textId="77777777" w:rsidR="001D45C6" w:rsidRDefault="001D45C6" w:rsidP="00B85077">
      <w:pPr>
        <w:pStyle w:val="BodyText"/>
        <w:numPr>
          <w:ilvl w:val="0"/>
          <w:numId w:val="44"/>
        </w:numPr>
      </w:pPr>
      <w:r>
        <w:t>Depth sounder</w:t>
      </w:r>
    </w:p>
    <w:p w14:paraId="4BAEDA7D" w14:textId="77777777" w:rsidR="001D45C6" w:rsidRDefault="001D45C6" w:rsidP="00B85077">
      <w:pPr>
        <w:pStyle w:val="BodyText"/>
        <w:numPr>
          <w:ilvl w:val="0"/>
          <w:numId w:val="44"/>
        </w:numPr>
      </w:pPr>
      <w:r>
        <w:t>gyro compass</w:t>
      </w:r>
    </w:p>
    <w:p w14:paraId="0E00CEAC" w14:textId="77777777" w:rsidR="001D45C6" w:rsidRDefault="001D45C6" w:rsidP="00B85077">
      <w:pPr>
        <w:pStyle w:val="BodyText"/>
        <w:numPr>
          <w:ilvl w:val="0"/>
          <w:numId w:val="44"/>
        </w:numPr>
      </w:pPr>
      <w:r>
        <w:t>ePelorus</w:t>
      </w:r>
    </w:p>
    <w:p w14:paraId="5005471E" w14:textId="77777777" w:rsidR="001D45C6" w:rsidRDefault="001D45C6" w:rsidP="00B85077">
      <w:pPr>
        <w:pStyle w:val="Heading2"/>
      </w:pPr>
      <w:bookmarkStart w:id="37" w:name="_Toc53068609"/>
      <w:r>
        <w:t>GNSS</w:t>
      </w:r>
      <w:bookmarkEnd w:id="37"/>
    </w:p>
    <w:p w14:paraId="7586314C" w14:textId="77777777" w:rsidR="001D45C6" w:rsidRDefault="001D45C6" w:rsidP="00B85077">
      <w:pPr>
        <w:pStyle w:val="BodyText"/>
        <w:numPr>
          <w:ilvl w:val="0"/>
          <w:numId w:val="45"/>
        </w:numPr>
      </w:pPr>
      <w:r>
        <w:t>Multiple constellations</w:t>
      </w:r>
    </w:p>
    <w:p w14:paraId="381E23ED" w14:textId="77777777" w:rsidR="001D45C6" w:rsidRDefault="001D45C6" w:rsidP="00B85077">
      <w:pPr>
        <w:pStyle w:val="BodyText"/>
        <w:numPr>
          <w:ilvl w:val="0"/>
          <w:numId w:val="45"/>
        </w:numPr>
      </w:pPr>
      <w:r>
        <w:t>Multiple frequencies</w:t>
      </w:r>
    </w:p>
    <w:p w14:paraId="7755038D" w14:textId="77777777" w:rsidR="001D45C6" w:rsidRDefault="001D45C6" w:rsidP="00B85077">
      <w:pPr>
        <w:pStyle w:val="BodyText"/>
        <w:numPr>
          <w:ilvl w:val="0"/>
          <w:numId w:val="45"/>
        </w:numPr>
      </w:pPr>
      <w:r>
        <w:t>Integrity options</w:t>
      </w:r>
    </w:p>
    <w:p w14:paraId="13762ADE" w14:textId="77777777" w:rsidR="001D45C6" w:rsidRDefault="001D45C6" w:rsidP="00B85077">
      <w:pPr>
        <w:pStyle w:val="Heading2"/>
      </w:pPr>
      <w:bookmarkStart w:id="38" w:name="_Toc53068610"/>
      <w:r>
        <w:t>Augmentation</w:t>
      </w:r>
      <w:bookmarkEnd w:id="38"/>
    </w:p>
    <w:p w14:paraId="375736D4" w14:textId="77777777" w:rsidR="001D45C6" w:rsidRDefault="001D45C6" w:rsidP="00B85077">
      <w:pPr>
        <w:pStyle w:val="BodyText"/>
        <w:numPr>
          <w:ilvl w:val="0"/>
          <w:numId w:val="46"/>
        </w:numPr>
      </w:pPr>
      <w:r>
        <w:t>radiobeacon DGNSS</w:t>
      </w:r>
    </w:p>
    <w:p w14:paraId="27DF34FD" w14:textId="77777777" w:rsidR="001D45C6" w:rsidRDefault="001D45C6" w:rsidP="00B85077">
      <w:pPr>
        <w:pStyle w:val="BodyText"/>
        <w:numPr>
          <w:ilvl w:val="0"/>
          <w:numId w:val="46"/>
        </w:numPr>
      </w:pPr>
      <w:r>
        <w:t>SBAS</w:t>
      </w:r>
    </w:p>
    <w:p w14:paraId="39009CCF" w14:textId="77777777" w:rsidR="001D45C6" w:rsidRDefault="001D45C6" w:rsidP="00B85077">
      <w:pPr>
        <w:pStyle w:val="Heading2"/>
      </w:pPr>
      <w:bookmarkStart w:id="39" w:name="_Toc53068611"/>
      <w:r>
        <w:t>Terrestrial systems</w:t>
      </w:r>
      <w:bookmarkEnd w:id="39"/>
    </w:p>
    <w:p w14:paraId="678C954D" w14:textId="77777777" w:rsidR="001D45C6" w:rsidRDefault="001D45C6" w:rsidP="00B85077">
      <w:pPr>
        <w:pStyle w:val="BodyText"/>
        <w:numPr>
          <w:ilvl w:val="0"/>
          <w:numId w:val="47"/>
        </w:numPr>
      </w:pPr>
      <w:r>
        <w:t>eLoran</w:t>
      </w:r>
    </w:p>
    <w:p w14:paraId="17489E97" w14:textId="77777777" w:rsidR="001D45C6" w:rsidRDefault="001D45C6" w:rsidP="00B85077">
      <w:pPr>
        <w:pStyle w:val="BodyText"/>
        <w:numPr>
          <w:ilvl w:val="0"/>
          <w:numId w:val="47"/>
        </w:numPr>
      </w:pPr>
      <w:r>
        <w:t>R-Mode</w:t>
      </w:r>
    </w:p>
    <w:p w14:paraId="57F8C4BF" w14:textId="77777777" w:rsidR="001D45C6" w:rsidRDefault="001D45C6" w:rsidP="00B85077">
      <w:pPr>
        <w:pStyle w:val="BodyText"/>
        <w:numPr>
          <w:ilvl w:val="0"/>
          <w:numId w:val="47"/>
        </w:numPr>
      </w:pPr>
      <w:r>
        <w:t>Locata</w:t>
      </w:r>
    </w:p>
    <w:p w14:paraId="7DA0AE92" w14:textId="77777777" w:rsidR="001D45C6" w:rsidRDefault="001D45C6" w:rsidP="00B85077">
      <w:pPr>
        <w:pStyle w:val="BodyText"/>
        <w:numPr>
          <w:ilvl w:val="0"/>
          <w:numId w:val="47"/>
        </w:numPr>
      </w:pPr>
      <w:r>
        <w:t>STL</w:t>
      </w:r>
    </w:p>
    <w:p w14:paraId="1856196B" w14:textId="77777777" w:rsidR="001D45C6" w:rsidRDefault="001D45C6" w:rsidP="00B85077">
      <w:pPr>
        <w:pStyle w:val="BodyText"/>
        <w:numPr>
          <w:ilvl w:val="0"/>
          <w:numId w:val="47"/>
        </w:numPr>
      </w:pPr>
      <w:r>
        <w:t>radar absolute positioning</w:t>
      </w:r>
    </w:p>
    <w:p w14:paraId="6BDEB9E2" w14:textId="77777777" w:rsidR="00B85077" w:rsidRDefault="00B85077" w:rsidP="00B85077">
      <w:pPr>
        <w:pStyle w:val="Heading2"/>
      </w:pPr>
      <w:bookmarkStart w:id="40" w:name="_Toc53068612"/>
      <w:r>
        <w:t>vISUAL aTOnS</w:t>
      </w:r>
      <w:bookmarkEnd w:id="40"/>
    </w:p>
    <w:p w14:paraId="3A19D372" w14:textId="65FB1197" w:rsidR="001D45C6" w:rsidRDefault="001D45C6" w:rsidP="00B85077">
      <w:pPr>
        <w:pStyle w:val="Heading2"/>
      </w:pPr>
      <w:bookmarkStart w:id="41" w:name="_Toc53068613"/>
      <w:r>
        <w:t>External support</w:t>
      </w:r>
      <w:bookmarkEnd w:id="41"/>
    </w:p>
    <w:p w14:paraId="0BD19163" w14:textId="77777777" w:rsidR="001D45C6" w:rsidRDefault="001D45C6" w:rsidP="00B85077">
      <w:pPr>
        <w:pStyle w:val="BodyText"/>
        <w:numPr>
          <w:ilvl w:val="0"/>
          <w:numId w:val="48"/>
        </w:numPr>
      </w:pPr>
      <w:r>
        <w:t>VTS</w:t>
      </w:r>
    </w:p>
    <w:p w14:paraId="01C335B2" w14:textId="77777777" w:rsidR="001D45C6" w:rsidRDefault="001D45C6" w:rsidP="00B85077">
      <w:pPr>
        <w:pStyle w:val="BodyText"/>
        <w:numPr>
          <w:ilvl w:val="0"/>
          <w:numId w:val="48"/>
        </w:numPr>
      </w:pPr>
      <w:r>
        <w:t>Sea Traffic Management (?)</w:t>
      </w:r>
    </w:p>
    <w:p w14:paraId="38EFA004" w14:textId="77777777" w:rsidR="001D45C6" w:rsidRDefault="001D45C6" w:rsidP="00B85077">
      <w:pPr>
        <w:pStyle w:val="Heading2"/>
      </w:pPr>
      <w:bookmarkStart w:id="42" w:name="_Toc53068614"/>
      <w:r>
        <w:t>cyber security</w:t>
      </w:r>
      <w:bookmarkEnd w:id="42"/>
    </w:p>
    <w:p w14:paraId="5BDA95B1" w14:textId="77777777" w:rsidR="001D45C6" w:rsidRDefault="001D45C6" w:rsidP="001D45C6">
      <w:pPr>
        <w:pStyle w:val="BodyText"/>
      </w:pPr>
      <w:r>
        <w:t>Authentication</w:t>
      </w:r>
    </w:p>
    <w:p w14:paraId="6BAD88C8" w14:textId="77777777" w:rsidR="001D45C6" w:rsidRDefault="001D45C6" w:rsidP="00B85077">
      <w:pPr>
        <w:pStyle w:val="Heading2"/>
      </w:pPr>
      <w:bookmarkStart w:id="43" w:name="_Toc53068615"/>
      <w:r>
        <w:lastRenderedPageBreak/>
        <w:t>Integrity</w:t>
      </w:r>
      <w:bookmarkEnd w:id="43"/>
    </w:p>
    <w:p w14:paraId="7B65468E" w14:textId="77777777" w:rsidR="001D45C6" w:rsidRDefault="001D45C6" w:rsidP="00B85077">
      <w:pPr>
        <w:pStyle w:val="BodyText"/>
        <w:numPr>
          <w:ilvl w:val="0"/>
          <w:numId w:val="49"/>
        </w:numPr>
      </w:pPr>
      <w:r>
        <w:t>Consistency checks (multi-constellation, multiple systems, etc)</w:t>
      </w:r>
    </w:p>
    <w:p w14:paraId="7750B6FC" w14:textId="77777777" w:rsidR="001D45C6" w:rsidRDefault="001D45C6" w:rsidP="00B85077">
      <w:pPr>
        <w:pStyle w:val="BodyText"/>
        <w:numPr>
          <w:ilvl w:val="0"/>
          <w:numId w:val="49"/>
        </w:numPr>
      </w:pPr>
      <w:r>
        <w:t>External support information (VTS, Aton Information, etc)</w:t>
      </w:r>
    </w:p>
    <w:p w14:paraId="6E88D60F" w14:textId="77777777" w:rsidR="001D45C6" w:rsidRDefault="001D45C6" w:rsidP="00B85077">
      <w:pPr>
        <w:pStyle w:val="BodyText"/>
        <w:numPr>
          <w:ilvl w:val="0"/>
          <w:numId w:val="49"/>
        </w:numPr>
      </w:pPr>
      <w:r>
        <w:t>Autonomous PNT systems (Inertial, Compass, etc)</w:t>
      </w:r>
    </w:p>
    <w:p w14:paraId="1288E8AD" w14:textId="77777777" w:rsidR="001D45C6" w:rsidRDefault="001D45C6" w:rsidP="00B85077">
      <w:pPr>
        <w:pStyle w:val="BodyText"/>
        <w:numPr>
          <w:ilvl w:val="0"/>
          <w:numId w:val="49"/>
        </w:numPr>
      </w:pPr>
      <w:r>
        <w:t>Integrity Algorithms</w:t>
      </w:r>
    </w:p>
    <w:p w14:paraId="2952E5A1" w14:textId="77777777" w:rsidR="001D45C6" w:rsidRDefault="001D45C6" w:rsidP="00B85077">
      <w:pPr>
        <w:pStyle w:val="BodyText"/>
        <w:numPr>
          <w:ilvl w:val="0"/>
          <w:numId w:val="49"/>
        </w:numPr>
      </w:pPr>
      <w:r>
        <w:t>RAIM</w:t>
      </w:r>
    </w:p>
    <w:p w14:paraId="6C400E7A" w14:textId="77777777" w:rsidR="001D45C6" w:rsidRDefault="001D45C6" w:rsidP="00B85077">
      <w:pPr>
        <w:pStyle w:val="BodyText"/>
        <w:numPr>
          <w:ilvl w:val="0"/>
          <w:numId w:val="49"/>
        </w:numPr>
      </w:pPr>
      <w:r>
        <w:t>Single constellation RAIM</w:t>
      </w:r>
    </w:p>
    <w:p w14:paraId="707858FA" w14:textId="77777777" w:rsidR="001D45C6" w:rsidRDefault="001D45C6" w:rsidP="00B85077">
      <w:pPr>
        <w:pStyle w:val="BodyText"/>
        <w:numPr>
          <w:ilvl w:val="0"/>
          <w:numId w:val="49"/>
        </w:numPr>
      </w:pPr>
      <w:r>
        <w:t>M-RAIM</w:t>
      </w:r>
    </w:p>
    <w:p w14:paraId="53FA55FF" w14:textId="0F011A54" w:rsidR="001D45C6" w:rsidRDefault="001D45C6" w:rsidP="00B85077">
      <w:pPr>
        <w:pStyle w:val="BodyText"/>
        <w:numPr>
          <w:ilvl w:val="0"/>
          <w:numId w:val="49"/>
        </w:numPr>
      </w:pPr>
      <w:r>
        <w:t>etc.</w:t>
      </w:r>
    </w:p>
    <w:p w14:paraId="385BC402" w14:textId="12276ED6" w:rsidR="00B85077" w:rsidRDefault="00B85077" w:rsidP="00B85077">
      <w:pPr>
        <w:pStyle w:val="BodyText"/>
        <w:ind w:left="360"/>
      </w:pPr>
      <w:r>
        <w:t>(This is probably all now covered above somewhere)</w:t>
      </w:r>
    </w:p>
    <w:p w14:paraId="02EE4F27" w14:textId="28A92334" w:rsidR="001D45C6" w:rsidRDefault="001D45C6" w:rsidP="00B85077">
      <w:pPr>
        <w:pStyle w:val="Heading1"/>
      </w:pPr>
      <w:bookmarkStart w:id="44" w:name="_Toc53068616"/>
      <w:r>
        <w:t>Implementation</w:t>
      </w:r>
      <w:bookmarkEnd w:id="44"/>
    </w:p>
    <w:p w14:paraId="71005105" w14:textId="321864C6" w:rsidR="00B85077" w:rsidRDefault="00B85077" w:rsidP="00B85077">
      <w:pPr>
        <w:pStyle w:val="Heading2"/>
      </w:pPr>
      <w:bookmarkStart w:id="45" w:name="_Toc53068617"/>
      <w:r>
        <w:t>User receiver</w:t>
      </w:r>
      <w:bookmarkEnd w:id="45"/>
    </w:p>
    <w:p w14:paraId="0B5F46BD" w14:textId="77777777" w:rsidR="001D45C6" w:rsidRDefault="001D45C6" w:rsidP="001D45C6">
      <w:pPr>
        <w:pStyle w:val="BodyText"/>
      </w:pPr>
      <w:r>
        <w:t>It is noted that appropriate backup system user equipment would probably exist in a multi-modal form with a common output terminal (an integrated receiver). Such equipment has advantages with respect to monitoring the primary navigation system for interference, and using the last reliable primary data received as an initial position source for the backup receiver.</w:t>
      </w:r>
    </w:p>
    <w:p w14:paraId="612983A6" w14:textId="77777777" w:rsidR="001D45C6" w:rsidRDefault="001D45C6" w:rsidP="001D45C6">
      <w:pPr>
        <w:pStyle w:val="BodyText"/>
      </w:pPr>
      <w:r>
        <w:t>As with existing primary navigation systems, it is considered essential that the user is notified of the status of both primary and backup navigation systems by means of obvious visual and audio alarms and messages.</w:t>
      </w:r>
    </w:p>
    <w:p w14:paraId="10AC509D" w14:textId="77777777" w:rsidR="001D45C6" w:rsidRDefault="001D45C6" w:rsidP="001D45C6">
      <w:pPr>
        <w:pStyle w:val="BodyText"/>
      </w:pPr>
      <w:r>
        <w:t>The output of a backup navigation system should be in a recognised electronic format (i.e. IEC 61162) for input into electronic chart displays and GMDSS.</w:t>
      </w:r>
    </w:p>
    <w:p w14:paraId="3D9D4F02" w14:textId="5E2F0A0B" w:rsidR="001D45C6" w:rsidRDefault="001D45C6" w:rsidP="00B85077">
      <w:pPr>
        <w:pStyle w:val="Heading2"/>
      </w:pPr>
      <w:bookmarkStart w:id="46" w:name="_Toc53068618"/>
      <w:r>
        <w:t>MSR &amp;PNT Data Processor</w:t>
      </w:r>
      <w:bookmarkEnd w:id="46"/>
    </w:p>
    <w:p w14:paraId="4DA12D13" w14:textId="4073508A" w:rsidR="001D45C6" w:rsidRDefault="001D45C6" w:rsidP="001D45C6">
      <w:pPr>
        <w:pStyle w:val="BodyText"/>
      </w:pPr>
      <w:r>
        <w:t>Point to the MSR and Data processor reports from previous IALA input/reports &amp; IMO Docs.</w:t>
      </w:r>
    </w:p>
    <w:p w14:paraId="56ECCD80" w14:textId="34B6A018" w:rsidR="001D45C6" w:rsidRDefault="001D45C6" w:rsidP="00B85077">
      <w:pPr>
        <w:pStyle w:val="Heading2"/>
      </w:pPr>
      <w:bookmarkStart w:id="47" w:name="_Toc53068619"/>
      <w:r>
        <w:t>Plausibility checks</w:t>
      </w:r>
      <w:bookmarkEnd w:id="47"/>
    </w:p>
    <w:p w14:paraId="5D288D9C" w14:textId="29BA0A65" w:rsidR="001D45C6" w:rsidRDefault="001D45C6" w:rsidP="001D45C6">
      <w:pPr>
        <w:pStyle w:val="BodyText"/>
      </w:pPr>
      <w:r>
        <w:t>Receivers could be designed to take into account the general dynamics of the vessel they are fitted to as a user configured entry.</w:t>
      </w:r>
    </w:p>
    <w:p w14:paraId="5594962B" w14:textId="77777777" w:rsidR="001D45C6" w:rsidRDefault="001D45C6" w:rsidP="00B85077">
      <w:pPr>
        <w:pStyle w:val="Heading2"/>
      </w:pPr>
      <w:bookmarkStart w:id="48" w:name="_Toc53068620"/>
      <w:r>
        <w:t>timing</w:t>
      </w:r>
      <w:bookmarkEnd w:id="48"/>
    </w:p>
    <w:p w14:paraId="4051D453" w14:textId="77777777" w:rsidR="001D45C6" w:rsidRDefault="001D45C6" w:rsidP="00B85077">
      <w:pPr>
        <w:pStyle w:val="BodyText"/>
        <w:numPr>
          <w:ilvl w:val="0"/>
          <w:numId w:val="50"/>
        </w:numPr>
      </w:pPr>
      <w:r>
        <w:t>Holdover clocks</w:t>
      </w:r>
    </w:p>
    <w:p w14:paraId="1E4B52CA" w14:textId="77777777" w:rsidR="001D45C6" w:rsidRDefault="001D45C6" w:rsidP="00B85077">
      <w:pPr>
        <w:pStyle w:val="BodyText"/>
        <w:numPr>
          <w:ilvl w:val="0"/>
          <w:numId w:val="50"/>
        </w:numPr>
      </w:pPr>
      <w:r>
        <w:t>Synchronised timing across PNT sources</w:t>
      </w:r>
    </w:p>
    <w:p w14:paraId="0759A927" w14:textId="77777777" w:rsidR="001D45C6" w:rsidRDefault="001D45C6" w:rsidP="00B85077">
      <w:pPr>
        <w:pStyle w:val="Heading2"/>
      </w:pPr>
      <w:bookmarkStart w:id="49" w:name="_Toc53068621"/>
      <w:r>
        <w:t>Integrity monitoring</w:t>
      </w:r>
      <w:bookmarkEnd w:id="49"/>
    </w:p>
    <w:p w14:paraId="15BAFF1C" w14:textId="77777777" w:rsidR="001D45C6" w:rsidRDefault="001D45C6" w:rsidP="00B85077">
      <w:pPr>
        <w:pStyle w:val="Heading2"/>
      </w:pPr>
      <w:bookmarkStart w:id="50" w:name="_Toc53068622"/>
      <w:r>
        <w:t>Training and monitoring</w:t>
      </w:r>
      <w:bookmarkEnd w:id="50"/>
    </w:p>
    <w:p w14:paraId="41D982A7" w14:textId="77777777" w:rsidR="001D45C6" w:rsidRDefault="001D45C6" w:rsidP="00B85077">
      <w:pPr>
        <w:pStyle w:val="Heading2"/>
      </w:pPr>
      <w:bookmarkStart w:id="51" w:name="_Toc53068623"/>
      <w:r>
        <w:t>Scenarios</w:t>
      </w:r>
      <w:bookmarkEnd w:id="51"/>
    </w:p>
    <w:p w14:paraId="50762452" w14:textId="77777777" w:rsidR="001D45C6" w:rsidRDefault="001D45C6" w:rsidP="00B85077">
      <w:pPr>
        <w:pStyle w:val="Heading2"/>
      </w:pPr>
      <w:bookmarkStart w:id="52" w:name="_Toc53068624"/>
      <w:r>
        <w:t>Scenario 1, vessel A, jamming threat</w:t>
      </w:r>
      <w:bookmarkEnd w:id="52"/>
    </w:p>
    <w:p w14:paraId="5F5C4DF5" w14:textId="77777777" w:rsidR="001D45C6" w:rsidRDefault="001D45C6" w:rsidP="00B85077">
      <w:pPr>
        <w:pStyle w:val="Heading2"/>
      </w:pPr>
      <w:bookmarkStart w:id="53" w:name="_Toc53068625"/>
      <w:r>
        <w:t>Scenario x, vessel x, threat x</w:t>
      </w:r>
      <w:bookmarkEnd w:id="53"/>
    </w:p>
    <w:p w14:paraId="6D92361D" w14:textId="5793C6BA" w:rsidR="000379A7" w:rsidRPr="00725CCA" w:rsidRDefault="000379A7" w:rsidP="00725CCA">
      <w:pPr>
        <w:pStyle w:val="Figurecaption"/>
        <w:jc w:val="center"/>
      </w:pPr>
    </w:p>
    <w:p w14:paraId="1D32F577" w14:textId="77777777" w:rsidR="00E069B6" w:rsidRDefault="00E069B6" w:rsidP="00E069B6">
      <w:pPr>
        <w:pStyle w:val="Heading1"/>
      </w:pPr>
      <w:bookmarkStart w:id="54" w:name="_Toc457215592"/>
      <w:bookmarkStart w:id="55" w:name="_Toc53068626"/>
      <w:r>
        <w:t>DEFINITIONS</w:t>
      </w:r>
      <w:bookmarkEnd w:id="54"/>
      <w:bookmarkEnd w:id="55"/>
    </w:p>
    <w:p w14:paraId="46FFA4AE" w14:textId="77777777" w:rsidR="00E069B6" w:rsidRDefault="00E069B6" w:rsidP="00E069B6">
      <w:pPr>
        <w:pStyle w:val="Heading1separatationline"/>
      </w:pPr>
    </w:p>
    <w:p w14:paraId="585D87DE" w14:textId="77777777" w:rsidR="006744D8" w:rsidRDefault="00B3400D" w:rsidP="00E069B6">
      <w:pPr>
        <w:pStyle w:val="BodyText"/>
      </w:pPr>
      <w:r w:rsidRPr="00B3400D">
        <w:rPr>
          <w:i/>
          <w:highlight w:val="yellow"/>
        </w:rPr>
        <w:lastRenderedPageBreak/>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6"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173235A1" w14:textId="77777777" w:rsidR="00E069B6" w:rsidRDefault="00E069B6" w:rsidP="00E069B6">
      <w:pPr>
        <w:pStyle w:val="Heading1"/>
      </w:pPr>
      <w:bookmarkStart w:id="56" w:name="_Toc53068627"/>
      <w:r>
        <w:t>ACRONYMS</w:t>
      </w:r>
      <w:bookmarkEnd w:id="56"/>
    </w:p>
    <w:p w14:paraId="7C401D21" w14:textId="77777777" w:rsidR="00E069B6" w:rsidRPr="00E069B6" w:rsidRDefault="00E069B6" w:rsidP="00E069B6">
      <w:pPr>
        <w:pStyle w:val="Heading1separatationline"/>
      </w:pPr>
    </w:p>
    <w:p w14:paraId="42AA6B4E" w14:textId="77777777" w:rsidR="006744D8" w:rsidRDefault="006744D8" w:rsidP="00E069B6">
      <w:pPr>
        <w:pStyle w:val="Acronym"/>
      </w:pPr>
      <w:r>
        <w:t>IMO</w:t>
      </w:r>
      <w:r>
        <w:tab/>
        <w:t>International Maritime Organization (Acronym style)</w:t>
      </w:r>
    </w:p>
    <w:p w14:paraId="1EE373F8" w14:textId="77777777" w:rsidR="00D32DDF" w:rsidRDefault="00D32DDF" w:rsidP="002C77F4">
      <w:pPr>
        <w:pStyle w:val="Heading1"/>
      </w:pPr>
      <w:bookmarkStart w:id="57" w:name="_Toc53068628"/>
      <w:r>
        <w:t>R</w:t>
      </w:r>
      <w:r w:rsidR="0093492E">
        <w:t>EFERENCES</w:t>
      </w:r>
      <w:bookmarkEnd w:id="57"/>
    </w:p>
    <w:p w14:paraId="16E4A266" w14:textId="77777777" w:rsidR="00D32DDF" w:rsidRDefault="00D32DDF" w:rsidP="00D32DDF">
      <w:pPr>
        <w:pStyle w:val="Heading1separatationline"/>
      </w:pPr>
    </w:p>
    <w:p w14:paraId="5C36EA76" w14:textId="77777777" w:rsidR="00D32DDF" w:rsidRDefault="00D32DDF" w:rsidP="00D32DDF">
      <w:pPr>
        <w:pStyle w:val="Reference"/>
      </w:pPr>
      <w:r>
        <w:t>Abcd</w:t>
      </w:r>
    </w:p>
    <w:p w14:paraId="41CD8EAD" w14:textId="77777777" w:rsidR="00D32DDF" w:rsidRPr="00D32DDF" w:rsidRDefault="00D32DDF" w:rsidP="00D32DDF">
      <w:pPr>
        <w:pStyle w:val="Reference"/>
      </w:pPr>
      <w:r>
        <w:t>Efgh</w:t>
      </w:r>
    </w:p>
    <w:p w14:paraId="05E76C93" w14:textId="77777777" w:rsidR="008972C3" w:rsidRDefault="008972C3" w:rsidP="00F707B3">
      <w:pPr>
        <w:pStyle w:val="BodyText"/>
      </w:pPr>
    </w:p>
    <w:p w14:paraId="1A3D0232" w14:textId="77777777" w:rsidR="00BF1358" w:rsidRDefault="00BF1358" w:rsidP="00DE2814">
      <w:pPr>
        <w:pStyle w:val="Annex"/>
        <w:sectPr w:rsidR="00BF1358" w:rsidSect="00C716E5">
          <w:headerReference w:type="even" r:id="rId27"/>
          <w:headerReference w:type="default" r:id="rId28"/>
          <w:headerReference w:type="first" r:id="rId29"/>
          <w:pgSz w:w="11906" w:h="16838" w:code="9"/>
          <w:pgMar w:top="567" w:right="794" w:bottom="567" w:left="907" w:header="850" w:footer="850" w:gutter="0"/>
          <w:cols w:space="708"/>
          <w:docGrid w:linePitch="360"/>
        </w:sectPr>
      </w:pPr>
      <w:bookmarkStart w:id="58" w:name="_Toc434514869"/>
    </w:p>
    <w:p w14:paraId="45E49FB7" w14:textId="314EB4F2" w:rsidR="001D45C6" w:rsidRDefault="001D45C6" w:rsidP="001D45C6">
      <w:pPr>
        <w:pStyle w:val="Annex"/>
      </w:pPr>
      <w:bookmarkStart w:id="59" w:name="_Toc53068629"/>
      <w:bookmarkEnd w:id="58"/>
      <w:r>
        <w:lastRenderedPageBreak/>
        <w:t>SUGGESTED MINIMUM MARITIME USER REQUIREMENTS FOR GENERAL NAVIGATION – BACKUP SYSTEM</w:t>
      </w:r>
      <w:bookmarkEnd w:id="59"/>
    </w:p>
    <w:p w14:paraId="3380752B" w14:textId="77777777" w:rsidR="001D45C6" w:rsidRPr="001D45C6" w:rsidRDefault="001D45C6" w:rsidP="001D45C6">
      <w:pPr>
        <w:pStyle w:val="BodyText"/>
      </w:pPr>
    </w:p>
    <w:p w14:paraId="22DC2841" w14:textId="77777777" w:rsidR="001D45C6" w:rsidRDefault="001D45C6" w:rsidP="001D45C6">
      <w:pPr>
        <w:pStyle w:val="Annex"/>
        <w:numPr>
          <w:ilvl w:val="0"/>
          <w:numId w:val="0"/>
        </w:numPr>
        <w:ind w:left="1418"/>
        <w:rPr>
          <w:noProof/>
          <w:lang w:eastAsia="en-GB"/>
        </w:rPr>
      </w:pPr>
    </w:p>
    <w:p w14:paraId="6ECFFF80" w14:textId="2E5698F6" w:rsidR="001D45C6" w:rsidRDefault="001D45C6" w:rsidP="001D45C6">
      <w:pPr>
        <w:pStyle w:val="Annex"/>
        <w:numPr>
          <w:ilvl w:val="0"/>
          <w:numId w:val="0"/>
        </w:numPr>
        <w:ind w:left="1418"/>
      </w:pPr>
      <w:bookmarkStart w:id="60" w:name="_Toc53068630"/>
      <w:r>
        <w:rPr>
          <w:noProof/>
          <w:lang w:eastAsia="en-GB"/>
        </w:rPr>
        <w:drawing>
          <wp:inline distT="0" distB="0" distL="0" distR="0" wp14:anchorId="3C89D167" wp14:editId="0E3338A8">
            <wp:extent cx="8863330" cy="38220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863330" cy="3822065"/>
                    </a:xfrm>
                    <a:prstGeom prst="rect">
                      <a:avLst/>
                    </a:prstGeom>
                  </pic:spPr>
                </pic:pic>
              </a:graphicData>
            </a:graphic>
          </wp:inline>
        </w:drawing>
      </w:r>
      <w:bookmarkEnd w:id="60"/>
    </w:p>
    <w:p w14:paraId="6025E9BF" w14:textId="77777777" w:rsidR="001D45C6" w:rsidRDefault="001D45C6" w:rsidP="001D45C6">
      <w:pPr>
        <w:pStyle w:val="BodyText"/>
        <w:sectPr w:rsidR="001D45C6" w:rsidSect="001D45C6">
          <w:headerReference w:type="even" r:id="rId30"/>
          <w:headerReference w:type="default" r:id="rId31"/>
          <w:footerReference w:type="default" r:id="rId32"/>
          <w:headerReference w:type="first" r:id="rId33"/>
          <w:pgSz w:w="16838" w:h="11906" w:orient="landscape"/>
          <w:pgMar w:top="1440" w:right="1440" w:bottom="1440" w:left="1440" w:header="708" w:footer="708" w:gutter="0"/>
          <w:cols w:space="708"/>
          <w:docGrid w:linePitch="360"/>
        </w:sectPr>
      </w:pPr>
    </w:p>
    <w:p w14:paraId="0A7D3346" w14:textId="77777777" w:rsidR="001D45C6" w:rsidRDefault="001D45C6" w:rsidP="001D45C6">
      <w:pPr>
        <w:pStyle w:val="MMTopic1"/>
      </w:pPr>
      <w:bookmarkStart w:id="61" w:name="_Toc53068631"/>
      <w:r>
        <w:lastRenderedPageBreak/>
        <w:t>Annex 2: Equipment comparisons (review of equipment and it's strengths and weaknesses)</w:t>
      </w:r>
      <w:bookmarkEnd w:id="61"/>
    </w:p>
    <w:p w14:paraId="0024A879" w14:textId="77777777" w:rsidR="001D45C6" w:rsidRDefault="001D45C6" w:rsidP="001D45C6">
      <w:pPr>
        <w:spacing w:before="100" w:beforeAutospacing="1" w:after="100" w:afterAutospacing="1"/>
        <w:rPr>
          <w:sz w:val="20"/>
          <w:szCs w:val="20"/>
        </w:rPr>
      </w:pPr>
      <w:r>
        <w:rPr>
          <w:sz w:val="20"/>
          <w:szCs w:val="20"/>
        </w:rPr>
        <w:t xml:space="preserve">re GMV e-mail.  A chance to list equipment and review how each system works, which threats they are able to detect and those they can't etc. </w:t>
      </w:r>
    </w:p>
    <w:p w14:paraId="4B36EE88" w14:textId="2FBF7CDD" w:rsidR="001D45C6" w:rsidRPr="001D45C6" w:rsidRDefault="001D45C6" w:rsidP="001D45C6">
      <w:pPr>
        <w:pStyle w:val="BodyText"/>
      </w:pPr>
    </w:p>
    <w:p w14:paraId="270EDEC6" w14:textId="190164BC" w:rsidR="001D45C6" w:rsidRPr="001D45C6" w:rsidRDefault="001D45C6" w:rsidP="001D45C6">
      <w:pPr>
        <w:pStyle w:val="BodyText"/>
        <w:sectPr w:rsidR="001D45C6" w:rsidRPr="001D45C6" w:rsidSect="001D45C6">
          <w:pgSz w:w="11906" w:h="16838"/>
          <w:pgMar w:top="1440" w:right="1440" w:bottom="1440" w:left="1440" w:header="708" w:footer="708" w:gutter="0"/>
          <w:cols w:space="708"/>
          <w:docGrid w:linePitch="360"/>
        </w:sectPr>
      </w:pPr>
    </w:p>
    <w:p w14:paraId="2A019A28" w14:textId="6BB1EB64" w:rsidR="0042565E" w:rsidRDefault="0042565E">
      <w:pPr>
        <w:spacing w:after="200" w:line="276" w:lineRule="auto"/>
        <w:rPr>
          <w:b/>
          <w:i/>
          <w:caps/>
          <w:color w:val="407EC9"/>
          <w:sz w:val="28"/>
          <w:u w:val="single"/>
        </w:rPr>
      </w:pPr>
    </w:p>
    <w:p w14:paraId="1A83BC70" w14:textId="77777777" w:rsidR="00E818AD" w:rsidRDefault="00725CCA" w:rsidP="00344408">
      <w:pPr>
        <w:pStyle w:val="Annex"/>
        <w:rPr>
          <w:caps w:val="0"/>
        </w:rPr>
      </w:pPr>
      <w:bookmarkStart w:id="62" w:name="_Ref446317698"/>
      <w:bookmarkStart w:id="63" w:name="_Toc53068632"/>
      <w:r>
        <w:rPr>
          <w:caps w:val="0"/>
        </w:rPr>
        <w:t>PERMITTED COLOUR PALETTE</w:t>
      </w:r>
      <w:bookmarkEnd w:id="62"/>
      <w:bookmarkEnd w:id="63"/>
    </w:p>
    <w:p w14:paraId="4AE0C83D" w14:textId="77777777" w:rsidR="00E015AE" w:rsidRPr="00E015AE" w:rsidRDefault="00E015AE" w:rsidP="00E015AE">
      <w:pPr>
        <w:pStyle w:val="BodyText"/>
      </w:pPr>
      <w:r w:rsidRPr="00E015AE">
        <w:rPr>
          <w:noProof/>
          <w:lang w:eastAsia="en-GB"/>
        </w:rPr>
        <mc:AlternateContent>
          <mc:Choice Requires="wpg">
            <w:drawing>
              <wp:inline distT="0" distB="0" distL="0" distR="0" wp14:anchorId="76353BC5" wp14:editId="7342FCA2">
                <wp:extent cx="9029263" cy="4272581"/>
                <wp:effectExtent l="0" t="0" r="0" b="0"/>
                <wp:docPr id="94" name="Group 1"/>
                <wp:cNvGraphicFramePr/>
                <a:graphic xmlns:a="http://schemas.openxmlformats.org/drawingml/2006/main">
                  <a:graphicData uri="http://schemas.microsoft.com/office/word/2010/wordprocessingGroup">
                    <wpg:wgp>
                      <wpg:cNvGrpSpPr/>
                      <wpg:grpSpPr>
                        <a:xfrm>
                          <a:off x="0" y="0"/>
                          <a:ext cx="9029263" cy="4272581"/>
                          <a:chOff x="0" y="0"/>
                          <a:chExt cx="9029263" cy="4272581"/>
                        </a:xfrm>
                      </wpg:grpSpPr>
                      <wps:wsp>
                        <wps:cNvPr id="95" name="object 4"/>
                        <wps:cNvSpPr txBox="1"/>
                        <wps:spPr>
                          <a:xfrm>
                            <a:off x="0" y="0"/>
                            <a:ext cx="2495550" cy="3057525"/>
                          </a:xfrm>
                          <a:prstGeom prst="rect">
                            <a:avLst/>
                          </a:prstGeom>
                          <a:solidFill>
                            <a:srgbClr val="E6E7E8"/>
                          </a:solidFill>
                        </wps:spPr>
                        <wps:txbx>
                          <w:txbxContent>
                            <w:p w14:paraId="1BD72E60" w14:textId="77777777" w:rsidR="001D45C6" w:rsidRDefault="001D45C6"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291ADB1D" w14:textId="77777777" w:rsidR="001D45C6" w:rsidRDefault="001D45C6" w:rsidP="00E015AE">
                              <w:pPr>
                                <w:pStyle w:val="NormalWeb"/>
                                <w:ind w:left="144" w:right="374"/>
                                <w:rPr>
                                  <w:sz w:val="24"/>
                                </w:rPr>
                              </w:pPr>
                            </w:p>
                            <w:p w14:paraId="0654B0E5" w14:textId="77777777" w:rsidR="001D45C6" w:rsidRDefault="001D45C6" w:rsidP="00E015AE">
                              <w:pPr>
                                <w:pStyle w:val="NormalWeb"/>
                                <w:ind w:left="144"/>
                                <w:rPr>
                                  <w:color w:val="005D90"/>
                                  <w:spacing w:val="44"/>
                                  <w:kern w:val="24"/>
                                  <w:sz w:val="18"/>
                                  <w:szCs w:val="18"/>
                                </w:rPr>
                              </w:pPr>
                              <w:r>
                                <w:rPr>
                                  <w:color w:val="005D90"/>
                                  <w:spacing w:val="44"/>
                                  <w:kern w:val="24"/>
                                  <w:sz w:val="18"/>
                                  <w:szCs w:val="18"/>
                                </w:rPr>
                                <w:t>Corporate colours (Not shown)</w:t>
                              </w:r>
                            </w:p>
                            <w:p w14:paraId="7A12EDFF" w14:textId="77777777" w:rsidR="001D45C6" w:rsidRDefault="001D45C6" w:rsidP="00E015AE">
                              <w:pPr>
                                <w:pStyle w:val="NormalWeb"/>
                                <w:ind w:left="144"/>
                              </w:pPr>
                            </w:p>
                            <w:p w14:paraId="4341414E" w14:textId="77777777" w:rsidR="001D45C6" w:rsidRDefault="001D45C6"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97315F1"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0F1D98C5"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7D7A655A"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5B8F18D7"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1BB8E6B8" w14:textId="77777777" w:rsidR="001D45C6" w:rsidRDefault="001D45C6" w:rsidP="00E015AE">
                              <w:pPr>
                                <w:pStyle w:val="NormalWeb"/>
                                <w:ind w:left="144"/>
                                <w:rPr>
                                  <w:color w:val="005D90"/>
                                  <w:spacing w:val="6"/>
                                  <w:kern w:val="24"/>
                                  <w:sz w:val="18"/>
                                  <w:szCs w:val="18"/>
                                </w:rPr>
                              </w:pPr>
                            </w:p>
                            <w:p w14:paraId="1F77E8ED" w14:textId="77777777" w:rsidR="001D45C6" w:rsidRDefault="001D45C6" w:rsidP="00E015AE">
                              <w:pPr>
                                <w:pStyle w:val="NormalWeb"/>
                                <w:ind w:left="144"/>
                                <w:rPr>
                                  <w:color w:val="005D90"/>
                                  <w:spacing w:val="6"/>
                                  <w:kern w:val="24"/>
                                  <w:sz w:val="18"/>
                                  <w:szCs w:val="18"/>
                                </w:rPr>
                              </w:pPr>
                              <w:r>
                                <w:rPr>
                                  <w:color w:val="005D90"/>
                                  <w:spacing w:val="6"/>
                                  <w:kern w:val="24"/>
                                  <w:sz w:val="18"/>
                                  <w:szCs w:val="18"/>
                                </w:rPr>
                                <w:t>Primary &amp; secondary colours</w:t>
                              </w:r>
                            </w:p>
                            <w:p w14:paraId="562F9BE5" w14:textId="77777777" w:rsidR="001D45C6" w:rsidRDefault="001D45C6" w:rsidP="00E015AE">
                              <w:pPr>
                                <w:pStyle w:val="NormalWeb"/>
                                <w:ind w:left="144"/>
                                <w:rPr>
                                  <w:rFonts w:eastAsiaTheme="minorEastAsia"/>
                                </w:rPr>
                              </w:pPr>
                            </w:p>
                            <w:p w14:paraId="7B7C8B30" w14:textId="77777777" w:rsidR="001D45C6" w:rsidRDefault="001D45C6"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73F498F6" w14:textId="77777777" w:rsidR="001D45C6" w:rsidRDefault="001D45C6"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099CFE32" w14:textId="77777777" w:rsidR="001D45C6" w:rsidRDefault="001D45C6"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66D07C22" w14:textId="77777777" w:rsidR="001D45C6" w:rsidRDefault="001D45C6"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wps:txbx>
                        <wps:bodyPr vert="horz" wrap="square" lIns="0" tIns="0" rIns="0" bIns="0" rtlCol="0">
                          <a:spAutoFit/>
                        </wps:bodyPr>
                      </wps:wsp>
                      <wps:wsp>
                        <wps:cNvPr id="96" name="object 8"/>
                        <wps:cNvSpPr txBox="1"/>
                        <wps:spPr>
                          <a:xfrm>
                            <a:off x="4298960" y="320852"/>
                            <a:ext cx="777240" cy="262890"/>
                          </a:xfrm>
                          <a:prstGeom prst="rect">
                            <a:avLst/>
                          </a:prstGeom>
                        </wps:spPr>
                        <wps:txbx>
                          <w:txbxContent>
                            <w:p w14:paraId="47B36214" w14:textId="77777777" w:rsidR="001D45C6" w:rsidRDefault="001D45C6"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47C67DF8"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wps:txbx>
                        <wps:bodyPr vert="horz" wrap="square" lIns="0" tIns="0" rIns="0" bIns="0" rtlCol="0">
                          <a:spAutoFit/>
                        </wps:bodyPr>
                      </wps:wsp>
                      <wps:wsp>
                        <wps:cNvPr id="97" name="object 9"/>
                        <wps:cNvSpPr txBox="1"/>
                        <wps:spPr>
                          <a:xfrm>
                            <a:off x="4298960" y="921384"/>
                            <a:ext cx="763270" cy="262890"/>
                          </a:xfrm>
                          <a:prstGeom prst="rect">
                            <a:avLst/>
                          </a:prstGeom>
                        </wps:spPr>
                        <wps:txbx>
                          <w:txbxContent>
                            <w:p w14:paraId="11A6D639"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98" name="object 10"/>
                        <wps:cNvSpPr txBox="1"/>
                        <wps:spPr>
                          <a:xfrm>
                            <a:off x="5516040" y="921384"/>
                            <a:ext cx="762635" cy="262890"/>
                          </a:xfrm>
                          <a:prstGeom prst="rect">
                            <a:avLst/>
                          </a:prstGeom>
                        </wps:spPr>
                        <wps:txbx>
                          <w:txbxContent>
                            <w:p w14:paraId="4BA2213F"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wps:txbx>
                        <wps:bodyPr vert="horz" wrap="square" lIns="0" tIns="0" rIns="0" bIns="0" rtlCol="0">
                          <a:spAutoFit/>
                        </wps:bodyPr>
                      </wps:wsp>
                      <wps:wsp>
                        <wps:cNvPr id="99" name="object 11"/>
                        <wps:cNvSpPr txBox="1"/>
                        <wps:spPr>
                          <a:xfrm>
                            <a:off x="6740993" y="921384"/>
                            <a:ext cx="762635" cy="262890"/>
                          </a:xfrm>
                          <a:prstGeom prst="rect">
                            <a:avLst/>
                          </a:prstGeom>
                        </wps:spPr>
                        <wps:txbx>
                          <w:txbxContent>
                            <w:p w14:paraId="73820C47"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wps:txbx>
                        <wps:bodyPr vert="horz" wrap="square" lIns="0" tIns="0" rIns="0" bIns="0" rtlCol="0">
                          <a:spAutoFit/>
                        </wps:bodyPr>
                      </wps:wsp>
                      <wps:wsp>
                        <wps:cNvPr id="100" name="object 12"/>
                        <wps:cNvSpPr txBox="1"/>
                        <wps:spPr>
                          <a:xfrm>
                            <a:off x="7955451" y="921384"/>
                            <a:ext cx="763270" cy="262890"/>
                          </a:xfrm>
                          <a:prstGeom prst="rect">
                            <a:avLst/>
                          </a:prstGeom>
                        </wps:spPr>
                        <wps:txbx>
                          <w:txbxContent>
                            <w:p w14:paraId="18F9192B"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01" name="object 13"/>
                        <wps:cNvSpPr txBox="1"/>
                        <wps:spPr>
                          <a:xfrm>
                            <a:off x="5519790" y="320852"/>
                            <a:ext cx="680720" cy="438150"/>
                          </a:xfrm>
                          <a:prstGeom prst="rect">
                            <a:avLst/>
                          </a:prstGeom>
                        </wps:spPr>
                        <wps:txbx>
                          <w:txbxContent>
                            <w:p w14:paraId="73AEF5B0" w14:textId="77777777" w:rsidR="001D45C6" w:rsidRDefault="001D45C6" w:rsidP="00E015AE">
                              <w:pPr>
                                <w:pStyle w:val="NormalWeb"/>
                                <w:ind w:left="14" w:right="259"/>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326C</w:t>
                              </w:r>
                              <w:r>
                                <w:rPr>
                                  <w:b/>
                                  <w:bCs/>
                                  <w:color w:val="414042"/>
                                  <w:spacing w:val="-4"/>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81</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39</w:t>
                              </w:r>
                            </w:p>
                            <w:p w14:paraId="1A146676"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wps:txbx>
                        <wps:bodyPr vert="horz" wrap="square" lIns="0" tIns="0" rIns="0" bIns="0" rtlCol="0">
                          <a:spAutoFit/>
                        </wps:bodyPr>
                      </wps:wsp>
                      <wps:wsp>
                        <wps:cNvPr id="102" name="object 14"/>
                        <wps:cNvSpPr txBox="1"/>
                        <wps:spPr>
                          <a:xfrm>
                            <a:off x="6740618" y="320852"/>
                            <a:ext cx="828040" cy="350520"/>
                          </a:xfrm>
                          <a:prstGeom prst="rect">
                            <a:avLst/>
                          </a:prstGeom>
                        </wps:spPr>
                        <wps:txbx>
                          <w:txbxContent>
                            <w:p w14:paraId="1EF5841F" w14:textId="77777777" w:rsidR="001D45C6" w:rsidRDefault="001D45C6"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7703</w:t>
                              </w:r>
                              <w:r>
                                <w:rPr>
                                  <w:b/>
                                  <w:bCs/>
                                  <w:color w:val="414042"/>
                                  <w:spacing w:val="-7"/>
                                  <w:kern w:val="24"/>
                                  <w:sz w:val="12"/>
                                  <w:szCs w:val="12"/>
                                </w:rPr>
                                <w:t xml:space="preserve"> </w:t>
                              </w:r>
                              <w:r>
                                <w:rPr>
                                  <w:b/>
                                  <w:bCs/>
                                  <w:color w:val="414042"/>
                                  <w:spacing w:val="-28"/>
                                  <w:kern w:val="24"/>
                                  <w:sz w:val="12"/>
                                  <w:szCs w:val="12"/>
                                </w:rPr>
                                <w:t>C</w:t>
                              </w:r>
                            </w:p>
                            <w:p w14:paraId="4BDA537B" w14:textId="77777777" w:rsidR="001D45C6" w:rsidRDefault="001D45C6" w:rsidP="00E015AE">
                              <w:pPr>
                                <w:pStyle w:val="NormalWeb"/>
                                <w:ind w:left="14"/>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79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2</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11</w:t>
                              </w:r>
                            </w:p>
                            <w:p w14:paraId="11C174B2"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03" name="object 15"/>
                        <wps:cNvSpPr txBox="1"/>
                        <wps:spPr>
                          <a:xfrm>
                            <a:off x="7961446" y="320852"/>
                            <a:ext cx="716280" cy="438150"/>
                          </a:xfrm>
                          <a:prstGeom prst="rect">
                            <a:avLst/>
                          </a:prstGeom>
                        </wps:spPr>
                        <wps:txbx>
                          <w:txbxContent>
                            <w:p w14:paraId="21FF958B" w14:textId="77777777" w:rsidR="001D45C6" w:rsidRDefault="001D45C6"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660</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50</w:t>
                              </w:r>
                            </w:p>
                            <w:p w14:paraId="6518B735"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wps:txbx>
                        <wps:bodyPr vert="horz" wrap="square" lIns="0" tIns="0" rIns="0" bIns="0" rtlCol="0">
                          <a:spAutoFit/>
                        </wps:bodyPr>
                      </wps:wsp>
                      <wps:wsp>
                        <wps:cNvPr id="104" name="object 21"/>
                        <wps:cNvSpPr/>
                        <wps:spPr>
                          <a:xfrm>
                            <a:off x="4307136" y="12384"/>
                            <a:ext cx="1062961" cy="280999"/>
                          </a:xfrm>
                          <a:custGeom>
                            <a:avLst/>
                            <a:gdLst/>
                            <a:ahLst/>
                            <a:cxnLst/>
                            <a:rect l="l" t="t" r="r" b="b"/>
                            <a:pathLst>
                              <a:path w="1172210" h="309880">
                                <a:moveTo>
                                  <a:pt x="1171676" y="309346"/>
                                </a:moveTo>
                                <a:lnTo>
                                  <a:pt x="0" y="309346"/>
                                </a:lnTo>
                                <a:lnTo>
                                  <a:pt x="0" y="0"/>
                                </a:lnTo>
                                <a:lnTo>
                                  <a:pt x="1171676" y="0"/>
                                </a:lnTo>
                                <a:lnTo>
                                  <a:pt x="1171676" y="309346"/>
                                </a:lnTo>
                                <a:close/>
                              </a:path>
                            </a:pathLst>
                          </a:custGeom>
                          <a:solidFill>
                            <a:srgbClr val="00AEEF"/>
                          </a:solidFill>
                        </wps:spPr>
                        <wps:bodyPr wrap="square" lIns="0" tIns="0" rIns="0" bIns="0" rtlCol="0"/>
                      </wps:wsp>
                      <wps:wsp>
                        <wps:cNvPr id="105" name="object 22"/>
                        <wps:cNvSpPr/>
                        <wps:spPr>
                          <a:xfrm>
                            <a:off x="553307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4AC"/>
                          </a:solidFill>
                        </wps:spPr>
                        <wps:bodyPr wrap="square" lIns="0" tIns="0" rIns="0" bIns="0" rtlCol="0"/>
                      </wps:wsp>
                      <wps:wsp>
                        <wps:cNvPr id="106" name="object 23"/>
                        <wps:cNvSpPr/>
                        <wps:spPr>
                          <a:xfrm>
                            <a:off x="675202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BD2"/>
                          </a:solidFill>
                        </wps:spPr>
                        <wps:bodyPr wrap="square" lIns="0" tIns="0" rIns="0" bIns="0" rtlCol="0"/>
                      </wps:wsp>
                      <wps:wsp>
                        <wps:cNvPr id="107" name="object 24"/>
                        <wps:cNvSpPr/>
                        <wps:spPr>
                          <a:xfrm>
                            <a:off x="7966302" y="12384"/>
                            <a:ext cx="1062961" cy="280999"/>
                          </a:xfrm>
                          <a:custGeom>
                            <a:avLst/>
                            <a:gdLst/>
                            <a:ahLst/>
                            <a:cxnLst/>
                            <a:rect l="l" t="t" r="r" b="b"/>
                            <a:pathLst>
                              <a:path w="1172209" h="309880">
                                <a:moveTo>
                                  <a:pt x="0" y="309359"/>
                                </a:moveTo>
                                <a:lnTo>
                                  <a:pt x="1171676" y="309359"/>
                                </a:lnTo>
                                <a:lnTo>
                                  <a:pt x="1171676" y="0"/>
                                </a:lnTo>
                                <a:lnTo>
                                  <a:pt x="0" y="0"/>
                                </a:lnTo>
                                <a:lnTo>
                                  <a:pt x="0" y="309359"/>
                                </a:lnTo>
                                <a:close/>
                              </a:path>
                            </a:pathLst>
                          </a:custGeom>
                          <a:solidFill>
                            <a:srgbClr val="5A83C3"/>
                          </a:solidFill>
                        </wps:spPr>
                        <wps:bodyPr wrap="square" lIns="0" tIns="0" rIns="0" bIns="0" rtlCol="0"/>
                      </wps:wsp>
                      <wps:wsp>
                        <wps:cNvPr id="108" name="object 25"/>
                        <wps:cNvSpPr/>
                        <wps:spPr>
                          <a:xfrm>
                            <a:off x="4307136" y="736568"/>
                            <a:ext cx="1062961" cy="156623"/>
                          </a:xfrm>
                          <a:custGeom>
                            <a:avLst/>
                            <a:gdLst/>
                            <a:ahLst/>
                            <a:cxnLst/>
                            <a:rect l="l" t="t" r="r" b="b"/>
                            <a:pathLst>
                              <a:path w="1172210" h="172720">
                                <a:moveTo>
                                  <a:pt x="1171676" y="172707"/>
                                </a:moveTo>
                                <a:lnTo>
                                  <a:pt x="0" y="172707"/>
                                </a:lnTo>
                                <a:lnTo>
                                  <a:pt x="0" y="0"/>
                                </a:lnTo>
                                <a:lnTo>
                                  <a:pt x="1171676" y="0"/>
                                </a:lnTo>
                                <a:lnTo>
                                  <a:pt x="1171676" y="172707"/>
                                </a:lnTo>
                                <a:close/>
                              </a:path>
                            </a:pathLst>
                          </a:custGeom>
                          <a:solidFill>
                            <a:srgbClr val="6DCFF6"/>
                          </a:solidFill>
                        </wps:spPr>
                        <wps:bodyPr wrap="square" lIns="0" tIns="0" rIns="0" bIns="0" rtlCol="0"/>
                      </wps:wsp>
                      <wps:wsp>
                        <wps:cNvPr id="109" name="object 26"/>
                        <wps:cNvSpPr/>
                        <wps:spPr>
                          <a:xfrm>
                            <a:off x="553307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85D0CC"/>
                          </a:solidFill>
                        </wps:spPr>
                        <wps:bodyPr wrap="square" lIns="0" tIns="0" rIns="0" bIns="0" rtlCol="0"/>
                      </wps:wsp>
                      <wps:wsp>
                        <wps:cNvPr id="110" name="object 27"/>
                        <wps:cNvSpPr/>
                        <wps:spPr>
                          <a:xfrm>
                            <a:off x="675202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9AD9E5"/>
                          </a:solidFill>
                        </wps:spPr>
                        <wps:bodyPr wrap="square" lIns="0" tIns="0" rIns="0" bIns="0" rtlCol="0"/>
                      </wps:wsp>
                      <wps:wsp>
                        <wps:cNvPr id="111" name="object 28"/>
                        <wps:cNvSpPr/>
                        <wps:spPr>
                          <a:xfrm>
                            <a:off x="7966302" y="736568"/>
                            <a:ext cx="1062961" cy="156623"/>
                          </a:xfrm>
                          <a:custGeom>
                            <a:avLst/>
                            <a:gdLst/>
                            <a:ahLst/>
                            <a:cxnLst/>
                            <a:rect l="l" t="t" r="r" b="b"/>
                            <a:pathLst>
                              <a:path w="1172209" h="172720">
                                <a:moveTo>
                                  <a:pt x="0" y="172707"/>
                                </a:moveTo>
                                <a:lnTo>
                                  <a:pt x="1171676" y="172707"/>
                                </a:lnTo>
                                <a:lnTo>
                                  <a:pt x="1171676" y="0"/>
                                </a:lnTo>
                                <a:lnTo>
                                  <a:pt x="0" y="0"/>
                                </a:lnTo>
                                <a:lnTo>
                                  <a:pt x="0" y="172707"/>
                                </a:lnTo>
                                <a:close/>
                              </a:path>
                            </a:pathLst>
                          </a:custGeom>
                          <a:solidFill>
                            <a:srgbClr val="ACC1E1"/>
                          </a:solidFill>
                        </wps:spPr>
                        <wps:bodyPr wrap="square" lIns="0" tIns="0" rIns="0" bIns="0" rtlCol="0"/>
                      </wps:wsp>
                      <wps:wsp>
                        <wps:cNvPr id="112" name="object 29"/>
                        <wps:cNvSpPr txBox="1"/>
                        <wps:spPr>
                          <a:xfrm>
                            <a:off x="4298885" y="1430034"/>
                            <a:ext cx="762635" cy="262890"/>
                          </a:xfrm>
                          <a:prstGeom prst="rect">
                            <a:avLst/>
                          </a:prstGeom>
                        </wps:spPr>
                        <wps:txbx>
                          <w:txbxContent>
                            <w:p w14:paraId="31FAA49B"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wps:txbx>
                        <wps:bodyPr vert="horz" wrap="square" lIns="0" tIns="0" rIns="0" bIns="0" rtlCol="0">
                          <a:spAutoFit/>
                        </wps:bodyPr>
                      </wps:wsp>
                      <wps:wsp>
                        <wps:cNvPr id="113" name="object 30"/>
                        <wps:cNvSpPr txBox="1"/>
                        <wps:spPr>
                          <a:xfrm>
                            <a:off x="5515966" y="1430034"/>
                            <a:ext cx="762635" cy="262890"/>
                          </a:xfrm>
                          <a:prstGeom prst="rect">
                            <a:avLst/>
                          </a:prstGeom>
                        </wps:spPr>
                        <wps:txbx>
                          <w:txbxContent>
                            <w:p w14:paraId="7472577A"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14" name="object 31"/>
                        <wps:cNvSpPr txBox="1"/>
                        <wps:spPr>
                          <a:xfrm>
                            <a:off x="6740918" y="1430034"/>
                            <a:ext cx="762635" cy="262890"/>
                          </a:xfrm>
                          <a:prstGeom prst="rect">
                            <a:avLst/>
                          </a:prstGeom>
                        </wps:spPr>
                        <wps:txbx>
                          <w:txbxContent>
                            <w:p w14:paraId="581BC0DC"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115" name="object 32"/>
                        <wps:cNvSpPr txBox="1"/>
                        <wps:spPr>
                          <a:xfrm>
                            <a:off x="7955376" y="1430034"/>
                            <a:ext cx="763270" cy="262890"/>
                          </a:xfrm>
                          <a:prstGeom prst="rect">
                            <a:avLst/>
                          </a:prstGeom>
                        </wps:spPr>
                        <wps:txbx>
                          <w:txbxContent>
                            <w:p w14:paraId="35D6EF8D"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wps:txbx>
                        <wps:bodyPr vert="horz" wrap="square" lIns="0" tIns="0" rIns="0" bIns="0" rtlCol="0">
                          <a:spAutoFit/>
                        </wps:bodyPr>
                      </wps:wsp>
                      <wps:wsp>
                        <wps:cNvPr id="116" name="object 33"/>
                        <wps:cNvSpPr/>
                        <wps:spPr>
                          <a:xfrm>
                            <a:off x="4307136" y="1245235"/>
                            <a:ext cx="1062961" cy="156623"/>
                          </a:xfrm>
                          <a:custGeom>
                            <a:avLst/>
                            <a:gdLst/>
                            <a:ahLst/>
                            <a:cxnLst/>
                            <a:rect l="l" t="t" r="r" b="b"/>
                            <a:pathLst>
                              <a:path w="1172210" h="172720">
                                <a:moveTo>
                                  <a:pt x="1171676" y="172720"/>
                                </a:moveTo>
                                <a:lnTo>
                                  <a:pt x="0" y="172720"/>
                                </a:lnTo>
                                <a:lnTo>
                                  <a:pt x="0" y="0"/>
                                </a:lnTo>
                                <a:lnTo>
                                  <a:pt x="1171676" y="0"/>
                                </a:lnTo>
                                <a:lnTo>
                                  <a:pt x="1171676" y="172720"/>
                                </a:lnTo>
                                <a:close/>
                              </a:path>
                            </a:pathLst>
                          </a:custGeom>
                          <a:solidFill>
                            <a:srgbClr val="C7EAFB"/>
                          </a:solidFill>
                        </wps:spPr>
                        <wps:bodyPr wrap="square" lIns="0" tIns="0" rIns="0" bIns="0" rtlCol="0"/>
                      </wps:wsp>
                      <wps:wsp>
                        <wps:cNvPr id="117" name="object 34"/>
                        <wps:cNvSpPr/>
                        <wps:spPr>
                          <a:xfrm>
                            <a:off x="553307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CAE9E5"/>
                          </a:solidFill>
                        </wps:spPr>
                        <wps:bodyPr wrap="square" lIns="0" tIns="0" rIns="0" bIns="0" rtlCol="0"/>
                      </wps:wsp>
                      <wps:wsp>
                        <wps:cNvPr id="118" name="object 35"/>
                        <wps:cNvSpPr/>
                        <wps:spPr>
                          <a:xfrm>
                            <a:off x="675202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D6EEF3"/>
                          </a:solidFill>
                        </wps:spPr>
                        <wps:bodyPr wrap="square" lIns="0" tIns="0" rIns="0" bIns="0" rtlCol="0"/>
                      </wps:wsp>
                      <wps:wsp>
                        <wps:cNvPr id="119" name="object 36"/>
                        <wps:cNvSpPr/>
                        <wps:spPr>
                          <a:xfrm>
                            <a:off x="7966302" y="1245246"/>
                            <a:ext cx="1062961" cy="156623"/>
                          </a:xfrm>
                          <a:custGeom>
                            <a:avLst/>
                            <a:gdLst/>
                            <a:ahLst/>
                            <a:cxnLst/>
                            <a:rect l="l" t="t" r="r" b="b"/>
                            <a:pathLst>
                              <a:path w="1172209" h="172720">
                                <a:moveTo>
                                  <a:pt x="0" y="172720"/>
                                </a:moveTo>
                                <a:lnTo>
                                  <a:pt x="1171676" y="172720"/>
                                </a:lnTo>
                                <a:lnTo>
                                  <a:pt x="1171676" y="0"/>
                                </a:lnTo>
                                <a:lnTo>
                                  <a:pt x="0" y="0"/>
                                </a:lnTo>
                                <a:lnTo>
                                  <a:pt x="0" y="172720"/>
                                </a:lnTo>
                                <a:close/>
                              </a:path>
                            </a:pathLst>
                          </a:custGeom>
                          <a:solidFill>
                            <a:srgbClr val="CFD7ED"/>
                          </a:solidFill>
                        </wps:spPr>
                        <wps:bodyPr wrap="square" lIns="0" tIns="0" rIns="0" bIns="0" rtlCol="0"/>
                      </wps:wsp>
                      <wps:wsp>
                        <wps:cNvPr id="120" name="object 37"/>
                        <wps:cNvSpPr txBox="1"/>
                        <wps:spPr>
                          <a:xfrm>
                            <a:off x="4298885" y="2398153"/>
                            <a:ext cx="716280" cy="438150"/>
                          </a:xfrm>
                          <a:prstGeom prst="rect">
                            <a:avLst/>
                          </a:prstGeom>
                        </wps:spPr>
                        <wps:txbx>
                          <w:txbxContent>
                            <w:p w14:paraId="45B03B10" w14:textId="77777777" w:rsidR="001D45C6" w:rsidRDefault="001D45C6"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258</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51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79</w:t>
                              </w:r>
                            </w:p>
                            <w:p w14:paraId="14D6B8EB"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wps:txbx>
                        <wps:bodyPr vert="horz" wrap="square" lIns="0" tIns="0" rIns="0" bIns="0" rtlCol="0">
                          <a:spAutoFit/>
                        </wps:bodyPr>
                      </wps:wsp>
                      <wps:wsp>
                        <wps:cNvPr id="121" name="object 38"/>
                        <wps:cNvSpPr txBox="1"/>
                        <wps:spPr>
                          <a:xfrm>
                            <a:off x="4298885" y="2998686"/>
                            <a:ext cx="762635" cy="262890"/>
                          </a:xfrm>
                          <a:prstGeom prst="rect">
                            <a:avLst/>
                          </a:prstGeom>
                        </wps:spPr>
                        <wps:txbx>
                          <w:txbxContent>
                            <w:p w14:paraId="469CA404"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22" name="object 39"/>
                        <wps:cNvSpPr txBox="1"/>
                        <wps:spPr>
                          <a:xfrm>
                            <a:off x="5515966" y="2998686"/>
                            <a:ext cx="762635" cy="262890"/>
                          </a:xfrm>
                          <a:prstGeom prst="rect">
                            <a:avLst/>
                          </a:prstGeom>
                        </wps:spPr>
                        <wps:txbx>
                          <w:txbxContent>
                            <w:p w14:paraId="60515797"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wps:txbx>
                        <wps:bodyPr vert="horz" wrap="square" lIns="0" tIns="0" rIns="0" bIns="0" rtlCol="0">
                          <a:spAutoFit/>
                        </wps:bodyPr>
                      </wps:wsp>
                      <wps:wsp>
                        <wps:cNvPr id="123" name="object 40"/>
                        <wps:cNvSpPr txBox="1"/>
                        <wps:spPr>
                          <a:xfrm>
                            <a:off x="6740918" y="2998686"/>
                            <a:ext cx="762635" cy="262890"/>
                          </a:xfrm>
                          <a:prstGeom prst="rect">
                            <a:avLst/>
                          </a:prstGeom>
                        </wps:spPr>
                        <wps:txbx>
                          <w:txbxContent>
                            <w:p w14:paraId="518FB2B8"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wps:txbx>
                        <wps:bodyPr vert="horz" wrap="square" lIns="0" tIns="0" rIns="0" bIns="0" rtlCol="0">
                          <a:spAutoFit/>
                        </wps:bodyPr>
                      </wps:wsp>
                      <wps:wsp>
                        <wps:cNvPr id="124" name="object 41"/>
                        <wps:cNvSpPr txBox="1"/>
                        <wps:spPr>
                          <a:xfrm>
                            <a:off x="7955376" y="2998686"/>
                            <a:ext cx="763270" cy="262890"/>
                          </a:xfrm>
                          <a:prstGeom prst="rect">
                            <a:avLst/>
                          </a:prstGeom>
                        </wps:spPr>
                        <wps:txbx>
                          <w:txbxContent>
                            <w:p w14:paraId="65A27A30"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wps:txbx>
                        <wps:bodyPr vert="horz" wrap="square" lIns="0" tIns="0" rIns="0" bIns="0" rtlCol="0">
                          <a:spAutoFit/>
                        </wps:bodyPr>
                      </wps:wsp>
                      <wps:wsp>
                        <wps:cNvPr id="125" name="object 42"/>
                        <wps:cNvSpPr txBox="1"/>
                        <wps:spPr>
                          <a:xfrm>
                            <a:off x="5519714" y="2398153"/>
                            <a:ext cx="667385" cy="350520"/>
                          </a:xfrm>
                          <a:prstGeom prst="rect">
                            <a:avLst/>
                          </a:prstGeom>
                        </wps:spPr>
                        <wps:txbx>
                          <w:txbxContent>
                            <w:p w14:paraId="31FE5A75" w14:textId="77777777" w:rsidR="001D45C6" w:rsidRDefault="001D45C6"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739</w:t>
                              </w:r>
                              <w:r>
                                <w:rPr>
                                  <w:b/>
                                  <w:bCs/>
                                  <w:color w:val="414042"/>
                                  <w:spacing w:val="-7"/>
                                  <w:kern w:val="24"/>
                                  <w:sz w:val="12"/>
                                  <w:szCs w:val="12"/>
                                </w:rPr>
                                <w:t xml:space="preserve"> </w:t>
                              </w:r>
                              <w:r>
                                <w:rPr>
                                  <w:b/>
                                  <w:bCs/>
                                  <w:color w:val="414042"/>
                                  <w:spacing w:val="-28"/>
                                  <w:kern w:val="24"/>
                                  <w:sz w:val="12"/>
                                  <w:szCs w:val="12"/>
                                </w:rPr>
                                <w:t>C</w:t>
                              </w:r>
                            </w:p>
                            <w:p w14:paraId="05E1073C" w14:textId="77777777" w:rsidR="001D45C6" w:rsidRDefault="001D45C6" w:rsidP="00E015AE">
                              <w:pPr>
                                <w:pStyle w:val="NormalWeb"/>
                                <w:ind w:left="14"/>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7"/>
                                  <w:kern w:val="24"/>
                                  <w:sz w:val="12"/>
                                  <w:szCs w:val="12"/>
                                </w:rPr>
                                <w:t>78-</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7"/>
                                  <w:kern w:val="24"/>
                                  <w:sz w:val="12"/>
                                  <w:szCs w:val="12"/>
                                </w:rPr>
                                <w:t>95-</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5</w:t>
                              </w:r>
                            </w:p>
                            <w:p w14:paraId="24DF3C46"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wps:txbx>
                        <wps:bodyPr vert="horz" wrap="square" lIns="0" tIns="0" rIns="0" bIns="0" rtlCol="0">
                          <a:spAutoFit/>
                        </wps:bodyPr>
                      </wps:wsp>
                      <wps:wsp>
                        <wps:cNvPr id="126" name="object 43"/>
                        <wps:cNvSpPr txBox="1"/>
                        <wps:spPr>
                          <a:xfrm>
                            <a:off x="6740543" y="2398153"/>
                            <a:ext cx="681355" cy="350520"/>
                          </a:xfrm>
                          <a:prstGeom prst="rect">
                            <a:avLst/>
                          </a:prstGeom>
                        </wps:spPr>
                        <wps:txbx>
                          <w:txbxContent>
                            <w:p w14:paraId="6ED48DD5" w14:textId="77777777" w:rsidR="001D45C6" w:rsidRDefault="001D45C6"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2347</w:t>
                              </w:r>
                              <w:r>
                                <w:rPr>
                                  <w:b/>
                                  <w:bCs/>
                                  <w:color w:val="414042"/>
                                  <w:spacing w:val="-7"/>
                                  <w:kern w:val="24"/>
                                  <w:sz w:val="12"/>
                                  <w:szCs w:val="12"/>
                                </w:rPr>
                                <w:t xml:space="preserve"> </w:t>
                              </w:r>
                              <w:r>
                                <w:rPr>
                                  <w:b/>
                                  <w:bCs/>
                                  <w:color w:val="414042"/>
                                  <w:spacing w:val="-28"/>
                                  <w:kern w:val="24"/>
                                  <w:sz w:val="12"/>
                                  <w:szCs w:val="12"/>
                                </w:rPr>
                                <w:t>C</w:t>
                              </w:r>
                            </w:p>
                            <w:p w14:paraId="6B5218F7" w14:textId="77777777" w:rsidR="001D45C6" w:rsidRDefault="001D45C6" w:rsidP="00E015AE">
                              <w:pPr>
                                <w:pStyle w:val="NormalWeb"/>
                                <w:ind w:left="14"/>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100</w:t>
                              </w:r>
                            </w:p>
                            <w:p w14:paraId="4794ADD9"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wps:txbx>
                        <wps:bodyPr vert="horz" wrap="square" lIns="0" tIns="0" rIns="0" bIns="0" rtlCol="0">
                          <a:spAutoFit/>
                        </wps:bodyPr>
                      </wps:wsp>
                      <wps:wsp>
                        <wps:cNvPr id="127" name="object 44"/>
                        <wps:cNvSpPr txBox="1"/>
                        <wps:spPr>
                          <a:xfrm>
                            <a:off x="7961372" y="2398153"/>
                            <a:ext cx="759460" cy="262890"/>
                          </a:xfrm>
                          <a:prstGeom prst="rect">
                            <a:avLst/>
                          </a:prstGeom>
                        </wps:spPr>
                        <wps:txbx>
                          <w:txbxContent>
                            <w:p w14:paraId="3EF9AAF4" w14:textId="77777777" w:rsidR="001D45C6" w:rsidRDefault="001D45C6"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0B20230B"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wps:txbx>
                        <wps:bodyPr vert="horz" wrap="square" lIns="0" tIns="0" rIns="0" bIns="0" rtlCol="0">
                          <a:spAutoFit/>
                        </wps:bodyPr>
                      </wps:wsp>
                      <wps:wsp>
                        <wps:cNvPr id="128" name="object 45"/>
                        <wps:cNvSpPr/>
                        <wps:spPr>
                          <a:xfrm>
                            <a:off x="4307136" y="2089972"/>
                            <a:ext cx="1062961" cy="280999"/>
                          </a:xfrm>
                          <a:custGeom>
                            <a:avLst/>
                            <a:gdLst/>
                            <a:ahLst/>
                            <a:cxnLst/>
                            <a:rect l="l" t="t" r="r" b="b"/>
                            <a:pathLst>
                              <a:path w="1172210" h="309879">
                                <a:moveTo>
                                  <a:pt x="1171676" y="309333"/>
                                </a:moveTo>
                                <a:lnTo>
                                  <a:pt x="0" y="309333"/>
                                </a:lnTo>
                                <a:lnTo>
                                  <a:pt x="0" y="0"/>
                                </a:lnTo>
                                <a:lnTo>
                                  <a:pt x="1171676" y="0"/>
                                </a:lnTo>
                                <a:lnTo>
                                  <a:pt x="1171676" y="309333"/>
                                </a:lnTo>
                                <a:close/>
                              </a:path>
                            </a:pathLst>
                          </a:custGeom>
                          <a:solidFill>
                            <a:srgbClr val="9256A3"/>
                          </a:solidFill>
                        </wps:spPr>
                        <wps:bodyPr wrap="square" lIns="0" tIns="0" rIns="0" bIns="0" rtlCol="0"/>
                      </wps:wsp>
                      <wps:wsp>
                        <wps:cNvPr id="129" name="object 46"/>
                        <wps:cNvSpPr/>
                        <wps:spPr>
                          <a:xfrm>
                            <a:off x="553307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50B848"/>
                          </a:solidFill>
                        </wps:spPr>
                        <wps:bodyPr wrap="square" lIns="0" tIns="0" rIns="0" bIns="0" rtlCol="0"/>
                      </wps:wsp>
                      <wps:wsp>
                        <wps:cNvPr id="130" name="object 47"/>
                        <wps:cNvSpPr/>
                        <wps:spPr>
                          <a:xfrm>
                            <a:off x="675202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EF4623"/>
                          </a:solidFill>
                        </wps:spPr>
                        <wps:bodyPr wrap="square" lIns="0" tIns="0" rIns="0" bIns="0" rtlCol="0"/>
                      </wps:wsp>
                      <wps:wsp>
                        <wps:cNvPr id="131" name="object 48"/>
                        <wps:cNvSpPr/>
                        <wps:spPr>
                          <a:xfrm>
                            <a:off x="7966302" y="2089962"/>
                            <a:ext cx="1062961" cy="280999"/>
                          </a:xfrm>
                          <a:custGeom>
                            <a:avLst/>
                            <a:gdLst/>
                            <a:ahLst/>
                            <a:cxnLst/>
                            <a:rect l="l" t="t" r="r" b="b"/>
                            <a:pathLst>
                              <a:path w="1172209" h="309879">
                                <a:moveTo>
                                  <a:pt x="0" y="309333"/>
                                </a:moveTo>
                                <a:lnTo>
                                  <a:pt x="1171676" y="309333"/>
                                </a:lnTo>
                                <a:lnTo>
                                  <a:pt x="1171676" y="0"/>
                                </a:lnTo>
                                <a:lnTo>
                                  <a:pt x="0" y="0"/>
                                </a:lnTo>
                                <a:lnTo>
                                  <a:pt x="0" y="309333"/>
                                </a:lnTo>
                                <a:close/>
                              </a:path>
                            </a:pathLst>
                          </a:custGeom>
                          <a:solidFill>
                            <a:srgbClr val="58595B"/>
                          </a:solidFill>
                        </wps:spPr>
                        <wps:bodyPr wrap="square" lIns="0" tIns="0" rIns="0" bIns="0" rtlCol="0"/>
                      </wps:wsp>
                      <wps:wsp>
                        <wps:cNvPr id="132" name="object 49"/>
                        <wps:cNvSpPr/>
                        <wps:spPr>
                          <a:xfrm>
                            <a:off x="4307136" y="2814122"/>
                            <a:ext cx="1062961" cy="156623"/>
                          </a:xfrm>
                          <a:custGeom>
                            <a:avLst/>
                            <a:gdLst/>
                            <a:ahLst/>
                            <a:cxnLst/>
                            <a:rect l="l" t="t" r="r" b="b"/>
                            <a:pathLst>
                              <a:path w="1172210" h="172720">
                                <a:moveTo>
                                  <a:pt x="1171676" y="172719"/>
                                </a:moveTo>
                                <a:lnTo>
                                  <a:pt x="0" y="172719"/>
                                </a:lnTo>
                                <a:lnTo>
                                  <a:pt x="0" y="0"/>
                                </a:lnTo>
                                <a:lnTo>
                                  <a:pt x="1171676" y="0"/>
                                </a:lnTo>
                                <a:lnTo>
                                  <a:pt x="1171676" y="172719"/>
                                </a:lnTo>
                                <a:close/>
                              </a:path>
                            </a:pathLst>
                          </a:custGeom>
                          <a:solidFill>
                            <a:srgbClr val="BEA0CB"/>
                          </a:solidFill>
                        </wps:spPr>
                        <wps:bodyPr wrap="square" lIns="0" tIns="0" rIns="0" bIns="0" rtlCol="0"/>
                      </wps:wsp>
                      <wps:wsp>
                        <wps:cNvPr id="133" name="object 50"/>
                        <wps:cNvSpPr/>
                        <wps:spPr>
                          <a:xfrm>
                            <a:off x="553307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AAD69C"/>
                          </a:solidFill>
                        </wps:spPr>
                        <wps:bodyPr wrap="square" lIns="0" tIns="0" rIns="0" bIns="0" rtlCol="0"/>
                      </wps:wsp>
                      <wps:wsp>
                        <wps:cNvPr id="134" name="object 51"/>
                        <wps:cNvSpPr/>
                        <wps:spPr>
                          <a:xfrm>
                            <a:off x="675202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F8A27D"/>
                          </a:solidFill>
                        </wps:spPr>
                        <wps:bodyPr wrap="square" lIns="0" tIns="0" rIns="0" bIns="0" rtlCol="0"/>
                      </wps:wsp>
                      <wps:wsp>
                        <wps:cNvPr id="135" name="object 52"/>
                        <wps:cNvSpPr/>
                        <wps:spPr>
                          <a:xfrm>
                            <a:off x="7966302" y="2814111"/>
                            <a:ext cx="1062961" cy="156623"/>
                          </a:xfrm>
                          <a:custGeom>
                            <a:avLst/>
                            <a:gdLst/>
                            <a:ahLst/>
                            <a:cxnLst/>
                            <a:rect l="l" t="t" r="r" b="b"/>
                            <a:pathLst>
                              <a:path w="1172209" h="172720">
                                <a:moveTo>
                                  <a:pt x="0" y="172732"/>
                                </a:moveTo>
                                <a:lnTo>
                                  <a:pt x="1171676" y="172732"/>
                                </a:lnTo>
                                <a:lnTo>
                                  <a:pt x="1171676" y="0"/>
                                </a:lnTo>
                                <a:lnTo>
                                  <a:pt x="0" y="0"/>
                                </a:lnTo>
                                <a:lnTo>
                                  <a:pt x="0" y="172732"/>
                                </a:lnTo>
                                <a:close/>
                              </a:path>
                            </a:pathLst>
                          </a:custGeom>
                          <a:solidFill>
                            <a:srgbClr val="939598"/>
                          </a:solidFill>
                        </wps:spPr>
                        <wps:bodyPr wrap="square" lIns="0" tIns="0" rIns="0" bIns="0" rtlCol="0"/>
                      </wps:wsp>
                      <wps:wsp>
                        <wps:cNvPr id="136" name="object 53"/>
                        <wps:cNvSpPr txBox="1"/>
                        <wps:spPr>
                          <a:xfrm>
                            <a:off x="4298885" y="3507343"/>
                            <a:ext cx="762635" cy="262890"/>
                          </a:xfrm>
                          <a:prstGeom prst="rect">
                            <a:avLst/>
                          </a:prstGeom>
                        </wps:spPr>
                        <wps:txbx>
                          <w:txbxContent>
                            <w:p w14:paraId="230B2A3A"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wps:txbx>
                        <wps:bodyPr vert="horz" wrap="square" lIns="0" tIns="0" rIns="0" bIns="0" rtlCol="0">
                          <a:spAutoFit/>
                        </wps:bodyPr>
                      </wps:wsp>
                      <wps:wsp>
                        <wps:cNvPr id="137" name="object 54"/>
                        <wps:cNvSpPr txBox="1"/>
                        <wps:spPr>
                          <a:xfrm>
                            <a:off x="5515966" y="3507343"/>
                            <a:ext cx="762635" cy="262890"/>
                          </a:xfrm>
                          <a:prstGeom prst="rect">
                            <a:avLst/>
                          </a:prstGeom>
                        </wps:spPr>
                        <wps:txbx>
                          <w:txbxContent>
                            <w:p w14:paraId="3936FB7E"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wps:txbx>
                        <wps:bodyPr vert="horz" wrap="square" lIns="0" tIns="0" rIns="0" bIns="0" rtlCol="0">
                          <a:spAutoFit/>
                        </wps:bodyPr>
                      </wps:wsp>
                      <wps:wsp>
                        <wps:cNvPr id="138" name="object 55"/>
                        <wps:cNvSpPr txBox="1"/>
                        <wps:spPr>
                          <a:xfrm>
                            <a:off x="6740918" y="3507343"/>
                            <a:ext cx="762635" cy="262890"/>
                          </a:xfrm>
                          <a:prstGeom prst="rect">
                            <a:avLst/>
                          </a:prstGeom>
                        </wps:spPr>
                        <wps:txbx>
                          <w:txbxContent>
                            <w:p w14:paraId="751DCCBD"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39" name="object 56"/>
                        <wps:cNvSpPr txBox="1"/>
                        <wps:spPr>
                          <a:xfrm>
                            <a:off x="7955376" y="3507343"/>
                            <a:ext cx="763270" cy="262890"/>
                          </a:xfrm>
                          <a:prstGeom prst="rect">
                            <a:avLst/>
                          </a:prstGeom>
                        </wps:spPr>
                        <wps:txbx>
                          <w:txbxContent>
                            <w:p w14:paraId="3FD74EA4"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wps:txbx>
                        <wps:bodyPr vert="horz" wrap="square" lIns="0" tIns="0" rIns="0" bIns="0" rtlCol="0">
                          <a:spAutoFit/>
                        </wps:bodyPr>
                      </wps:wsp>
                      <wps:wsp>
                        <wps:cNvPr id="140" name="object 57"/>
                        <wps:cNvSpPr/>
                        <wps:spPr>
                          <a:xfrm>
                            <a:off x="4307136" y="3322812"/>
                            <a:ext cx="1062961" cy="156623"/>
                          </a:xfrm>
                          <a:custGeom>
                            <a:avLst/>
                            <a:gdLst/>
                            <a:ahLst/>
                            <a:cxnLst/>
                            <a:rect l="l" t="t" r="r" b="b"/>
                            <a:pathLst>
                              <a:path w="1172210" h="172720">
                                <a:moveTo>
                                  <a:pt x="1171676" y="172694"/>
                                </a:moveTo>
                                <a:lnTo>
                                  <a:pt x="0" y="172694"/>
                                </a:lnTo>
                                <a:lnTo>
                                  <a:pt x="0" y="0"/>
                                </a:lnTo>
                                <a:lnTo>
                                  <a:pt x="1171676" y="0"/>
                                </a:lnTo>
                                <a:lnTo>
                                  <a:pt x="1171676" y="172694"/>
                                </a:lnTo>
                                <a:close/>
                              </a:path>
                            </a:pathLst>
                          </a:custGeom>
                          <a:solidFill>
                            <a:srgbClr val="E1D4E9"/>
                          </a:solidFill>
                        </wps:spPr>
                        <wps:bodyPr wrap="square" lIns="0" tIns="0" rIns="0" bIns="0" rtlCol="0"/>
                      </wps:wsp>
                      <wps:wsp>
                        <wps:cNvPr id="141" name="object 58"/>
                        <wps:cNvSpPr/>
                        <wps:spPr>
                          <a:xfrm>
                            <a:off x="553307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D8ECD4"/>
                          </a:solidFill>
                        </wps:spPr>
                        <wps:bodyPr wrap="square" lIns="0" tIns="0" rIns="0" bIns="0" rtlCol="0"/>
                      </wps:wsp>
                      <wps:wsp>
                        <wps:cNvPr id="142" name="object 59"/>
                        <wps:cNvSpPr/>
                        <wps:spPr>
                          <a:xfrm>
                            <a:off x="675202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FDD7C3"/>
                          </a:solidFill>
                        </wps:spPr>
                        <wps:bodyPr wrap="square" lIns="0" tIns="0" rIns="0" bIns="0" rtlCol="0"/>
                      </wps:wsp>
                      <wps:wsp>
                        <wps:cNvPr id="143" name="object 60"/>
                        <wps:cNvSpPr/>
                        <wps:spPr>
                          <a:xfrm>
                            <a:off x="7966302" y="3322812"/>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D1D3D4"/>
                          </a:solidFill>
                        </wps:spPr>
                        <wps:bodyPr wrap="square" lIns="0" tIns="0" rIns="0" bIns="0" rtlCol="0"/>
                      </wps:wsp>
                      <wps:wsp>
                        <wps:cNvPr id="144" name="object 61"/>
                        <wps:cNvSpPr txBox="1"/>
                        <wps:spPr>
                          <a:xfrm>
                            <a:off x="7955355" y="4009691"/>
                            <a:ext cx="763270" cy="262890"/>
                          </a:xfrm>
                          <a:prstGeom prst="rect">
                            <a:avLst/>
                          </a:prstGeom>
                        </wps:spPr>
                        <wps:txbx>
                          <w:txbxContent>
                            <w:p w14:paraId="4BF31823"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45" name="object 62"/>
                        <wps:cNvSpPr/>
                        <wps:spPr>
                          <a:xfrm>
                            <a:off x="7966302" y="3825225"/>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E6E7E8"/>
                          </a:solidFill>
                        </wps:spPr>
                        <wps:bodyPr wrap="square" lIns="0" tIns="0" rIns="0" bIns="0" rtlCol="0"/>
                      </wps:wsp>
                      <wps:wsp>
                        <wps:cNvPr id="146" name="Text Box 146"/>
                        <wps:cNvSpPr txBox="1"/>
                        <wps:spPr>
                          <a:xfrm>
                            <a:off x="7970977" y="17448"/>
                            <a:ext cx="1057801" cy="261610"/>
                          </a:xfrm>
                          <a:prstGeom prst="rect">
                            <a:avLst/>
                          </a:prstGeom>
                          <a:noFill/>
                        </wps:spPr>
                        <wps:txbx>
                          <w:txbxContent>
                            <w:p w14:paraId="2589AA5A" w14:textId="77777777" w:rsidR="001D45C6" w:rsidRDefault="001D45C6" w:rsidP="00E015AE">
                              <w:pPr>
                                <w:pStyle w:val="NormalWeb"/>
                                <w:jc w:val="center"/>
                                <w:rPr>
                                  <w:sz w:val="24"/>
                                </w:rPr>
                              </w:pPr>
                              <w:r>
                                <w:rPr>
                                  <w:rFonts w:asciiTheme="minorHAnsi" w:hAnsi="Calibri" w:cstheme="minorBidi"/>
                                  <w:color w:val="000000" w:themeColor="text1"/>
                                  <w:kern w:val="24"/>
                                  <w:szCs w:val="22"/>
                                  <w:lang w:val="en-US"/>
                                </w:rPr>
                                <w:t>Guideline</w:t>
                              </w:r>
                            </w:p>
                          </w:txbxContent>
                        </wps:txbx>
                        <wps:bodyPr wrap="square" rtlCol="0">
                          <a:spAutoFit/>
                        </wps:bodyPr>
                      </wps:wsp>
                      <wps:wsp>
                        <wps:cNvPr id="147" name="Text Box 147"/>
                        <wps:cNvSpPr txBox="1"/>
                        <wps:spPr>
                          <a:xfrm>
                            <a:off x="4237404" y="18396"/>
                            <a:ext cx="1300819" cy="261610"/>
                          </a:xfrm>
                          <a:prstGeom prst="rect">
                            <a:avLst/>
                          </a:prstGeom>
                          <a:noFill/>
                        </wps:spPr>
                        <wps:txbx>
                          <w:txbxContent>
                            <w:p w14:paraId="4A1E1ED6" w14:textId="77777777" w:rsidR="001D45C6" w:rsidRDefault="001D45C6" w:rsidP="00E015AE">
                              <w:pPr>
                                <w:pStyle w:val="NormalWeb"/>
                                <w:rPr>
                                  <w:sz w:val="24"/>
                                </w:rPr>
                              </w:pPr>
                              <w:r>
                                <w:rPr>
                                  <w:rFonts w:asciiTheme="minorHAnsi" w:hAnsi="Calibri" w:cstheme="minorBidi"/>
                                  <w:color w:val="000000" w:themeColor="text1"/>
                                  <w:kern w:val="24"/>
                                  <w:szCs w:val="22"/>
                                  <w:lang w:val="en-US"/>
                                </w:rPr>
                                <w:t>Recommendation</w:t>
                              </w:r>
                            </w:p>
                          </w:txbxContent>
                        </wps:txbx>
                        <wps:bodyPr wrap="square" rtlCol="0">
                          <a:spAutoFit/>
                        </wps:bodyPr>
                      </wps:wsp>
                      <wps:wsp>
                        <wps:cNvPr id="148" name="Text Box 148"/>
                        <wps:cNvSpPr txBox="1"/>
                        <wps:spPr>
                          <a:xfrm>
                            <a:off x="5534816" y="17463"/>
                            <a:ext cx="1061222" cy="261610"/>
                          </a:xfrm>
                          <a:prstGeom prst="rect">
                            <a:avLst/>
                          </a:prstGeom>
                          <a:noFill/>
                        </wps:spPr>
                        <wps:txbx>
                          <w:txbxContent>
                            <w:p w14:paraId="735EC71A" w14:textId="77777777" w:rsidR="001D45C6" w:rsidRDefault="001D45C6" w:rsidP="00E015AE">
                              <w:pPr>
                                <w:pStyle w:val="NormalWeb"/>
                                <w:jc w:val="center"/>
                                <w:rPr>
                                  <w:sz w:val="24"/>
                                </w:rPr>
                              </w:pPr>
                              <w:r>
                                <w:rPr>
                                  <w:rFonts w:asciiTheme="minorHAnsi" w:hAnsi="Calibri" w:cstheme="minorBidi"/>
                                  <w:color w:val="000000" w:themeColor="text1"/>
                                  <w:kern w:val="24"/>
                                  <w:szCs w:val="22"/>
                                  <w:lang w:val="en-US"/>
                                </w:rPr>
                                <w:t>Model Course</w:t>
                              </w:r>
                            </w:p>
                          </w:txbxContent>
                        </wps:txbx>
                        <wps:bodyPr wrap="square" rtlCol="0">
                          <a:spAutoFit/>
                        </wps:bodyPr>
                      </wps:wsp>
                      <wps:wsp>
                        <wps:cNvPr id="149" name="object 65"/>
                        <wps:cNvSpPr txBox="1"/>
                        <wps:spPr>
                          <a:xfrm>
                            <a:off x="2651587" y="7498"/>
                            <a:ext cx="1548294" cy="123111"/>
                          </a:xfrm>
                          <a:prstGeom prst="rect">
                            <a:avLst/>
                          </a:prstGeom>
                        </wps:spPr>
                        <wps:txbx>
                          <w:txbxContent>
                            <w:p w14:paraId="78C49736" w14:textId="77777777" w:rsidR="001D45C6" w:rsidRDefault="001D45C6" w:rsidP="00E015AE">
                              <w:pPr>
                                <w:pStyle w:val="NormalWeb"/>
                                <w:ind w:left="144"/>
                                <w:rPr>
                                  <w:sz w:val="24"/>
                                </w:rPr>
                              </w:pPr>
                              <w:r>
                                <w:rPr>
                                  <w:rFonts w:asciiTheme="minorHAnsi" w:hAnsi="Calibri"/>
                                  <w:color w:val="005D90"/>
                                  <w:spacing w:val="44"/>
                                  <w:kern w:val="24"/>
                                  <w:sz w:val="16"/>
                                  <w:szCs w:val="16"/>
                                </w:rPr>
                                <w:t>PRIMARY COLOURS</w:t>
                              </w:r>
                            </w:p>
                          </w:txbxContent>
                        </wps:txbx>
                        <wps:bodyPr vert="horz" wrap="square" lIns="0" tIns="0" rIns="0" bIns="0" rtlCol="0">
                          <a:spAutoFit/>
                        </wps:bodyPr>
                      </wps:wsp>
                      <wps:wsp>
                        <wps:cNvPr id="150" name="object 65"/>
                        <wps:cNvSpPr txBox="1"/>
                        <wps:spPr>
                          <a:xfrm>
                            <a:off x="2750685" y="2086179"/>
                            <a:ext cx="1548294" cy="123111"/>
                          </a:xfrm>
                          <a:prstGeom prst="rect">
                            <a:avLst/>
                          </a:prstGeom>
                        </wps:spPr>
                        <wps:txbx>
                          <w:txbxContent>
                            <w:p w14:paraId="322F12CC" w14:textId="77777777" w:rsidR="001D45C6" w:rsidRDefault="001D45C6" w:rsidP="00E015AE">
                              <w:pPr>
                                <w:pStyle w:val="NormalWeb"/>
                                <w:ind w:left="144"/>
                                <w:rPr>
                                  <w:sz w:val="24"/>
                                </w:rPr>
                              </w:pPr>
                              <w:r>
                                <w:rPr>
                                  <w:rFonts w:asciiTheme="minorHAnsi" w:hAnsi="Calibri"/>
                                  <w:color w:val="005D90"/>
                                  <w:spacing w:val="44"/>
                                  <w:kern w:val="24"/>
                                  <w:sz w:val="16"/>
                                  <w:szCs w:val="16"/>
                                </w:rPr>
                                <w:t>SECONDARY COLOURS</w:t>
                              </w:r>
                            </w:p>
                          </w:txbxContent>
                        </wps:txbx>
                        <wps:bodyPr vert="horz" wrap="square" lIns="0" tIns="0" rIns="0" bIns="0" rtlCol="0">
                          <a:spAutoFit/>
                        </wps:bodyPr>
                      </wps:wsp>
                    </wpg:wgp>
                  </a:graphicData>
                </a:graphic>
              </wp:inline>
            </w:drawing>
          </mc:Choice>
          <mc:Fallback>
            <w:pict>
              <v:group w14:anchorId="76353BC5" id="Group 1" o:spid="_x0000_s1026" style="width:710.95pt;height:336.4pt;mso-position-horizontal-relative:char;mso-position-vertical-relative:line" coordsize="90292,4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">
                <v:shapetype id="_x0000_t202" coordsize="21600,21600" o:spt="202" path="m,l,21600r21600,l21600,xe">
                  <v:stroke joinstyle="miter"/>
                  <v:path gradientshapeok="t" o:connecttype="rect"/>
                </v:shapetype>
                <v:shape id="object 4" o:spid="_x0000_s1027" type="#_x0000_t202" style="position:absolute;width:24955;height:30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" fillcolor="#e6e7e8" stroked="f">
                  <v:textbox style="mso-fit-shape-to-text:t" inset="0,0,0,0">
                    <w:txbxContent>
                      <w:p w14:paraId="1BD72E60" w14:textId="77777777" w:rsidR="001D45C6" w:rsidRDefault="001D45C6"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291ADB1D" w14:textId="77777777" w:rsidR="001D45C6" w:rsidRDefault="001D45C6" w:rsidP="00E015AE">
                        <w:pPr>
                          <w:pStyle w:val="NormalWeb"/>
                          <w:ind w:left="144" w:right="374"/>
                          <w:rPr>
                            <w:sz w:val="24"/>
                          </w:rPr>
                        </w:pPr>
                      </w:p>
                      <w:p w14:paraId="0654B0E5" w14:textId="77777777" w:rsidR="001D45C6" w:rsidRDefault="001D45C6" w:rsidP="00E015AE">
                        <w:pPr>
                          <w:pStyle w:val="NormalWeb"/>
                          <w:ind w:left="144"/>
                          <w:rPr>
                            <w:color w:val="005D90"/>
                            <w:spacing w:val="44"/>
                            <w:kern w:val="24"/>
                            <w:sz w:val="18"/>
                            <w:szCs w:val="18"/>
                          </w:rPr>
                        </w:pPr>
                        <w:r>
                          <w:rPr>
                            <w:color w:val="005D90"/>
                            <w:spacing w:val="44"/>
                            <w:kern w:val="24"/>
                            <w:sz w:val="18"/>
                            <w:szCs w:val="18"/>
                          </w:rPr>
                          <w:t>Corporate colours (Not shown)</w:t>
                        </w:r>
                      </w:p>
                      <w:p w14:paraId="7A12EDFF" w14:textId="77777777" w:rsidR="001D45C6" w:rsidRDefault="001D45C6" w:rsidP="00E015AE">
                        <w:pPr>
                          <w:pStyle w:val="NormalWeb"/>
                          <w:ind w:left="144"/>
                        </w:pPr>
                      </w:p>
                      <w:p w14:paraId="4341414E" w14:textId="77777777" w:rsidR="001D45C6" w:rsidRDefault="001D45C6"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97315F1"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0F1D98C5"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7D7A655A"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5B8F18D7" w14:textId="77777777" w:rsidR="001D45C6" w:rsidRDefault="001D45C6" w:rsidP="00B85077">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1BB8E6B8" w14:textId="77777777" w:rsidR="001D45C6" w:rsidRDefault="001D45C6" w:rsidP="00E015AE">
                        <w:pPr>
                          <w:pStyle w:val="NormalWeb"/>
                          <w:ind w:left="144"/>
                          <w:rPr>
                            <w:color w:val="005D90"/>
                            <w:spacing w:val="6"/>
                            <w:kern w:val="24"/>
                            <w:sz w:val="18"/>
                            <w:szCs w:val="18"/>
                          </w:rPr>
                        </w:pPr>
                      </w:p>
                      <w:p w14:paraId="1F77E8ED" w14:textId="77777777" w:rsidR="001D45C6" w:rsidRDefault="001D45C6" w:rsidP="00E015AE">
                        <w:pPr>
                          <w:pStyle w:val="NormalWeb"/>
                          <w:ind w:left="144"/>
                          <w:rPr>
                            <w:color w:val="005D90"/>
                            <w:spacing w:val="6"/>
                            <w:kern w:val="24"/>
                            <w:sz w:val="18"/>
                            <w:szCs w:val="18"/>
                          </w:rPr>
                        </w:pPr>
                        <w:r>
                          <w:rPr>
                            <w:color w:val="005D90"/>
                            <w:spacing w:val="6"/>
                            <w:kern w:val="24"/>
                            <w:sz w:val="18"/>
                            <w:szCs w:val="18"/>
                          </w:rPr>
                          <w:t>Primary &amp; secondary colours</w:t>
                        </w:r>
                      </w:p>
                      <w:p w14:paraId="562F9BE5" w14:textId="77777777" w:rsidR="001D45C6" w:rsidRDefault="001D45C6" w:rsidP="00E015AE">
                        <w:pPr>
                          <w:pStyle w:val="NormalWeb"/>
                          <w:ind w:left="144"/>
                          <w:rPr>
                            <w:rFonts w:eastAsiaTheme="minorEastAsia"/>
                          </w:rPr>
                        </w:pPr>
                      </w:p>
                      <w:p w14:paraId="7B7C8B30" w14:textId="77777777" w:rsidR="001D45C6" w:rsidRDefault="001D45C6"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73F498F6" w14:textId="77777777" w:rsidR="001D45C6" w:rsidRDefault="001D45C6"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099CFE32" w14:textId="77777777" w:rsidR="001D45C6" w:rsidRDefault="001D45C6"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66D07C22" w14:textId="77777777" w:rsidR="001D45C6" w:rsidRDefault="001D45C6"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v:textbox>
                </v:shape>
                <v:shape id="object 8" o:spid="_x0000_s1028" type="#_x0000_t202" style="position:absolute;left:42989;top:3208;width:777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" filled="f" stroked="f">
                  <v:textbox style="mso-fit-shape-to-text:t" inset="0,0,0,0">
                    <w:txbxContent>
                      <w:p w14:paraId="47B36214" w14:textId="77777777" w:rsidR="001D45C6" w:rsidRDefault="001D45C6"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47C67DF8"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v:textbox>
                </v:shape>
                <v:shape id="object 9" o:spid="_x0000_s1029" type="#_x0000_t202" style="position:absolute;left:42989;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" filled="f" stroked="f">
                  <v:textbox style="mso-fit-shape-to-text:t" inset="0,0,0,0">
                    <w:txbxContent>
                      <w:p w14:paraId="11A6D639"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10" o:spid="_x0000_s1030" type="#_x0000_t202" style="position:absolute;left:55160;top:921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" filled="f" stroked="f">
                  <v:textbox style="mso-fit-shape-to-text:t" inset="0,0,0,0">
                    <w:txbxContent>
                      <w:p w14:paraId="4BA2213F"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v:textbox>
                </v:shape>
                <v:shape id="object 11" o:spid="_x0000_s1031" type="#_x0000_t202" style="position:absolute;left:67409;top:921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" filled="f" stroked="f">
                  <v:textbox style="mso-fit-shape-to-text:t" inset="0,0,0,0">
                    <w:txbxContent>
                      <w:p w14:paraId="73820C47"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v:textbox>
                </v:shape>
                <v:shape id="object 12" o:spid="_x0000_s1032" type="#_x0000_t202" style="position:absolute;left:79554;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" filled="f" stroked="f">
                  <v:textbox style="mso-fit-shape-to-text:t" inset="0,0,0,0">
                    <w:txbxContent>
                      <w:p w14:paraId="18F9192B"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13" o:spid="_x0000_s1033" type="#_x0000_t202" style="position:absolute;left:55197;top:3208;width:680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" filled="f" stroked="f">
                  <v:textbox style="mso-fit-shape-to-text:t" inset="0,0,0,0">
                    <w:txbxContent>
                      <w:p w14:paraId="73AEF5B0" w14:textId="77777777" w:rsidR="001D45C6" w:rsidRDefault="001D45C6" w:rsidP="00E015AE">
                        <w:pPr>
                          <w:pStyle w:val="NormalWeb"/>
                          <w:ind w:left="14" w:right="259"/>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326C</w:t>
                        </w:r>
                        <w:r>
                          <w:rPr>
                            <w:b/>
                            <w:bCs/>
                            <w:color w:val="414042"/>
                            <w:spacing w:val="-4"/>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81</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39</w:t>
                        </w:r>
                      </w:p>
                      <w:p w14:paraId="1A146676"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v:textbox>
                </v:shape>
                <v:shape id="object 14" o:spid="_x0000_s1034" type="#_x0000_t202" style="position:absolute;left:67406;top:3208;width:828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" filled="f" stroked="f">
                  <v:textbox style="mso-fit-shape-to-text:t" inset="0,0,0,0">
                    <w:txbxContent>
                      <w:p w14:paraId="1EF5841F" w14:textId="77777777" w:rsidR="001D45C6" w:rsidRDefault="001D45C6"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7703</w:t>
                        </w:r>
                        <w:r>
                          <w:rPr>
                            <w:b/>
                            <w:bCs/>
                            <w:color w:val="414042"/>
                            <w:spacing w:val="-7"/>
                            <w:kern w:val="24"/>
                            <w:sz w:val="12"/>
                            <w:szCs w:val="12"/>
                          </w:rPr>
                          <w:t xml:space="preserve"> </w:t>
                        </w:r>
                        <w:r>
                          <w:rPr>
                            <w:b/>
                            <w:bCs/>
                            <w:color w:val="414042"/>
                            <w:spacing w:val="-28"/>
                            <w:kern w:val="24"/>
                            <w:sz w:val="12"/>
                            <w:szCs w:val="12"/>
                          </w:rPr>
                          <w:t>C</w:t>
                        </w:r>
                      </w:p>
                      <w:p w14:paraId="4BDA537B" w14:textId="77777777" w:rsidR="001D45C6" w:rsidRDefault="001D45C6" w:rsidP="00E015AE">
                        <w:pPr>
                          <w:pStyle w:val="NormalWeb"/>
                          <w:ind w:left="14"/>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79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2</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11</w:t>
                        </w:r>
                      </w:p>
                      <w:p w14:paraId="11C174B2"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15" o:spid="_x0000_s1035" type="#_x0000_t202" style="position:absolute;left:79614;top:3208;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" filled="f" stroked="f">
                  <v:textbox style="mso-fit-shape-to-text:t" inset="0,0,0,0">
                    <w:txbxContent>
                      <w:p w14:paraId="21FF958B" w14:textId="77777777" w:rsidR="001D45C6" w:rsidRDefault="001D45C6"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660</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50</w:t>
                        </w:r>
                      </w:p>
                      <w:p w14:paraId="6518B735"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v:textbox>
                </v:shape>
                <v:shape id="object 21" o:spid="_x0000_s1036" style="position:absolute;left:43071;top:123;width:10629;height:2810;visibility:visible;mso-wrap-style:square;v-text-anchor:top" coordsize="117221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" path="m1171676,309346l,309346,,,1171676,r,309346xe" fillcolor="#00aeef" stroked="f">
                  <v:path arrowok="t"/>
                </v:shape>
                <v:shape id="object 22" o:spid="_x0000_s1037" style="position:absolute;left:55330;top:123;width:10630;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" path="m1171676,309346l,309346,,,1171676,r,309346xe" fillcolor="#00b4ac" stroked="f">
                  <v:path arrowok="t"/>
                </v:shape>
                <v:shape id="object 23" o:spid="_x0000_s1038" style="position:absolute;left:67520;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" path="m1171676,309346l,309346,,,1171676,r,309346xe" fillcolor="#00bbd2" stroked="f">
                  <v:path arrowok="t"/>
                </v:shape>
                <v:shape id="object 24" o:spid="_x0000_s1039" style="position:absolute;left:79663;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" path="m,309359r1171676,l1171676,,,,,309359xe" fillcolor="#5a83c3" stroked="f">
                  <v:path arrowok="t"/>
                </v:shape>
                <v:shape id="object 25" o:spid="_x0000_s1040" style="position:absolute;left:43071;top:7365;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" path="m1171676,172707l,172707,,,1171676,r,172707xe" fillcolor="#6dcff6" stroked="f">
                  <v:path arrowok="t"/>
                </v:shape>
                <v:shape id="object 26" o:spid="_x0000_s1041" style="position:absolute;left:55330;top:7365;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" path="m1171676,172707l,172707,,,1171676,r,172707xe" fillcolor="#85d0cc" stroked="f">
                  <v:path arrowok="t"/>
                </v:shape>
                <v:shape id="object 27" o:spid="_x0000_s1042" style="position:absolute;left:67520;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" path="m1171676,172707l,172707,,,1171676,r,172707xe" fillcolor="#9ad9e5" stroked="f">
                  <v:path arrowok="t"/>
                </v:shape>
                <v:shape id="object 28" o:spid="_x0000_s1043" style="position:absolute;left:79663;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" path="m,172707r1171676,l1171676,,,,,172707xe" fillcolor="#acc1e1" stroked="f">
                  <v:path arrowok="t"/>
                </v:shape>
                <v:shape id="object 29" o:spid="_x0000_s1044" type="#_x0000_t202" style="position:absolute;left:42988;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" filled="f" stroked="f">
                  <v:textbox style="mso-fit-shape-to-text:t" inset="0,0,0,0">
                    <w:txbxContent>
                      <w:p w14:paraId="31FAA49B"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v:textbox>
                </v:shape>
                <v:shape id="object 30" o:spid="_x0000_s1045" type="#_x0000_t202" style="position:absolute;left:55159;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69BwgAAANwAAAAPAAAAZHJzL2Rvd25yZXYueG1sRE89a8Mw&#10;EN0D+Q/iCl1CLSsF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BUE69BwgAAANwAAAAPAAAA&#10;AAAAAAAAAAAAAAcCAABkcnMvZG93bnJldi54bWxQSwUGAAAAAAMAAwC3AAAA9gIAAAAA&#10;" filled="f" stroked="f">
                  <v:textbox style="mso-fit-shape-to-text:t" inset="0,0,0,0">
                    <w:txbxContent>
                      <w:p w14:paraId="7472577A"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31" o:spid="_x0000_s1046" type="#_x0000_t202" style="position:absolute;left:67409;top:14300;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c1wgAAANwAAAAPAAAAZHJzL2Rvd25yZXYueG1sRE89a8Mw&#10;EN0D+Q/iCl1CLSsU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Db+jc1wgAAANwAAAAPAAAA&#10;AAAAAAAAAAAAAAcCAABkcnMvZG93bnJldi54bWxQSwUGAAAAAAMAAwC3AAAA9gIAAAAA&#10;" filled="f" stroked="f">
                  <v:textbox style="mso-fit-shape-to-text:t" inset="0,0,0,0">
                    <w:txbxContent>
                      <w:p w14:paraId="581BC0DC"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32" o:spid="_x0000_s1047" type="#_x0000_t202" style="position:absolute;left:79553;top:14300;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KuwgAAANwAAAAPAAAAZHJzL2Rvd25yZXYueG1sRE89a8Mw&#10;EN0D+Q/iCl1CLStQ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C0tpKuwgAAANwAAAAPAAAA&#10;AAAAAAAAAAAAAAcCAABkcnMvZG93bnJldi54bWxQSwUGAAAAAAMAAwC3AAAA9gIAAAAA&#10;" filled="f" stroked="f">
                  <v:textbox style="mso-fit-shape-to-text:t" inset="0,0,0,0">
                    <w:txbxContent>
                      <w:p w14:paraId="35D6EF8D"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v:textbox>
                </v:shape>
                <v:shape id="object 33" o:spid="_x0000_s1048" style="position:absolute;left:43071;top:12452;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" path="m1171676,172720l,172720,,,1171676,r,172720xe" fillcolor="#c7eafb" stroked="f">
                  <v:path arrowok="t"/>
                </v:shape>
                <v:shape id="object 34" o:spid="_x0000_s1049" style="position:absolute;left:55330;top:12452;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" path="m1171676,172720l,172720,,,1171676,r,172720xe" fillcolor="#cae9e5" stroked="f">
                  <v:path arrowok="t"/>
                </v:shape>
                <v:shape id="object 35" o:spid="_x0000_s1050" style="position:absolute;left:67520;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" path="m1171676,172720l,172720,,,1171676,r,172720xe" fillcolor="#d6eef3" stroked="f">
                  <v:path arrowok="t"/>
                </v:shape>
                <v:shape id="object 36" o:spid="_x0000_s1051" style="position:absolute;left:79663;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" path="m,172720r1171676,l1171676,,,,,172720xe" fillcolor="#cfd7ed" stroked="f">
                  <v:path arrowok="t"/>
                </v:shape>
                <v:shape id="object 37" o:spid="_x0000_s1052" type="#_x0000_t202" style="position:absolute;left:42988;top:23981;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" filled="f" stroked="f">
                  <v:textbox style="mso-fit-shape-to-text:t" inset="0,0,0,0">
                    <w:txbxContent>
                      <w:p w14:paraId="45B03B10" w14:textId="77777777" w:rsidR="001D45C6" w:rsidRDefault="001D45C6"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258</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51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79</w:t>
                        </w:r>
                      </w:p>
                      <w:p w14:paraId="14D6B8EB"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v:textbox>
                </v:shape>
                <v:shape id="object 38" o:spid="_x0000_s1053" type="#_x0000_t202" style="position:absolute;left:42988;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" filled="f" stroked="f">
                  <v:textbox style="mso-fit-shape-to-text:t" inset="0,0,0,0">
                    <w:txbxContent>
                      <w:p w14:paraId="469CA404"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39" o:spid="_x0000_s1054" type="#_x0000_t202" style="position:absolute;left:55159;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" filled="f" stroked="f">
                  <v:textbox style="mso-fit-shape-to-text:t" inset="0,0,0,0">
                    <w:txbxContent>
                      <w:p w14:paraId="60515797"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v:textbox>
                </v:shape>
                <v:shape id="object 40" o:spid="_x0000_s1055" type="#_x0000_t202" style="position:absolute;left:67409;top:29986;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2X8wgAAANwAAAAPAAAAZHJzL2Rvd25yZXYueG1sRE89a8Mw&#10;EN0L/Q/iCl1KLdsF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Caf2X8wgAAANwAAAAPAAAA&#10;AAAAAAAAAAAAAAcCAABkcnMvZG93bnJldi54bWxQSwUGAAAAAAMAAwC3AAAA9gIAAAAA&#10;" filled="f" stroked="f">
                  <v:textbox style="mso-fit-shape-to-text:t" inset="0,0,0,0">
                    <w:txbxContent>
                      <w:p w14:paraId="518FB2B8"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v:textbox>
                </v:shape>
                <v:shape id="object 41" o:spid="_x0000_s1056" type="#_x0000_t202" style="position:absolute;left:79553;top:2998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v2IwgAAANwAAAAPAAAAZHJzL2Rvd25yZXYueG1sRE89a8Mw&#10;EN0L/Q/iCl1KLdsU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AVlv2IwgAAANwAAAAPAAAA&#10;AAAAAAAAAAAAAAcCAABkcnMvZG93bnJldi54bWxQSwUGAAAAAAMAAwC3AAAA9gIAAAAA&#10;" filled="f" stroked="f">
                  <v:textbox style="mso-fit-shape-to-text:t" inset="0,0,0,0">
                    <w:txbxContent>
                      <w:p w14:paraId="65A27A30"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v:textbox>
                </v:shape>
                <v:shape id="object 42" o:spid="_x0000_s1057" type="#_x0000_t202" style="position:absolute;left:55197;top:23981;width:667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lgTwgAAANwAAAAPAAAAZHJzL2Rvd25yZXYueG1sRE89a8Mw&#10;EN0L/Q/iCl1KLdtQ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B62lgTwgAAANwAAAAPAAAA&#10;AAAAAAAAAAAAAAcCAABkcnMvZG93bnJldi54bWxQSwUGAAAAAAMAAwC3AAAA9gIAAAAA&#10;" filled="f" stroked="f">
                  <v:textbox style="mso-fit-shape-to-text:t" inset="0,0,0,0">
                    <w:txbxContent>
                      <w:p w14:paraId="31FE5A75" w14:textId="77777777" w:rsidR="001D45C6" w:rsidRDefault="001D45C6"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739</w:t>
                        </w:r>
                        <w:r>
                          <w:rPr>
                            <w:b/>
                            <w:bCs/>
                            <w:color w:val="414042"/>
                            <w:spacing w:val="-7"/>
                            <w:kern w:val="24"/>
                            <w:sz w:val="12"/>
                            <w:szCs w:val="12"/>
                          </w:rPr>
                          <w:t xml:space="preserve"> </w:t>
                        </w:r>
                        <w:r>
                          <w:rPr>
                            <w:b/>
                            <w:bCs/>
                            <w:color w:val="414042"/>
                            <w:spacing w:val="-28"/>
                            <w:kern w:val="24"/>
                            <w:sz w:val="12"/>
                            <w:szCs w:val="12"/>
                          </w:rPr>
                          <w:t>C</w:t>
                        </w:r>
                      </w:p>
                      <w:p w14:paraId="05E1073C" w14:textId="77777777" w:rsidR="001D45C6" w:rsidRDefault="001D45C6" w:rsidP="00E015AE">
                        <w:pPr>
                          <w:pStyle w:val="NormalWeb"/>
                          <w:ind w:left="14"/>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7"/>
                            <w:kern w:val="24"/>
                            <w:sz w:val="12"/>
                            <w:szCs w:val="12"/>
                          </w:rPr>
                          <w:t>78-</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7"/>
                            <w:kern w:val="24"/>
                            <w:sz w:val="12"/>
                            <w:szCs w:val="12"/>
                          </w:rPr>
                          <w:t>95-</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5</w:t>
                        </w:r>
                      </w:p>
                      <w:p w14:paraId="24DF3C46"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v:textbox>
                </v:shape>
                <v:shape id="object 43" o:spid="_x0000_s1058" type="#_x0000_t202" style="position:absolute;left:67405;top:23981;width:681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" filled="f" stroked="f">
                  <v:textbox style="mso-fit-shape-to-text:t" inset="0,0,0,0">
                    <w:txbxContent>
                      <w:p w14:paraId="6ED48DD5" w14:textId="77777777" w:rsidR="001D45C6" w:rsidRDefault="001D45C6"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2347</w:t>
                        </w:r>
                        <w:r>
                          <w:rPr>
                            <w:b/>
                            <w:bCs/>
                            <w:color w:val="414042"/>
                            <w:spacing w:val="-7"/>
                            <w:kern w:val="24"/>
                            <w:sz w:val="12"/>
                            <w:szCs w:val="12"/>
                          </w:rPr>
                          <w:t xml:space="preserve"> </w:t>
                        </w:r>
                        <w:r>
                          <w:rPr>
                            <w:b/>
                            <w:bCs/>
                            <w:color w:val="414042"/>
                            <w:spacing w:val="-28"/>
                            <w:kern w:val="24"/>
                            <w:sz w:val="12"/>
                            <w:szCs w:val="12"/>
                          </w:rPr>
                          <w:t>C</w:t>
                        </w:r>
                      </w:p>
                      <w:p w14:paraId="6B5218F7" w14:textId="77777777" w:rsidR="001D45C6" w:rsidRDefault="001D45C6" w:rsidP="00E015AE">
                        <w:pPr>
                          <w:pStyle w:val="NormalWeb"/>
                          <w:ind w:left="14"/>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100</w:t>
                        </w:r>
                      </w:p>
                      <w:p w14:paraId="4794ADD9"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v:textbox>
                </v:shape>
                <v:shape id="object 44" o:spid="_x0000_s1059" type="#_x0000_t202" style="position:absolute;left:79613;top:23981;width:7595;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" filled="f" stroked="f">
                  <v:textbox style="mso-fit-shape-to-text:t" inset="0,0,0,0">
                    <w:txbxContent>
                      <w:p w14:paraId="3EF9AAF4" w14:textId="77777777" w:rsidR="001D45C6" w:rsidRDefault="001D45C6"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0B20230B" w14:textId="77777777" w:rsidR="001D45C6" w:rsidRDefault="001D45C6"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v:textbox>
                </v:shape>
                <v:shape id="object 45" o:spid="_x0000_s1060" style="position:absolute;left:43071;top:20899;width:10629;height:2810;visibility:visible;mso-wrap-style:square;v-text-anchor:top" coordsize="1172210,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" path="m1171676,309333l,309333,,,1171676,r,309333xe" fillcolor="#9256a3" stroked="f">
                  <v:path arrowok="t"/>
                </v:shape>
                <v:shape id="object 46" o:spid="_x0000_s1061" style="position:absolute;left:55330;top:20899;width:10630;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" path="m1171676,309333l,309333,,,1171676,r,309333xe" fillcolor="#50b848" stroked="f">
                  <v:path arrowok="t"/>
                </v:shape>
                <v:shape id="object 47" o:spid="_x0000_s1062" style="position:absolute;left:67520;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" path="m1171676,309333l,309333,,,1171676,r,309333xe" fillcolor="#ef4623" stroked="f">
                  <v:path arrowok="t"/>
                </v:shape>
                <v:shape id="object 48" o:spid="_x0000_s1063" style="position:absolute;left:79663;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" path="m,309333r1171676,l1171676,,,,,309333xe" fillcolor="#58595b" stroked="f">
                  <v:path arrowok="t"/>
                </v:shape>
                <v:shape id="object 49" o:spid="_x0000_s1064" style="position:absolute;left:43071;top:28141;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" path="m1171676,172719l,172719,,,1171676,r,172719xe" fillcolor="#bea0cb" stroked="f">
                  <v:path arrowok="t"/>
                </v:shape>
                <v:shape id="object 50" o:spid="_x0000_s1065" style="position:absolute;left:55330;top:28141;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" path="m1171676,172719l,172719,,,1171676,r,172719xe" fillcolor="#aad69c" stroked="f">
                  <v:path arrowok="t"/>
                </v:shape>
                <v:shape id="object 51" o:spid="_x0000_s1066" style="position:absolute;left:67520;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" path="m1171676,172719l,172719,,,1171676,r,172719xe" fillcolor="#f8a27d" stroked="f">
                  <v:path arrowok="t"/>
                </v:shape>
                <v:shape id="object 52" o:spid="_x0000_s1067" style="position:absolute;left:79663;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" path="m,172732r1171676,l1171676,,,,,172732xe" fillcolor="#939598" stroked="f">
                  <v:path arrowok="t"/>
                </v:shape>
                <v:shape id="object 53" o:spid="_x0000_s1068" type="#_x0000_t202" style="position:absolute;left:42988;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" filled="f" stroked="f">
                  <v:textbox style="mso-fit-shape-to-text:t" inset="0,0,0,0">
                    <w:txbxContent>
                      <w:p w14:paraId="230B2A3A"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v:textbox>
                </v:shape>
                <v:shape id="object 54" o:spid="_x0000_s1069" type="#_x0000_t202" style="position:absolute;left:55159;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" filled="f" stroked="f">
                  <v:textbox style="mso-fit-shape-to-text:t" inset="0,0,0,0">
                    <w:txbxContent>
                      <w:p w14:paraId="3936FB7E"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v:textbox>
                </v:shape>
                <v:shape id="object 55" o:spid="_x0000_s1070" type="#_x0000_t202" style="position:absolute;left:67409;top:3507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" filled="f" stroked="f">
                  <v:textbox style="mso-fit-shape-to-text:t" inset="0,0,0,0">
                    <w:txbxContent>
                      <w:p w14:paraId="751DCCBD"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56" o:spid="_x0000_s1071" type="#_x0000_t202" style="position:absolute;left:79553;top:3507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LwAAAANwAAAAPAAAAZHJzL2Rvd25yZXYueG1sRE9Ni8Iw&#10;EL0L/ocwghfRtAq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fk7Ey8AAAADcAAAADwAAAAAA&#10;AAAAAAAAAAAHAgAAZHJzL2Rvd25yZXYueG1sUEsFBgAAAAADAAMAtwAAAPQCAAAAAA==&#10;" filled="f" stroked="f">
                  <v:textbox style="mso-fit-shape-to-text:t" inset="0,0,0,0">
                    <w:txbxContent>
                      <w:p w14:paraId="3FD74EA4"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v:textbox>
                </v:shape>
                <v:shape id="object 57" o:spid="_x0000_s1072" style="position:absolute;left:43071;top:33228;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" path="m1171676,172694l,172694,,,1171676,r,172694xe" fillcolor="#e1d4e9" stroked="f">
                  <v:path arrowok="t"/>
                </v:shape>
                <v:shape id="object 58" o:spid="_x0000_s1073" style="position:absolute;left:55330;top:33228;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" path="m1171676,172694l,172694,,,1171676,r,172694xe" fillcolor="#d8ecd4" stroked="f">
                  <v:path arrowok="t"/>
                </v:shape>
                <v:shape id="object 59" o:spid="_x0000_s1074" style="position:absolute;left:67520;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" path="m1171676,172694l,172694,,,1171676,r,172694xe" fillcolor="#fdd7c3" stroked="f">
                  <v:path arrowok="t"/>
                </v:shape>
                <v:shape id="object 60" o:spid="_x0000_s1075" style="position:absolute;left:79663;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" path="m,172694r1171676,l1171676,,,,,172694xe" fillcolor="#d1d3d4" stroked="f">
                  <v:path arrowok="t"/>
                </v:shape>
                <v:shape id="object 61" o:spid="_x0000_s1076" type="#_x0000_t202" style="position:absolute;left:79553;top:4009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" filled="f" stroked="f">
                  <v:textbox style="mso-fit-shape-to-text:t" inset="0,0,0,0">
                    <w:txbxContent>
                      <w:p w14:paraId="4BF31823" w14:textId="77777777" w:rsidR="001D45C6" w:rsidRDefault="001D45C6"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62" o:spid="_x0000_s1077" style="position:absolute;left:79663;top:382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" path="m,172694r1171676,l1171676,,,,,172694xe" fillcolor="#e6e7e8" stroked="f">
                  <v:path arrowok="t"/>
                </v:shape>
                <v:shape id="Text Box 146" o:spid="_x0000_s1078" type="#_x0000_t202" style="position:absolute;left:79709;top:174;width:10578;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bWwAAAANwAAAAPAAAAZHJzL2Rvd25yZXYueG1sRE9Na8JA&#10;EL0X/A/LFLzVjc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6Bs21sAAAADcAAAADwAAAAAA&#10;AAAAAAAAAAAHAgAAZHJzL2Rvd25yZXYueG1sUEsFBgAAAAADAAMAtwAAAPQCAAAAAA==&#10;" filled="f" stroked="f">
                  <v:textbox style="mso-fit-shape-to-text:t">
                    <w:txbxContent>
                      <w:p w14:paraId="2589AA5A" w14:textId="77777777" w:rsidR="001D45C6" w:rsidRDefault="001D45C6" w:rsidP="00E015AE">
                        <w:pPr>
                          <w:pStyle w:val="NormalWeb"/>
                          <w:jc w:val="center"/>
                          <w:rPr>
                            <w:sz w:val="24"/>
                          </w:rPr>
                        </w:pPr>
                        <w:r>
                          <w:rPr>
                            <w:rFonts w:asciiTheme="minorHAnsi" w:hAnsi="Calibri" w:cstheme="minorBidi"/>
                            <w:color w:val="000000" w:themeColor="text1"/>
                            <w:kern w:val="24"/>
                            <w:szCs w:val="22"/>
                            <w:lang w:val="en-US"/>
                          </w:rPr>
                          <w:t>Guideline</w:t>
                        </w:r>
                      </w:p>
                    </w:txbxContent>
                  </v:textbox>
                </v:shape>
                <v:shape id="Text Box 147" o:spid="_x0000_s1079" type="#_x0000_t202" style="position:absolute;left:42374;top:183;width:13008;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" filled="f" stroked="f">
                  <v:textbox style="mso-fit-shape-to-text:t">
                    <w:txbxContent>
                      <w:p w14:paraId="4A1E1ED6" w14:textId="77777777" w:rsidR="001D45C6" w:rsidRDefault="001D45C6" w:rsidP="00E015AE">
                        <w:pPr>
                          <w:pStyle w:val="NormalWeb"/>
                          <w:rPr>
                            <w:sz w:val="24"/>
                          </w:rPr>
                        </w:pPr>
                        <w:r>
                          <w:rPr>
                            <w:rFonts w:asciiTheme="minorHAnsi" w:hAnsi="Calibri" w:cstheme="minorBidi"/>
                            <w:color w:val="000000" w:themeColor="text1"/>
                            <w:kern w:val="24"/>
                            <w:szCs w:val="22"/>
                            <w:lang w:val="en-US"/>
                          </w:rPr>
                          <w:t>Recommendation</w:t>
                        </w:r>
                      </w:p>
                    </w:txbxContent>
                  </v:textbox>
                </v:shape>
                <v:shape id="Text Box 148" o:spid="_x0000_s1080" type="#_x0000_t202" style="position:absolute;left:55348;top:174;width:10612;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" filled="f" stroked="f">
                  <v:textbox style="mso-fit-shape-to-text:t">
                    <w:txbxContent>
                      <w:p w14:paraId="735EC71A" w14:textId="77777777" w:rsidR="001D45C6" w:rsidRDefault="001D45C6" w:rsidP="00E015AE">
                        <w:pPr>
                          <w:pStyle w:val="NormalWeb"/>
                          <w:jc w:val="center"/>
                          <w:rPr>
                            <w:sz w:val="24"/>
                          </w:rPr>
                        </w:pPr>
                        <w:r>
                          <w:rPr>
                            <w:rFonts w:asciiTheme="minorHAnsi" w:hAnsi="Calibri" w:cstheme="minorBidi"/>
                            <w:color w:val="000000" w:themeColor="text1"/>
                            <w:kern w:val="24"/>
                            <w:szCs w:val="22"/>
                            <w:lang w:val="en-US"/>
                          </w:rPr>
                          <w:t>Model Course</w:t>
                        </w:r>
                      </w:p>
                    </w:txbxContent>
                  </v:textbox>
                </v:shape>
                <v:shape id="object 65" o:spid="_x0000_s1081" type="#_x0000_t202" style="position:absolute;left:26515;top:74;width:15483;height:1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e2wAAAANwAAAAPAAAAZHJzL2Rvd25yZXYueG1sRE9Ni8Iw&#10;EL0L/ocwghfRtCK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Jki3tsAAAADcAAAADwAAAAAA&#10;AAAAAAAAAAAHAgAAZHJzL2Rvd25yZXYueG1sUEsFBgAAAAADAAMAtwAAAPQCAAAAAA==&#10;" filled="f" stroked="f">
                  <v:textbox style="mso-fit-shape-to-text:t" inset="0,0,0,0">
                    <w:txbxContent>
                      <w:p w14:paraId="78C49736" w14:textId="77777777" w:rsidR="001D45C6" w:rsidRDefault="001D45C6" w:rsidP="00E015AE">
                        <w:pPr>
                          <w:pStyle w:val="NormalWeb"/>
                          <w:ind w:left="144"/>
                          <w:rPr>
                            <w:sz w:val="24"/>
                          </w:rPr>
                        </w:pPr>
                        <w:r>
                          <w:rPr>
                            <w:rFonts w:asciiTheme="minorHAnsi" w:hAnsi="Calibri"/>
                            <w:color w:val="005D90"/>
                            <w:spacing w:val="44"/>
                            <w:kern w:val="24"/>
                            <w:sz w:val="16"/>
                            <w:szCs w:val="16"/>
                          </w:rPr>
                          <w:t>PRIMARY COLOURS</w:t>
                        </w:r>
                      </w:p>
                    </w:txbxContent>
                  </v:textbox>
                </v:shape>
                <v:shape id="object 65" o:spid="_x0000_s1082" type="#_x0000_t202" style="position:absolute;left:27506;top:20861;width:15483;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" filled="f" stroked="f">
                  <v:textbox style="mso-fit-shape-to-text:t" inset="0,0,0,0">
                    <w:txbxContent>
                      <w:p w14:paraId="322F12CC" w14:textId="77777777" w:rsidR="001D45C6" w:rsidRDefault="001D45C6" w:rsidP="00E015AE">
                        <w:pPr>
                          <w:pStyle w:val="NormalWeb"/>
                          <w:ind w:left="144"/>
                          <w:rPr>
                            <w:sz w:val="24"/>
                          </w:rPr>
                        </w:pPr>
                        <w:r>
                          <w:rPr>
                            <w:rFonts w:asciiTheme="minorHAnsi" w:hAnsi="Calibri"/>
                            <w:color w:val="005D90"/>
                            <w:spacing w:val="44"/>
                            <w:kern w:val="24"/>
                            <w:sz w:val="16"/>
                            <w:szCs w:val="16"/>
                          </w:rPr>
                          <w:t>SECONDARY COLOURS</w:t>
                        </w:r>
                      </w:p>
                    </w:txbxContent>
                  </v:textbox>
                </v:shape>
                <w10:anchorlock/>
              </v:group>
            </w:pict>
          </mc:Fallback>
        </mc:AlternateContent>
      </w:r>
    </w:p>
    <w:p w14:paraId="2C6EA4CD" w14:textId="77777777" w:rsidR="00797EF8" w:rsidRPr="00797EF8" w:rsidRDefault="00797EF8" w:rsidP="00797EF8">
      <w:pPr>
        <w:pStyle w:val="BodyText"/>
      </w:pPr>
    </w:p>
    <w:p w14:paraId="2BB521BE" w14:textId="77777777" w:rsidR="0042565E" w:rsidRPr="0042565E" w:rsidRDefault="0042565E" w:rsidP="00476942">
      <w:pPr>
        <w:pStyle w:val="BodyText"/>
      </w:pPr>
    </w:p>
    <w:sectPr w:rsidR="0042565E" w:rsidRPr="0042565E" w:rsidSect="0042565E">
      <w:headerReference w:type="even" r:id="rId34"/>
      <w:headerReference w:type="default" r:id="rId35"/>
      <w:footerReference w:type="default" r:id="rId36"/>
      <w:headerReference w:type="first" r:id="rId37"/>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hael Hadley" w:date="2016-03-15T14:53:00Z" w:initials="MH">
    <w:p w14:paraId="76F89B24" w14:textId="77777777" w:rsidR="001D45C6" w:rsidRDefault="001D45C6">
      <w:pPr>
        <w:pStyle w:val="CommentText"/>
      </w:pPr>
      <w:r>
        <w:rPr>
          <w:rStyle w:val="CommentReference"/>
        </w:rPr>
        <w:annotationRef/>
      </w:r>
      <w:r>
        <w:t>Update as required</w:t>
      </w:r>
    </w:p>
  </w:comment>
  <w:comment w:id="2" w:author="Michael Hadley" w:date="2016-03-15T14:53:00Z" w:initials="MH">
    <w:p w14:paraId="3A64B0AF" w14:textId="77777777" w:rsidR="001D45C6" w:rsidRDefault="001D45C6">
      <w:pPr>
        <w:pStyle w:val="CommentText"/>
      </w:pPr>
      <w:r>
        <w:rPr>
          <w:rStyle w:val="CommentReference"/>
        </w:rPr>
        <w:annotationRef/>
      </w:r>
      <w:r>
        <w:t>Insert date approved by Council (Month &amp; Year)</w:t>
      </w:r>
    </w:p>
  </w:comment>
  <w:comment w:id="4" w:author="Michael Hadley" w:date="2016-05-08T11:14:00Z" w:initials="MH">
    <w:p w14:paraId="43DB061C" w14:textId="77777777" w:rsidR="001D45C6" w:rsidRDefault="001D45C6" w:rsidP="00795637">
      <w:pPr>
        <w:pStyle w:val="CommentText"/>
      </w:pPr>
      <w:r>
        <w:rPr>
          <w:rStyle w:val="CommentReference"/>
        </w:rPr>
        <w:annotationRef/>
      </w:r>
      <w:r>
        <w:t>All IALA documents are to be in UK English.</w:t>
      </w:r>
    </w:p>
    <w:p w14:paraId="44864686" w14:textId="77777777" w:rsidR="001D45C6" w:rsidRDefault="001D45C6"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6F89B24" w15:done="0"/>
  <w15:commentEx w15:paraId="3A64B0AF" w15:done="0"/>
  <w15:commentEx w15:paraId="448646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F89B24" w16cid:durableId="23D7D02B"/>
  <w16cid:commentId w16cid:paraId="3A64B0AF" w16cid:durableId="23D7D02C"/>
  <w16cid:commentId w16cid:paraId="44864686" w16cid:durableId="23D7D0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B3B5E" w14:textId="77777777" w:rsidR="001D45C6" w:rsidRDefault="001D45C6" w:rsidP="003274DB">
      <w:r>
        <w:separator/>
      </w:r>
    </w:p>
    <w:p w14:paraId="30117A30" w14:textId="77777777" w:rsidR="001D45C6" w:rsidRDefault="001D45C6"/>
  </w:endnote>
  <w:endnote w:type="continuationSeparator" w:id="0">
    <w:p w14:paraId="143410D5" w14:textId="77777777" w:rsidR="001D45C6" w:rsidRDefault="001D45C6" w:rsidP="003274DB">
      <w:r>
        <w:continuationSeparator/>
      </w:r>
    </w:p>
    <w:p w14:paraId="2C767826" w14:textId="77777777" w:rsidR="001D45C6" w:rsidRDefault="001D45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06929" w14:textId="77777777" w:rsidR="001D45C6" w:rsidRDefault="001D45C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DF162B" w14:textId="77777777" w:rsidR="001D45C6" w:rsidRDefault="001D45C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626C60" w14:textId="77777777" w:rsidR="001D45C6" w:rsidRDefault="001D45C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E48959" w14:textId="77777777" w:rsidR="001D45C6" w:rsidRDefault="001D45C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75F971" w14:textId="77777777" w:rsidR="001D45C6" w:rsidRDefault="001D45C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51C30" w14:textId="77777777" w:rsidR="001D45C6" w:rsidRPr="00AC24F4" w:rsidRDefault="001D45C6"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2B474105" w14:textId="77777777" w:rsidR="001D45C6" w:rsidRPr="00AC24F4" w:rsidRDefault="001D45C6"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67961FA6" w14:textId="77777777" w:rsidR="001D45C6" w:rsidRPr="004B6107" w:rsidRDefault="001D45C6"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5492469" w14:textId="77777777" w:rsidR="001D45C6" w:rsidRPr="004B6107" w:rsidRDefault="001D45C6"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2068258" w14:textId="77777777" w:rsidR="001D45C6" w:rsidRPr="00910058" w:rsidRDefault="001D45C6"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2F177D7E" wp14:editId="3336120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95B3D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15025" w14:textId="77777777" w:rsidR="001D45C6" w:rsidRDefault="001D45C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6692BA5C" wp14:editId="260455A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F4077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18C9A4C" w14:textId="77777777" w:rsidR="001D45C6" w:rsidRPr="00C907DF" w:rsidRDefault="001D45C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A081D03" w14:textId="77777777" w:rsidR="001D45C6" w:rsidRPr="00525922" w:rsidRDefault="001D45C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99510" w14:textId="77777777" w:rsidR="001D45C6" w:rsidRPr="00C716E5" w:rsidRDefault="001D45C6" w:rsidP="00C716E5">
    <w:pPr>
      <w:pStyle w:val="Footer"/>
      <w:rPr>
        <w:sz w:val="15"/>
        <w:szCs w:val="15"/>
      </w:rPr>
    </w:pPr>
  </w:p>
  <w:p w14:paraId="469832F2" w14:textId="77777777" w:rsidR="001D45C6" w:rsidRDefault="001D45C6" w:rsidP="00C716E5">
    <w:pPr>
      <w:pStyle w:val="Footerportrait"/>
    </w:pPr>
  </w:p>
  <w:p w14:paraId="57E7473A" w14:textId="5079B627" w:rsidR="001D45C6" w:rsidRPr="00C907DF" w:rsidRDefault="002E285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D45C6" w:rsidRPr="00C907DF">
      <w:t xml:space="preserve"> </w:t>
    </w:r>
    <w:r>
      <w:fldChar w:fldCharType="begin"/>
    </w:r>
    <w:r>
      <w:instrText xml:space="preserve"> STYLEREF "Document number" \* MERGEFORMAT </w:instrText>
    </w:r>
    <w:r>
      <w:fldChar w:fldCharType="separate"/>
    </w:r>
    <w:r>
      <w:t>1???</w:t>
    </w:r>
    <w:r>
      <w:fldChar w:fldCharType="end"/>
    </w:r>
    <w:r w:rsidR="001D45C6" w:rsidRPr="00C907DF">
      <w:t xml:space="preserve"> –</w:t>
    </w:r>
    <w:r w:rsidR="001D45C6">
      <w:t xml:space="preserve"> </w:t>
    </w:r>
    <w:r>
      <w:fldChar w:fldCharType="begin"/>
    </w:r>
    <w:r>
      <w:instrText xml:space="preserve"> STYLEREF "Document name" \* MERGEFORMAT </w:instrText>
    </w:r>
    <w:r>
      <w:fldChar w:fldCharType="separate"/>
    </w:r>
    <w:r>
      <w:t>Resilient PNT</w:t>
    </w:r>
    <w:r>
      <w:fldChar w:fldCharType="end"/>
    </w:r>
  </w:p>
  <w:p w14:paraId="5EA469B0" w14:textId="2D413B3C" w:rsidR="001D45C6" w:rsidRPr="00C907DF" w:rsidRDefault="002E285F" w:rsidP="00C716E5">
    <w:pPr>
      <w:pStyle w:val="Footerportrait"/>
    </w:pPr>
    <w:r>
      <w:fldChar w:fldCharType="begin"/>
    </w:r>
    <w:r>
      <w:instrText xml:space="preserve"> STYLEREF "Edition number" \* MERGEFORMAT </w:instrText>
    </w:r>
    <w:r>
      <w:fldChar w:fldCharType="separate"/>
    </w:r>
    <w:r>
      <w:t>Edition 1.0</w:t>
    </w:r>
    <w:r>
      <w:fldChar w:fldCharType="end"/>
    </w:r>
    <w:r w:rsidR="001D45C6">
      <w:t xml:space="preserve">  </w:t>
    </w:r>
    <w:r>
      <w:fldChar w:fldCharType="begin"/>
    </w:r>
    <w:r>
      <w:instrText xml:space="preserve"> STYLEREF "Document date" \* MERGEFORMAT </w:instrText>
    </w:r>
    <w:r>
      <w:fldChar w:fldCharType="separate"/>
    </w:r>
    <w:r>
      <w:t>Document date</w:t>
    </w:r>
    <w:r>
      <w:fldChar w:fldCharType="end"/>
    </w:r>
    <w:r w:rsidR="001D45C6" w:rsidRPr="00C907DF">
      <w:tab/>
    </w:r>
    <w:r w:rsidR="001D45C6">
      <w:t xml:space="preserve">P </w:t>
    </w:r>
    <w:r w:rsidR="001D45C6" w:rsidRPr="00C907DF">
      <w:rPr>
        <w:rStyle w:val="PageNumber"/>
        <w:szCs w:val="15"/>
      </w:rPr>
      <w:fldChar w:fldCharType="begin"/>
    </w:r>
    <w:r w:rsidR="001D45C6" w:rsidRPr="00C907DF">
      <w:rPr>
        <w:rStyle w:val="PageNumber"/>
        <w:szCs w:val="15"/>
      </w:rPr>
      <w:instrText xml:space="preserve">PAGE  </w:instrText>
    </w:r>
    <w:r w:rsidR="001D45C6" w:rsidRPr="00C907DF">
      <w:rPr>
        <w:rStyle w:val="PageNumber"/>
        <w:szCs w:val="15"/>
      </w:rPr>
      <w:fldChar w:fldCharType="separate"/>
    </w:r>
    <w:r w:rsidR="00B466E6">
      <w:rPr>
        <w:rStyle w:val="PageNumber"/>
        <w:szCs w:val="15"/>
      </w:rPr>
      <w:t>2</w:t>
    </w:r>
    <w:r w:rsidR="001D45C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EDDFF" w14:textId="77777777" w:rsidR="001D45C6" w:rsidRDefault="001D45C6" w:rsidP="00C716E5">
    <w:pPr>
      <w:pStyle w:val="Footer"/>
    </w:pPr>
  </w:p>
  <w:p w14:paraId="2BA75DFA" w14:textId="77777777" w:rsidR="001D45C6" w:rsidRDefault="001D45C6" w:rsidP="00C716E5">
    <w:pPr>
      <w:pStyle w:val="Footerportrait"/>
    </w:pPr>
  </w:p>
  <w:p w14:paraId="4ECCFE3C" w14:textId="1A056AF4" w:rsidR="001D45C6" w:rsidRPr="00C907DF" w:rsidRDefault="002E285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D45C6" w:rsidRPr="00C907DF">
      <w:t xml:space="preserve"> </w:t>
    </w:r>
    <w:r>
      <w:fldChar w:fldCharType="begin"/>
    </w:r>
    <w:r>
      <w:instrText xml:space="preserve"> STYLEREF "Document number" \* MERGEFORMAT </w:instrText>
    </w:r>
    <w:r>
      <w:fldChar w:fldCharType="separate"/>
    </w:r>
    <w:r>
      <w:t>1???</w:t>
    </w:r>
    <w:r>
      <w:fldChar w:fldCharType="end"/>
    </w:r>
    <w:r w:rsidR="001D45C6" w:rsidRPr="00C907DF">
      <w:t xml:space="preserve"> –</w:t>
    </w:r>
    <w:r w:rsidR="001D45C6">
      <w:t xml:space="preserve"> </w:t>
    </w:r>
    <w:r>
      <w:fldChar w:fldCharType="begin"/>
    </w:r>
    <w:r>
      <w:instrText xml:space="preserve"> STYLEREF "Document name" \* MERGEFORMAT </w:instrText>
    </w:r>
    <w:r>
      <w:fldChar w:fldCharType="separate"/>
    </w:r>
    <w:r>
      <w:t>Resilient PNT</w:t>
    </w:r>
    <w:r>
      <w:fldChar w:fldCharType="end"/>
    </w:r>
  </w:p>
  <w:p w14:paraId="29422967" w14:textId="51E443CD" w:rsidR="001D45C6" w:rsidRPr="00525922" w:rsidRDefault="002E285F" w:rsidP="00C716E5">
    <w:pPr>
      <w:pStyle w:val="Footerportrait"/>
    </w:pPr>
    <w:r>
      <w:fldChar w:fldCharType="begin"/>
    </w:r>
    <w:r>
      <w:instrText xml:space="preserve"> STYLEREF "Edition number" \* MERGEFORMAT </w:instrText>
    </w:r>
    <w:r>
      <w:fldChar w:fldCharType="separate"/>
    </w:r>
    <w:r>
      <w:t>Edition 1.0</w:t>
    </w:r>
    <w:r>
      <w:fldChar w:fldCharType="end"/>
    </w:r>
    <w:r w:rsidR="001D45C6" w:rsidRPr="00C907DF">
      <w:tab/>
    </w:r>
    <w:r w:rsidR="001D45C6">
      <w:t xml:space="preserve">P </w:t>
    </w:r>
    <w:r w:rsidR="001D45C6" w:rsidRPr="00C907DF">
      <w:rPr>
        <w:rStyle w:val="PageNumber"/>
        <w:szCs w:val="15"/>
      </w:rPr>
      <w:fldChar w:fldCharType="begin"/>
    </w:r>
    <w:r w:rsidR="001D45C6" w:rsidRPr="00C907DF">
      <w:rPr>
        <w:rStyle w:val="PageNumber"/>
        <w:szCs w:val="15"/>
      </w:rPr>
      <w:instrText xml:space="preserve">PAGE  </w:instrText>
    </w:r>
    <w:r w:rsidR="001D45C6" w:rsidRPr="00C907DF">
      <w:rPr>
        <w:rStyle w:val="PageNumber"/>
        <w:szCs w:val="15"/>
      </w:rPr>
      <w:fldChar w:fldCharType="separate"/>
    </w:r>
    <w:r w:rsidR="00B466E6">
      <w:rPr>
        <w:rStyle w:val="PageNumber"/>
        <w:szCs w:val="15"/>
      </w:rPr>
      <w:t>3</w:t>
    </w:r>
    <w:r w:rsidR="001D45C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619BD" w14:textId="77777777" w:rsidR="001D45C6" w:rsidRDefault="001D45C6" w:rsidP="00C716E5">
    <w:pPr>
      <w:pStyle w:val="Footer"/>
    </w:pPr>
  </w:p>
  <w:p w14:paraId="660652A8" w14:textId="77777777" w:rsidR="001D45C6" w:rsidRDefault="001D45C6" w:rsidP="00C716E5">
    <w:pPr>
      <w:pStyle w:val="Footerlandscape"/>
    </w:pPr>
  </w:p>
  <w:p w14:paraId="1B9DDF8F" w14:textId="0F8DBCFB" w:rsidR="001D45C6" w:rsidRPr="00C907DF" w:rsidRDefault="002E285F" w:rsidP="00C716E5">
    <w:pPr>
      <w:pStyle w:val="Footerlandscape"/>
    </w:pPr>
    <w:r>
      <w:fldChar w:fldCharType="begin"/>
    </w:r>
    <w:r>
      <w:instrText xml:space="preserve"> STYLEREF "Document type" \* MERGEFORMAT </w:instrText>
    </w:r>
    <w:r>
      <w:fldChar w:fldCharType="separate"/>
    </w:r>
    <w:r>
      <w:rPr>
        <w:noProof/>
      </w:rPr>
      <w:t>IALA Guideline</w:t>
    </w:r>
    <w:r>
      <w:rPr>
        <w:noProof/>
      </w:rPr>
      <w:fldChar w:fldCharType="end"/>
    </w:r>
    <w:r w:rsidR="001D45C6" w:rsidRPr="00C907DF">
      <w:t xml:space="preserve"> </w:t>
    </w:r>
    <w:r>
      <w:fldChar w:fldCharType="begin"/>
    </w:r>
    <w:r>
      <w:instrText xml:space="preserve"> STYLEREF "Document number" \* MERGEFORMAT </w:instrText>
    </w:r>
    <w:r>
      <w:fldChar w:fldCharType="separate"/>
    </w:r>
    <w:r>
      <w:rPr>
        <w:noProof/>
      </w:rPr>
      <w:t>1???</w:t>
    </w:r>
    <w:r>
      <w:rPr>
        <w:noProof/>
      </w:rPr>
      <w:fldChar w:fldCharType="end"/>
    </w:r>
    <w:r w:rsidR="001D45C6" w:rsidRPr="00C907DF">
      <w:t xml:space="preserve"> –</w:t>
    </w:r>
    <w:r w:rsidR="001D45C6">
      <w:t xml:space="preserve"> </w:t>
    </w:r>
    <w:r>
      <w:fldChar w:fldCharType="begin"/>
    </w:r>
    <w:r>
      <w:instrText xml:space="preserve"> STYLEREF "Document name" \* MERGEFORMAT </w:instrText>
    </w:r>
    <w:r>
      <w:fldChar w:fldCharType="separate"/>
    </w:r>
    <w:r>
      <w:rPr>
        <w:noProof/>
      </w:rPr>
      <w:t>Resilient PNT</w:t>
    </w:r>
    <w:r>
      <w:rPr>
        <w:noProof/>
      </w:rPr>
      <w:fldChar w:fldCharType="end"/>
    </w:r>
    <w:r w:rsidR="001D45C6">
      <w:tab/>
    </w:r>
  </w:p>
  <w:p w14:paraId="12963357" w14:textId="0FF3CF9F" w:rsidR="001D45C6" w:rsidRPr="00C907DF" w:rsidRDefault="002E285F" w:rsidP="00C716E5">
    <w:pPr>
      <w:pStyle w:val="Footerlandscape"/>
    </w:pPr>
    <w:r>
      <w:fldChar w:fldCharType="begin"/>
    </w:r>
    <w:r>
      <w:instrText xml:space="preserve"> STYLEREF "Edition number" \* MERGEFORMAT </w:instrText>
    </w:r>
    <w:r>
      <w:fldChar w:fldCharType="separate"/>
    </w:r>
    <w:r>
      <w:rPr>
        <w:noProof/>
      </w:rPr>
      <w:t>Edition 1.0</w:t>
    </w:r>
    <w:r>
      <w:rPr>
        <w:noProof/>
      </w:rPr>
      <w:fldChar w:fldCharType="end"/>
    </w:r>
    <w:r w:rsidR="001D45C6">
      <w:t xml:space="preserve">  </w:t>
    </w:r>
    <w:r>
      <w:fldChar w:fldCharType="begin"/>
    </w:r>
    <w:r>
      <w:instrText xml:space="preserve"> STYLEREF "Document date" \</w:instrText>
    </w:r>
    <w:r>
      <w:instrText xml:space="preserve">* MERGEFORMAT </w:instrText>
    </w:r>
    <w:r>
      <w:fldChar w:fldCharType="separate"/>
    </w:r>
    <w:r>
      <w:rPr>
        <w:noProof/>
      </w:rPr>
      <w:t>Document date</w:t>
    </w:r>
    <w:r>
      <w:rPr>
        <w:noProof/>
      </w:rPr>
      <w:fldChar w:fldCharType="end"/>
    </w:r>
    <w:r w:rsidR="001D45C6">
      <w:tab/>
      <w:t xml:space="preserve">P </w:t>
    </w:r>
    <w:r w:rsidR="001D45C6" w:rsidRPr="00C907DF">
      <w:rPr>
        <w:rStyle w:val="PageNumber"/>
        <w:szCs w:val="15"/>
      </w:rPr>
      <w:fldChar w:fldCharType="begin"/>
    </w:r>
    <w:r w:rsidR="001D45C6" w:rsidRPr="00C907DF">
      <w:rPr>
        <w:rStyle w:val="PageNumber"/>
        <w:szCs w:val="15"/>
      </w:rPr>
      <w:instrText xml:space="preserve">PAGE  </w:instrText>
    </w:r>
    <w:r w:rsidR="001D45C6" w:rsidRPr="00C907DF">
      <w:rPr>
        <w:rStyle w:val="PageNumber"/>
        <w:szCs w:val="15"/>
      </w:rPr>
      <w:fldChar w:fldCharType="separate"/>
    </w:r>
    <w:r w:rsidR="00B466E6">
      <w:rPr>
        <w:rStyle w:val="PageNumber"/>
        <w:noProof/>
        <w:szCs w:val="15"/>
      </w:rPr>
      <w:t>15</w:t>
    </w:r>
    <w:r w:rsidR="001D45C6"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F46D2" w14:textId="77777777" w:rsidR="001D45C6" w:rsidRDefault="001D45C6" w:rsidP="00C716E5">
    <w:pPr>
      <w:pStyle w:val="Footer"/>
    </w:pPr>
  </w:p>
  <w:p w14:paraId="6E5CA860" w14:textId="77777777" w:rsidR="001D45C6" w:rsidRDefault="001D45C6" w:rsidP="00C716E5">
    <w:pPr>
      <w:pStyle w:val="Footerportrait"/>
    </w:pPr>
  </w:p>
  <w:p w14:paraId="73B44CA7" w14:textId="43C9FF5C" w:rsidR="001D45C6" w:rsidRPr="00C907DF" w:rsidRDefault="002E285F"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1D45C6" w:rsidRPr="00C907DF">
      <w:t xml:space="preserve"> </w:t>
    </w:r>
    <w:r>
      <w:fldChar w:fldCharType="begin"/>
    </w:r>
    <w:r>
      <w:instrText xml:space="preserve"> STYLEREF "Document number" \* MERGEFORMAT </w:instrText>
    </w:r>
    <w:r>
      <w:fldChar w:fldCharType="separate"/>
    </w:r>
    <w:r>
      <w:t>1???</w:t>
    </w:r>
    <w:r>
      <w:fldChar w:fldCharType="end"/>
    </w:r>
    <w:r w:rsidR="001D45C6" w:rsidRPr="00C907DF">
      <w:t xml:space="preserve"> –</w:t>
    </w:r>
    <w:r w:rsidR="001D45C6">
      <w:t xml:space="preserve"> </w:t>
    </w:r>
    <w:r>
      <w:fldChar w:fldCharType="begin"/>
    </w:r>
    <w:r>
      <w:instrText xml:space="preserve"> STYLEREF "Document name" \* MERGEFORMAT </w:instrText>
    </w:r>
    <w:r>
      <w:fldChar w:fldCharType="separate"/>
    </w:r>
    <w:r>
      <w:t>Resilient PNT</w:t>
    </w:r>
    <w:r>
      <w:fldChar w:fldCharType="end"/>
    </w:r>
    <w:r w:rsidR="001D45C6">
      <w:tab/>
    </w:r>
  </w:p>
  <w:p w14:paraId="66EDA484" w14:textId="6BB63479" w:rsidR="001D45C6" w:rsidRPr="00C907DF" w:rsidRDefault="002E285F"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1D45C6">
      <w:t xml:space="preserve">  </w:t>
    </w:r>
    <w:r>
      <w:fldChar w:fldCharType="begin"/>
    </w:r>
    <w:r>
      <w:instrText xml:space="preserve"> STYLEREF "Document date" \* MERGEFORMAT </w:instrText>
    </w:r>
    <w:r>
      <w:fldChar w:fldCharType="separate"/>
    </w:r>
    <w:r>
      <w:t>Document date</w:t>
    </w:r>
    <w:r>
      <w:fldChar w:fldCharType="end"/>
    </w:r>
    <w:r w:rsidR="001D45C6">
      <w:tab/>
    </w:r>
    <w:r w:rsidR="001D45C6">
      <w:rPr>
        <w:rStyle w:val="PageNumber"/>
        <w:szCs w:val="15"/>
      </w:rPr>
      <w:t xml:space="preserve">P </w:t>
    </w:r>
    <w:r w:rsidR="001D45C6" w:rsidRPr="00C907DF">
      <w:rPr>
        <w:rStyle w:val="PageNumber"/>
        <w:szCs w:val="15"/>
      </w:rPr>
      <w:fldChar w:fldCharType="begin"/>
    </w:r>
    <w:r w:rsidR="001D45C6" w:rsidRPr="00C907DF">
      <w:rPr>
        <w:rStyle w:val="PageNumber"/>
        <w:szCs w:val="15"/>
      </w:rPr>
      <w:instrText xml:space="preserve">PAGE  </w:instrText>
    </w:r>
    <w:r w:rsidR="001D45C6" w:rsidRPr="00C907DF">
      <w:rPr>
        <w:rStyle w:val="PageNumber"/>
        <w:szCs w:val="15"/>
      </w:rPr>
      <w:fldChar w:fldCharType="separate"/>
    </w:r>
    <w:r w:rsidR="00B466E6">
      <w:rPr>
        <w:rStyle w:val="PageNumber"/>
        <w:szCs w:val="15"/>
      </w:rPr>
      <w:t>16</w:t>
    </w:r>
    <w:r w:rsidR="001D45C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D5EC5" w14:textId="77777777" w:rsidR="001D45C6" w:rsidRDefault="001D45C6" w:rsidP="003274DB">
      <w:r>
        <w:separator/>
      </w:r>
    </w:p>
    <w:p w14:paraId="4BF99A29" w14:textId="77777777" w:rsidR="001D45C6" w:rsidRDefault="001D45C6"/>
  </w:footnote>
  <w:footnote w:type="continuationSeparator" w:id="0">
    <w:p w14:paraId="1704A73F" w14:textId="77777777" w:rsidR="001D45C6" w:rsidRDefault="001D45C6" w:rsidP="003274DB">
      <w:r>
        <w:continuationSeparator/>
      </w:r>
    </w:p>
    <w:p w14:paraId="2890DECD" w14:textId="77777777" w:rsidR="001D45C6" w:rsidRDefault="001D45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99045" w14:textId="77777777" w:rsidR="001D45C6" w:rsidRDefault="002E285F">
    <w:pPr>
      <w:pStyle w:val="Header"/>
    </w:pPr>
    <w:r>
      <w:rPr>
        <w:noProof/>
      </w:rPr>
      <w:pict w14:anchorId="3CF6F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B19AF" w14:textId="77777777" w:rsidR="001D45C6" w:rsidRDefault="002E285F">
    <w:pPr>
      <w:pStyle w:val="Header"/>
    </w:pPr>
    <w:r>
      <w:rPr>
        <w:noProof/>
      </w:rPr>
      <w:pict w14:anchorId="2EE8EB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F2AC7" w14:textId="77777777" w:rsidR="001D45C6" w:rsidRDefault="002E285F" w:rsidP="00C716E5">
    <w:pPr>
      <w:pStyle w:val="Header"/>
    </w:pPr>
    <w:r>
      <w:rPr>
        <w:noProof/>
      </w:rPr>
      <w:pict w14:anchorId="38A2B4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72576" behindDoc="1" locked="0" layoutInCell="1" allowOverlap="1" wp14:anchorId="54EA83EF" wp14:editId="43D44748">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B9F4E" w14:textId="77777777" w:rsidR="001D45C6" w:rsidRDefault="002E285F">
    <w:pPr>
      <w:pStyle w:val="Header"/>
    </w:pPr>
    <w:r>
      <w:rPr>
        <w:noProof/>
      </w:rPr>
      <w:pict w14:anchorId="41BF7E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5B591" w14:textId="77777777" w:rsidR="001D45C6" w:rsidRDefault="002E285F">
    <w:pPr>
      <w:pStyle w:val="Header"/>
    </w:pPr>
    <w:r>
      <w:rPr>
        <w:noProof/>
      </w:rPr>
      <w:pict w14:anchorId="6A6DA3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D81D0" w14:textId="77777777" w:rsidR="001D45C6" w:rsidRDefault="002E285F" w:rsidP="00C716E5">
    <w:pPr>
      <w:pStyle w:val="Header"/>
    </w:pPr>
    <w:r>
      <w:rPr>
        <w:noProof/>
      </w:rPr>
      <w:pict w14:anchorId="0B18D3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76672" behindDoc="1" locked="0" layoutInCell="1" allowOverlap="1" wp14:anchorId="52686929" wp14:editId="0A973160">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AEFB3" w14:textId="77777777" w:rsidR="001D45C6" w:rsidRDefault="002E285F">
    <w:pPr>
      <w:pStyle w:val="Header"/>
    </w:pPr>
    <w:r>
      <w:rPr>
        <w:noProof/>
      </w:rPr>
      <w:pict w14:anchorId="654DDD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7511D" w14:textId="77777777" w:rsidR="001D45C6" w:rsidRDefault="002E285F">
    <w:pPr>
      <w:pStyle w:val="Header"/>
    </w:pPr>
    <w:r>
      <w:rPr>
        <w:noProof/>
      </w:rPr>
      <w:pict w14:anchorId="7734AF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785A0" w14:textId="77777777" w:rsidR="001D45C6" w:rsidRPr="00667792" w:rsidRDefault="002E285F" w:rsidP="00667792">
    <w:pPr>
      <w:pStyle w:val="Header"/>
    </w:pPr>
    <w:r>
      <w:rPr>
        <w:noProof/>
      </w:rPr>
      <w:pict w14:anchorId="3B40D3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78720" behindDoc="1" locked="0" layoutInCell="1" allowOverlap="1" wp14:anchorId="40F23C7D" wp14:editId="28076AC4">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90A6D" w14:textId="77777777" w:rsidR="001D45C6" w:rsidRDefault="002E285F">
    <w:pPr>
      <w:pStyle w:val="Header"/>
    </w:pPr>
    <w:r>
      <w:rPr>
        <w:noProof/>
      </w:rPr>
      <w:pict w14:anchorId="3F97B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73E40" w14:textId="77777777" w:rsidR="001D45C6" w:rsidRPr="00ED2A8D" w:rsidRDefault="002E285F" w:rsidP="008747E0">
    <w:pPr>
      <w:pStyle w:val="Header"/>
    </w:pPr>
    <w:r>
      <w:rPr>
        <w:noProof/>
      </w:rPr>
      <w:pict w14:anchorId="69AD50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sidRPr="00442889">
      <w:rPr>
        <w:noProof/>
        <w:lang w:eastAsia="en-GB"/>
      </w:rPr>
      <w:drawing>
        <wp:anchor distT="0" distB="0" distL="114300" distR="114300" simplePos="0" relativeHeight="251657214" behindDoc="1" locked="0" layoutInCell="1" allowOverlap="1" wp14:anchorId="38EB475D" wp14:editId="351D9E8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5CBD23A" w14:textId="77777777" w:rsidR="001D45C6" w:rsidRPr="00ED2A8D" w:rsidRDefault="001D45C6" w:rsidP="008747E0">
    <w:pPr>
      <w:pStyle w:val="Header"/>
    </w:pPr>
  </w:p>
  <w:p w14:paraId="774CBEA7" w14:textId="77777777" w:rsidR="001D45C6" w:rsidRDefault="001D45C6" w:rsidP="008747E0">
    <w:pPr>
      <w:pStyle w:val="Header"/>
    </w:pPr>
  </w:p>
  <w:p w14:paraId="563B06BA" w14:textId="77777777" w:rsidR="001D45C6" w:rsidRDefault="001D45C6" w:rsidP="008747E0">
    <w:pPr>
      <w:pStyle w:val="Header"/>
    </w:pPr>
  </w:p>
  <w:p w14:paraId="317DE35D" w14:textId="77777777" w:rsidR="001D45C6" w:rsidRDefault="001D45C6" w:rsidP="008747E0">
    <w:pPr>
      <w:pStyle w:val="Header"/>
    </w:pPr>
  </w:p>
  <w:p w14:paraId="45883FCD" w14:textId="77777777" w:rsidR="001D45C6" w:rsidRDefault="001D45C6" w:rsidP="008747E0">
    <w:pPr>
      <w:pStyle w:val="Header"/>
    </w:pPr>
  </w:p>
  <w:p w14:paraId="17046D39" w14:textId="77777777" w:rsidR="001D45C6" w:rsidRDefault="001D45C6" w:rsidP="008747E0">
    <w:pPr>
      <w:pStyle w:val="Header"/>
    </w:pPr>
    <w:r>
      <w:rPr>
        <w:noProof/>
        <w:lang w:eastAsia="en-GB"/>
      </w:rPr>
      <w:drawing>
        <wp:anchor distT="0" distB="0" distL="114300" distR="114300" simplePos="0" relativeHeight="251656189" behindDoc="1" locked="0" layoutInCell="1" allowOverlap="1" wp14:anchorId="4C56FEBA" wp14:editId="4076F81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FDEDDB4" w14:textId="77777777" w:rsidR="001D45C6" w:rsidRPr="00ED2A8D" w:rsidRDefault="001D45C6" w:rsidP="008747E0">
    <w:pPr>
      <w:pStyle w:val="Header"/>
    </w:pPr>
  </w:p>
  <w:p w14:paraId="43EC0C7F" w14:textId="77777777" w:rsidR="001D45C6" w:rsidRPr="00ED2A8D" w:rsidRDefault="001D45C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23F93" w14:textId="77777777" w:rsidR="001D45C6" w:rsidRDefault="002E285F">
    <w:pPr>
      <w:pStyle w:val="Header"/>
    </w:pPr>
    <w:r>
      <w:rPr>
        <w:noProof/>
      </w:rPr>
      <w:pict w14:anchorId="3C5E8C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88960" behindDoc="1" locked="0" layoutInCell="1" allowOverlap="1" wp14:anchorId="124BA043" wp14:editId="7A4FE86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1DB243" w14:textId="77777777" w:rsidR="001D45C6" w:rsidRDefault="001D45C6">
    <w:pPr>
      <w:pStyle w:val="Header"/>
    </w:pPr>
  </w:p>
  <w:p w14:paraId="014C6F3D" w14:textId="77777777" w:rsidR="001D45C6" w:rsidRDefault="001D45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CF410" w14:textId="77777777" w:rsidR="001D45C6" w:rsidRDefault="002E285F">
    <w:pPr>
      <w:pStyle w:val="Header"/>
    </w:pPr>
    <w:r>
      <w:rPr>
        <w:noProof/>
      </w:rPr>
      <w:pict w14:anchorId="0F55E5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B5BD0" w14:textId="77777777" w:rsidR="001D45C6" w:rsidRPr="00ED2A8D" w:rsidRDefault="002E285F" w:rsidP="008747E0">
    <w:pPr>
      <w:pStyle w:val="Header"/>
    </w:pPr>
    <w:r>
      <w:rPr>
        <w:noProof/>
      </w:rPr>
      <w:pict w14:anchorId="6D448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58752" behindDoc="1" locked="0" layoutInCell="1" allowOverlap="1" wp14:anchorId="78DEF580" wp14:editId="1C7D2EC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AE0B90" w14:textId="77777777" w:rsidR="001D45C6" w:rsidRPr="00ED2A8D" w:rsidRDefault="001D45C6" w:rsidP="008747E0">
    <w:pPr>
      <w:pStyle w:val="Header"/>
    </w:pPr>
  </w:p>
  <w:p w14:paraId="41FE545A" w14:textId="77777777" w:rsidR="001D45C6" w:rsidRDefault="001D45C6" w:rsidP="008747E0">
    <w:pPr>
      <w:pStyle w:val="Header"/>
    </w:pPr>
  </w:p>
  <w:p w14:paraId="54F6CDA5" w14:textId="77777777" w:rsidR="001D45C6" w:rsidRDefault="001D45C6" w:rsidP="008747E0">
    <w:pPr>
      <w:pStyle w:val="Header"/>
    </w:pPr>
  </w:p>
  <w:p w14:paraId="1B3C21B0" w14:textId="77777777" w:rsidR="001D45C6" w:rsidRDefault="001D45C6" w:rsidP="008747E0">
    <w:pPr>
      <w:pStyle w:val="Header"/>
    </w:pPr>
  </w:p>
  <w:p w14:paraId="6CE5223E" w14:textId="77777777" w:rsidR="001D45C6" w:rsidRPr="00441393" w:rsidRDefault="001D45C6" w:rsidP="00441393">
    <w:pPr>
      <w:pStyle w:val="Contents"/>
    </w:pPr>
    <w:r>
      <w:t>DOCUMENT HISTORY</w:t>
    </w:r>
  </w:p>
  <w:p w14:paraId="2D5FA567" w14:textId="77777777" w:rsidR="001D45C6" w:rsidRPr="00ED2A8D" w:rsidRDefault="001D45C6" w:rsidP="008747E0">
    <w:pPr>
      <w:pStyle w:val="Header"/>
    </w:pPr>
  </w:p>
  <w:p w14:paraId="49592414" w14:textId="77777777" w:rsidR="001D45C6" w:rsidRPr="00AC33A2" w:rsidRDefault="001D45C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D38F3" w14:textId="77777777" w:rsidR="001D45C6" w:rsidRDefault="002E285F">
    <w:pPr>
      <w:pStyle w:val="Header"/>
    </w:pPr>
    <w:r>
      <w:rPr>
        <w:noProof/>
      </w:rPr>
      <w:pict w14:anchorId="09795F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D4A55" w14:textId="77777777" w:rsidR="001D45C6" w:rsidRDefault="002E285F">
    <w:pPr>
      <w:pStyle w:val="Header"/>
    </w:pPr>
    <w:r>
      <w:rPr>
        <w:noProof/>
      </w:rPr>
      <w:pict w14:anchorId="1058CE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FE4C7" w14:textId="77777777" w:rsidR="001D45C6" w:rsidRPr="00ED2A8D" w:rsidRDefault="002E285F" w:rsidP="008747E0">
    <w:pPr>
      <w:pStyle w:val="Header"/>
    </w:pPr>
    <w:r>
      <w:rPr>
        <w:noProof/>
      </w:rPr>
      <w:pict w14:anchorId="39F271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74624" behindDoc="1" locked="0" layoutInCell="1" allowOverlap="1" wp14:anchorId="24FBE46E" wp14:editId="6E77032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987439" w14:textId="77777777" w:rsidR="001D45C6" w:rsidRPr="00ED2A8D" w:rsidRDefault="001D45C6" w:rsidP="008747E0">
    <w:pPr>
      <w:pStyle w:val="Header"/>
    </w:pPr>
  </w:p>
  <w:p w14:paraId="50AF5E96" w14:textId="77777777" w:rsidR="001D45C6" w:rsidRDefault="001D45C6" w:rsidP="008747E0">
    <w:pPr>
      <w:pStyle w:val="Header"/>
    </w:pPr>
  </w:p>
  <w:p w14:paraId="72CC7CF4" w14:textId="77777777" w:rsidR="001D45C6" w:rsidRDefault="001D45C6" w:rsidP="008747E0">
    <w:pPr>
      <w:pStyle w:val="Header"/>
    </w:pPr>
  </w:p>
  <w:p w14:paraId="29E2877D" w14:textId="77777777" w:rsidR="001D45C6" w:rsidRDefault="001D45C6" w:rsidP="008747E0">
    <w:pPr>
      <w:pStyle w:val="Header"/>
    </w:pPr>
  </w:p>
  <w:p w14:paraId="7274A125" w14:textId="77777777" w:rsidR="001D45C6" w:rsidRPr="00441393" w:rsidRDefault="001D45C6" w:rsidP="00441393">
    <w:pPr>
      <w:pStyle w:val="Contents"/>
    </w:pPr>
    <w:r>
      <w:t>CONTENTS</w:t>
    </w:r>
  </w:p>
  <w:p w14:paraId="7F57075E" w14:textId="77777777" w:rsidR="001D45C6" w:rsidRDefault="001D45C6" w:rsidP="0078486B">
    <w:pPr>
      <w:pStyle w:val="Header"/>
      <w:spacing w:line="140" w:lineRule="exact"/>
    </w:pPr>
  </w:p>
  <w:p w14:paraId="48C295F6" w14:textId="77777777" w:rsidR="001D45C6" w:rsidRPr="00AC33A2" w:rsidRDefault="001D45C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EAF07" w14:textId="77777777" w:rsidR="001D45C6" w:rsidRPr="00ED2A8D" w:rsidRDefault="002E285F" w:rsidP="00C716E5">
    <w:pPr>
      <w:pStyle w:val="Header"/>
    </w:pPr>
    <w:r>
      <w:rPr>
        <w:noProof/>
      </w:rPr>
      <w:pict w14:anchorId="66C031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45C6">
      <w:rPr>
        <w:noProof/>
        <w:lang w:eastAsia="en-GB"/>
      </w:rPr>
      <w:drawing>
        <wp:anchor distT="0" distB="0" distL="114300" distR="114300" simplePos="0" relativeHeight="251697152" behindDoc="1" locked="0" layoutInCell="1" allowOverlap="1" wp14:anchorId="76464865" wp14:editId="01544BB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2D7D93" w14:textId="77777777" w:rsidR="001D45C6" w:rsidRPr="00ED2A8D" w:rsidRDefault="001D45C6" w:rsidP="00C716E5">
    <w:pPr>
      <w:pStyle w:val="Header"/>
    </w:pPr>
  </w:p>
  <w:p w14:paraId="32376F08" w14:textId="77777777" w:rsidR="001D45C6" w:rsidRDefault="001D45C6" w:rsidP="00C716E5">
    <w:pPr>
      <w:pStyle w:val="Header"/>
    </w:pPr>
  </w:p>
  <w:p w14:paraId="13AB5ED9" w14:textId="77777777" w:rsidR="001D45C6" w:rsidRDefault="001D45C6" w:rsidP="00C716E5">
    <w:pPr>
      <w:pStyle w:val="Header"/>
    </w:pPr>
  </w:p>
  <w:p w14:paraId="3062759D" w14:textId="77777777" w:rsidR="001D45C6" w:rsidRDefault="001D45C6" w:rsidP="00C716E5">
    <w:pPr>
      <w:pStyle w:val="Header"/>
    </w:pPr>
  </w:p>
  <w:p w14:paraId="4C46C626" w14:textId="77777777" w:rsidR="001D45C6" w:rsidRPr="00441393" w:rsidRDefault="001D45C6" w:rsidP="00C716E5">
    <w:pPr>
      <w:pStyle w:val="Contents"/>
    </w:pPr>
    <w:r>
      <w:t>CONTENTS</w:t>
    </w:r>
  </w:p>
  <w:p w14:paraId="522C8FE6" w14:textId="77777777" w:rsidR="001D45C6" w:rsidRPr="00ED2A8D" w:rsidRDefault="001D45C6" w:rsidP="00C716E5">
    <w:pPr>
      <w:pStyle w:val="Header"/>
    </w:pPr>
  </w:p>
  <w:p w14:paraId="12993A35" w14:textId="77777777" w:rsidR="001D45C6" w:rsidRPr="00AC33A2" w:rsidRDefault="001D45C6" w:rsidP="00C716E5">
    <w:pPr>
      <w:pStyle w:val="Header"/>
      <w:spacing w:line="140" w:lineRule="exact"/>
    </w:pPr>
  </w:p>
  <w:p w14:paraId="1B5AB9F4" w14:textId="77777777" w:rsidR="001D45C6" w:rsidRDefault="001D45C6">
    <w:pPr>
      <w:pStyle w:val="Header"/>
    </w:pPr>
    <w:r>
      <w:rPr>
        <w:noProof/>
        <w:lang w:eastAsia="en-GB"/>
      </w:rPr>
      <w:drawing>
        <wp:anchor distT="0" distB="0" distL="114300" distR="114300" simplePos="0" relativeHeight="251695104" behindDoc="1" locked="0" layoutInCell="1" allowOverlap="1" wp14:anchorId="19E9A398" wp14:editId="3335B837">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C841EA"/>
    <w:multiLevelType w:val="hybridMultilevel"/>
    <w:tmpl w:val="FFFA9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05B56B4"/>
    <w:multiLevelType w:val="hybridMultilevel"/>
    <w:tmpl w:val="F3301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9788B"/>
    <w:multiLevelType w:val="hybridMultilevel"/>
    <w:tmpl w:val="71648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3933D85"/>
    <w:multiLevelType w:val="hybridMultilevel"/>
    <w:tmpl w:val="9F38B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A507A4"/>
    <w:multiLevelType w:val="hybridMultilevel"/>
    <w:tmpl w:val="C20E4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A32727"/>
    <w:multiLevelType w:val="hybridMultilevel"/>
    <w:tmpl w:val="835AB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B155FCE"/>
    <w:multiLevelType w:val="hybridMultilevel"/>
    <w:tmpl w:val="753E5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C7C24AB"/>
    <w:multiLevelType w:val="multilevel"/>
    <w:tmpl w:val="78086ED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B053CD3"/>
    <w:multiLevelType w:val="hybridMultilevel"/>
    <w:tmpl w:val="68DE9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6A7125"/>
    <w:multiLevelType w:val="hybridMultilevel"/>
    <w:tmpl w:val="F1366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B7E69FF"/>
    <w:multiLevelType w:val="hybridMultilevel"/>
    <w:tmpl w:val="3886D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F4A0A"/>
    <w:multiLevelType w:val="hybridMultilevel"/>
    <w:tmpl w:val="5E960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92D5443"/>
    <w:multiLevelType w:val="hybridMultilevel"/>
    <w:tmpl w:val="9BE2A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A553918"/>
    <w:multiLevelType w:val="hybridMultilevel"/>
    <w:tmpl w:val="11567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F7F0B8A"/>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3" w15:restartNumberingAfterBreak="0">
    <w:nsid w:val="62687ED1"/>
    <w:multiLevelType w:val="hybridMultilevel"/>
    <w:tmpl w:val="D2FA5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A4B59B6"/>
    <w:multiLevelType w:val="hybridMultilevel"/>
    <w:tmpl w:val="DFB48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EA9676A"/>
    <w:multiLevelType w:val="multilevel"/>
    <w:tmpl w:val="D654E2F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num>
  <w:num w:numId="2">
    <w:abstractNumId w:val="49"/>
  </w:num>
  <w:num w:numId="3">
    <w:abstractNumId w:val="6"/>
  </w:num>
  <w:num w:numId="4">
    <w:abstractNumId w:val="25"/>
  </w:num>
  <w:num w:numId="5">
    <w:abstractNumId w:val="17"/>
  </w:num>
  <w:num w:numId="6">
    <w:abstractNumId w:val="15"/>
  </w:num>
  <w:num w:numId="7">
    <w:abstractNumId w:val="30"/>
  </w:num>
  <w:num w:numId="8">
    <w:abstractNumId w:val="5"/>
  </w:num>
  <w:num w:numId="9">
    <w:abstractNumId w:val="14"/>
  </w:num>
  <w:num w:numId="10">
    <w:abstractNumId w:val="18"/>
  </w:num>
  <w:num w:numId="11">
    <w:abstractNumId w:val="3"/>
  </w:num>
  <w:num w:numId="12">
    <w:abstractNumId w:val="31"/>
  </w:num>
  <w:num w:numId="13">
    <w:abstractNumId w:val="0"/>
  </w:num>
  <w:num w:numId="14">
    <w:abstractNumId w:val="45"/>
  </w:num>
  <w:num w:numId="15">
    <w:abstractNumId w:val="12"/>
  </w:num>
  <w:num w:numId="16">
    <w:abstractNumId w:val="10"/>
  </w:num>
  <w:num w:numId="17">
    <w:abstractNumId w:val="29"/>
  </w:num>
  <w:num w:numId="18">
    <w:abstractNumId w:val="2"/>
  </w:num>
  <w:num w:numId="19">
    <w:abstractNumId w:val="9"/>
  </w:num>
  <w:num w:numId="20">
    <w:abstractNumId w:val="38"/>
  </w:num>
  <w:num w:numId="21">
    <w:abstractNumId w:val="8"/>
  </w:num>
  <w:num w:numId="22">
    <w:abstractNumId w:val="47"/>
  </w:num>
  <w:num w:numId="23">
    <w:abstractNumId w:val="1"/>
  </w:num>
  <w:num w:numId="24">
    <w:abstractNumId w:val="24"/>
  </w:num>
  <w:num w:numId="25">
    <w:abstractNumId w:val="16"/>
  </w:num>
  <w:num w:numId="26">
    <w:abstractNumId w:val="37"/>
  </w:num>
  <w:num w:numId="27">
    <w:abstractNumId w:val="41"/>
  </w:num>
  <w:num w:numId="28">
    <w:abstractNumId w:val="4"/>
  </w:num>
  <w:num w:numId="29">
    <w:abstractNumId w:val="28"/>
  </w:num>
  <w:num w:numId="30">
    <w:abstractNumId w:val="13"/>
  </w:num>
  <w:num w:numId="31">
    <w:abstractNumId w:val="7"/>
  </w:num>
  <w:num w:numId="32">
    <w:abstractNumId w:val="19"/>
  </w:num>
  <w:num w:numId="33">
    <w:abstractNumId w:val="46"/>
  </w:num>
  <w:num w:numId="34">
    <w:abstractNumId w:val="44"/>
  </w:num>
  <w:num w:numId="35">
    <w:abstractNumId w:val="50"/>
  </w:num>
  <w:num w:numId="36">
    <w:abstractNumId w:val="35"/>
  </w:num>
  <w:num w:numId="37">
    <w:abstractNumId w:val="22"/>
  </w:num>
  <w:num w:numId="38">
    <w:abstractNumId w:val="26"/>
  </w:num>
  <w:num w:numId="39">
    <w:abstractNumId w:val="39"/>
  </w:num>
  <w:num w:numId="40">
    <w:abstractNumId w:val="36"/>
  </w:num>
  <w:num w:numId="41">
    <w:abstractNumId w:val="33"/>
  </w:num>
  <w:num w:numId="42">
    <w:abstractNumId w:val="23"/>
  </w:num>
  <w:num w:numId="43">
    <w:abstractNumId w:val="43"/>
  </w:num>
  <w:num w:numId="44">
    <w:abstractNumId w:val="21"/>
  </w:num>
  <w:num w:numId="45">
    <w:abstractNumId w:val="11"/>
  </w:num>
  <w:num w:numId="46">
    <w:abstractNumId w:val="34"/>
  </w:num>
  <w:num w:numId="47">
    <w:abstractNumId w:val="40"/>
  </w:num>
  <w:num w:numId="48">
    <w:abstractNumId w:val="48"/>
  </w:num>
  <w:num w:numId="49">
    <w:abstractNumId w:val="27"/>
  </w:num>
  <w:num w:numId="50">
    <w:abstractNumId w:val="20"/>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E3C"/>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B7FEA"/>
    <w:rsid w:val="001C650B"/>
    <w:rsid w:val="001C72B5"/>
    <w:rsid w:val="001D2E7A"/>
    <w:rsid w:val="001D3992"/>
    <w:rsid w:val="001D45C6"/>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285F"/>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3E3C"/>
    <w:rsid w:val="00380350"/>
    <w:rsid w:val="00380B4E"/>
    <w:rsid w:val="003816E4"/>
    <w:rsid w:val="0039131E"/>
    <w:rsid w:val="003A04A6"/>
    <w:rsid w:val="003A1A5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466E6"/>
    <w:rsid w:val="00B502FF"/>
    <w:rsid w:val="00B528D3"/>
    <w:rsid w:val="00B643DF"/>
    <w:rsid w:val="00B65300"/>
    <w:rsid w:val="00B67422"/>
    <w:rsid w:val="00B70BD4"/>
    <w:rsid w:val="00B712CA"/>
    <w:rsid w:val="00B73463"/>
    <w:rsid w:val="00B76FD5"/>
    <w:rsid w:val="00B85077"/>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74985393"/>
  <w15:docId w15:val="{5F294ABD-47FC-4630-BC67-296C9D19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MMTopic1">
    <w:name w:val="MM Topic 1"/>
    <w:basedOn w:val="Heading1"/>
    <w:link w:val="MMTopic1Char"/>
    <w:rsid w:val="001D45C6"/>
    <w:pPr>
      <w:numPr>
        <w:numId w:val="35"/>
      </w:numPr>
      <w:spacing w:line="259" w:lineRule="auto"/>
    </w:pPr>
    <w:rPr>
      <w:b w:val="0"/>
      <w:bCs w:val="0"/>
      <w:caps w:val="0"/>
      <w:color w:val="003F68" w:themeColor="accent1" w:themeShade="BF"/>
      <w:sz w:val="32"/>
      <w:szCs w:val="32"/>
    </w:rPr>
  </w:style>
  <w:style w:type="character" w:customStyle="1" w:styleId="MMTopic1Char">
    <w:name w:val="MM Topic 1 Char"/>
    <w:basedOn w:val="Heading1Char"/>
    <w:link w:val="MMTopic1"/>
    <w:rsid w:val="001D45C6"/>
    <w:rPr>
      <w:rFonts w:asciiTheme="majorHAnsi" w:eastAsiaTheme="majorEastAsia" w:hAnsiTheme="majorHAnsi" w:cstheme="majorBidi"/>
      <w:b w:val="0"/>
      <w:bCs w:val="0"/>
      <w:caps w:val="0"/>
      <w:color w:val="003F68" w:themeColor="accent1" w:themeShade="BF"/>
      <w:sz w:val="32"/>
      <w:szCs w:val="32"/>
      <w:lang w:val="en-GB"/>
    </w:rPr>
  </w:style>
  <w:style w:type="paragraph" w:customStyle="1" w:styleId="MMTopic2">
    <w:name w:val="MM Topic 2"/>
    <w:basedOn w:val="Heading2"/>
    <w:link w:val="MMTopic2Char"/>
    <w:rsid w:val="001D45C6"/>
    <w:pPr>
      <w:numPr>
        <w:numId w:val="35"/>
      </w:numPr>
      <w:spacing w:before="40" w:after="0" w:line="259" w:lineRule="auto"/>
      <w:ind w:right="0"/>
    </w:pPr>
    <w:rPr>
      <w:b w:val="0"/>
      <w:bCs w:val="0"/>
      <w:caps w:val="0"/>
      <w:color w:val="003F68" w:themeColor="accent1" w:themeShade="BF"/>
      <w:sz w:val="26"/>
      <w:szCs w:val="26"/>
    </w:rPr>
  </w:style>
  <w:style w:type="character" w:customStyle="1" w:styleId="MMTopic2Char">
    <w:name w:val="MM Topic 2 Char"/>
    <w:basedOn w:val="Heading2Char"/>
    <w:link w:val="MMTopic2"/>
    <w:rsid w:val="001D45C6"/>
    <w:rPr>
      <w:rFonts w:asciiTheme="majorHAnsi" w:eastAsiaTheme="majorEastAsia" w:hAnsiTheme="majorHAnsi" w:cstheme="majorBidi"/>
      <w:b w:val="0"/>
      <w:bCs w:val="0"/>
      <w:caps w:val="0"/>
      <w:color w:val="003F68" w:themeColor="accent1" w:themeShade="BF"/>
      <w:sz w:val="26"/>
      <w:szCs w:val="26"/>
      <w:lang w:val="en-GB"/>
    </w:rPr>
  </w:style>
  <w:style w:type="paragraph" w:customStyle="1" w:styleId="MMTopic3">
    <w:name w:val="MM Topic 3"/>
    <w:basedOn w:val="Heading3"/>
    <w:link w:val="MMTopic3Char"/>
    <w:rsid w:val="001D45C6"/>
    <w:pPr>
      <w:numPr>
        <w:numId w:val="35"/>
      </w:numPr>
      <w:spacing w:before="40" w:after="0" w:line="259" w:lineRule="auto"/>
      <w:ind w:right="0"/>
    </w:pPr>
    <w:rPr>
      <w:b w:val="0"/>
      <w:bCs w:val="0"/>
      <w:smallCaps w:val="0"/>
      <w:color w:val="002A45" w:themeColor="accent1" w:themeShade="7F"/>
      <w:sz w:val="24"/>
      <w:szCs w:val="24"/>
    </w:rPr>
  </w:style>
  <w:style w:type="character" w:customStyle="1" w:styleId="MMTopic3Char">
    <w:name w:val="MM Topic 3 Char"/>
    <w:basedOn w:val="Heading3Char"/>
    <w:link w:val="MMTopic3"/>
    <w:rsid w:val="001D45C6"/>
    <w:rPr>
      <w:rFonts w:asciiTheme="majorHAnsi" w:eastAsiaTheme="majorEastAsia" w:hAnsiTheme="majorHAnsi" w:cstheme="majorBidi"/>
      <w:b w:val="0"/>
      <w:bCs w:val="0"/>
      <w:smallCaps w:val="0"/>
      <w:color w:val="002A45" w:themeColor="accent1" w:themeShade="7F"/>
      <w:sz w:val="24"/>
      <w:szCs w:val="24"/>
      <w:lang w:val="en-GB"/>
    </w:rPr>
  </w:style>
  <w:style w:type="paragraph" w:customStyle="1" w:styleId="MMTopic4">
    <w:name w:val="MM Topic 4"/>
    <w:basedOn w:val="Heading4"/>
    <w:link w:val="MMTopic4Char"/>
    <w:rsid w:val="001D45C6"/>
    <w:pPr>
      <w:numPr>
        <w:ilvl w:val="0"/>
        <w:numId w:val="0"/>
      </w:numPr>
      <w:spacing w:before="40" w:after="0" w:line="259" w:lineRule="auto"/>
      <w:ind w:right="0"/>
    </w:pPr>
    <w:rPr>
      <w:b w:val="0"/>
      <w:bCs w:val="0"/>
      <w:i/>
      <w:color w:val="003F68" w:themeColor="accent1" w:themeShade="BF"/>
    </w:rPr>
  </w:style>
  <w:style w:type="character" w:customStyle="1" w:styleId="MMTopic4Char">
    <w:name w:val="MM Topic 4 Char"/>
    <w:basedOn w:val="Heading4Char"/>
    <w:link w:val="MMTopic4"/>
    <w:rsid w:val="001D45C6"/>
    <w:rPr>
      <w:rFonts w:asciiTheme="majorHAnsi" w:eastAsiaTheme="majorEastAsia" w:hAnsiTheme="majorHAnsi" w:cstheme="majorBidi"/>
      <w:b w:val="0"/>
      <w:bCs w:val="0"/>
      <w:i/>
      <w:iCs/>
      <w:color w:val="003F68" w:themeColor="accent1" w:themeShade="BF"/>
      <w:lang w:val="en-GB"/>
    </w:rPr>
  </w:style>
  <w:style w:type="paragraph" w:customStyle="1" w:styleId="MMTopic5">
    <w:name w:val="MM Topic 5"/>
    <w:basedOn w:val="Heading5"/>
    <w:link w:val="MMTopic5Char"/>
    <w:rsid w:val="001D45C6"/>
    <w:pPr>
      <w:numPr>
        <w:ilvl w:val="0"/>
        <w:numId w:val="0"/>
      </w:numPr>
      <w:spacing w:before="40" w:after="0" w:line="259" w:lineRule="auto"/>
    </w:pPr>
    <w:rPr>
      <w:b w:val="0"/>
      <w:color w:val="003F68" w:themeColor="accent1" w:themeShade="BF"/>
    </w:rPr>
  </w:style>
  <w:style w:type="character" w:customStyle="1" w:styleId="MMTopic5Char">
    <w:name w:val="MM Topic 5 Char"/>
    <w:basedOn w:val="Heading5Char"/>
    <w:link w:val="MMTopic5"/>
    <w:rsid w:val="001D45C6"/>
    <w:rPr>
      <w:rFonts w:asciiTheme="majorHAnsi" w:eastAsiaTheme="majorEastAsia" w:hAnsiTheme="majorHAnsi" w:cstheme="majorBidi"/>
      <w:b w:val="0"/>
      <w:color w:val="003F68" w:themeColor="accent1" w:themeShade="BF"/>
      <w:sz w:val="20"/>
      <w:lang w:val="en-GB"/>
    </w:rPr>
  </w:style>
  <w:style w:type="paragraph" w:customStyle="1" w:styleId="MMTopic6">
    <w:name w:val="MM Topic 6"/>
    <w:basedOn w:val="Heading6"/>
    <w:link w:val="MMTopic6Char"/>
    <w:rsid w:val="001D45C6"/>
    <w:pPr>
      <w:numPr>
        <w:ilvl w:val="0"/>
        <w:numId w:val="0"/>
      </w:numPr>
      <w:spacing w:before="40" w:line="259" w:lineRule="auto"/>
    </w:pPr>
    <w:rPr>
      <w:i w:val="0"/>
      <w:iCs w:val="0"/>
    </w:rPr>
  </w:style>
  <w:style w:type="character" w:customStyle="1" w:styleId="MMTopic6Char">
    <w:name w:val="MM Topic 6 Char"/>
    <w:basedOn w:val="Heading6Char"/>
    <w:link w:val="MMTopic6"/>
    <w:rsid w:val="001D45C6"/>
    <w:rPr>
      <w:rFonts w:asciiTheme="majorHAnsi" w:eastAsiaTheme="majorEastAsia" w:hAnsiTheme="majorHAnsi" w:cstheme="majorBidi"/>
      <w:i w:val="0"/>
      <w:iCs w:val="0"/>
      <w:color w:val="002A45" w:themeColor="accent1" w:themeShade="7F"/>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9" Type="http://schemas.microsoft.com/office/2011/relationships/people" Target="people.xml"/><Relationship Id="rId21" Type="http://schemas.openxmlformats.org/officeDocument/2006/relationships/image" Target="media/image4.png"/><Relationship Id="rId34" Type="http://schemas.openxmlformats.org/officeDocument/2006/relationships/header" Target="header16.xml"/><Relationship Id="rId42"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41"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footer" Target="footer6.xml"/><Relationship Id="rId37" Type="http://schemas.openxmlformats.org/officeDocument/2006/relationships/header" Target="header1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7.xml"/><Relationship Id="rId10" Type="http://schemas.microsoft.com/office/2016/09/relationships/commentsIds" Target="commentsIds.xml"/><Relationship Id="rId19" Type="http://schemas.openxmlformats.org/officeDocument/2006/relationships/footer" Target="footer4.xml"/><Relationship Id="rId31" Type="http://schemas.openxmlformats.org/officeDocument/2006/relationships/header" Target="header1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customXml" Target="../customXml/item4.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header" Target="header15.xml"/><Relationship Id="rId38"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lvarez\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3F1BF8-FFDB-473F-8A97-4E003A7D060A}">
  <ds:schemaRefs>
    <ds:schemaRef ds:uri="http://schemas.openxmlformats.org/officeDocument/2006/bibliography"/>
  </ds:schemaRefs>
</ds:datastoreItem>
</file>

<file path=customXml/itemProps2.xml><?xml version="1.0" encoding="utf-8"?>
<ds:datastoreItem xmlns:ds="http://schemas.openxmlformats.org/officeDocument/2006/customXml" ds:itemID="{F1494793-8CE1-4ABD-95B6-8E767A07EF71}"/>
</file>

<file path=customXml/itemProps3.xml><?xml version="1.0" encoding="utf-8"?>
<ds:datastoreItem xmlns:ds="http://schemas.openxmlformats.org/officeDocument/2006/customXml" ds:itemID="{4EEC5626-8574-43B6-BAE0-00BCE819B155}"/>
</file>

<file path=customXml/itemProps4.xml><?xml version="1.0" encoding="utf-8"?>
<ds:datastoreItem xmlns:ds="http://schemas.openxmlformats.org/officeDocument/2006/customXml" ds:itemID="{D4F65808-987D-4D57-9E41-D70CF826F861}"/>
</file>

<file path=docProps/app.xml><?xml version="1.0" encoding="utf-8"?>
<Properties xmlns="http://schemas.openxmlformats.org/officeDocument/2006/extended-properties" xmlns:vt="http://schemas.openxmlformats.org/officeDocument/2006/docPropsVTypes">
  <Template>Guideline Template 17Apr17</Template>
  <TotalTime>0</TotalTime>
  <Pages>16</Pages>
  <Words>2504</Words>
  <Characters>14277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16748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Alan Grant</dc:creator>
  <cp:keywords/>
  <dc:description/>
  <cp:lastModifiedBy>Jaime Alvarez</cp:lastModifiedBy>
  <cp:revision>2</cp:revision>
  <dcterms:created xsi:type="dcterms:W3CDTF">2021-02-17T16:26:00Z</dcterms:created>
  <dcterms:modified xsi:type="dcterms:W3CDTF">2021-02-17T16:26:00Z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